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25" w:rsidRDefault="00872125" w:rsidP="00A43320">
      <w:pPr>
        <w:spacing w:after="0"/>
      </w:pPr>
    </w:p>
    <w:p w:rsidR="00872125" w:rsidRDefault="00872125" w:rsidP="00A43320">
      <w:pPr>
        <w:spacing w:after="0"/>
        <w:rPr>
          <w:rFonts w:ascii="Times New Roman" w:hAnsi="Times New Roman"/>
        </w:rPr>
      </w:pP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Name ___________________________________________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Date _____________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7A63A8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 </w:t>
      </w:r>
      <w:r w:rsidRPr="00491AED">
        <w:rPr>
          <w:rFonts w:ascii="Times New Roman" w:hAnsi="Times New Roman"/>
        </w:rPr>
        <w:t xml:space="preserve">What day comes after Friday? </w:t>
      </w:r>
    </w:p>
    <w:p w:rsidR="00872125" w:rsidRPr="00491AED" w:rsidRDefault="00872125" w:rsidP="007A63A8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pStyle w:val="ListParagraph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491AED">
        <w:rPr>
          <w:rFonts w:ascii="Times New Roman" w:hAnsi="Times New Roman"/>
        </w:rPr>
        <w:t xml:space="preserve"> Monday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  Thursday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 Saturday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Tuesday</w:t>
      </w:r>
    </w:p>
    <w:p w:rsidR="00872125" w:rsidRPr="00491AED" w:rsidRDefault="00872125" w:rsidP="00A43320">
      <w:pPr>
        <w:pStyle w:val="ListParagraph"/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>2. What day comes before Tuesday?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a)  Sunday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b) </w:t>
      </w:r>
      <w:r w:rsidRPr="00491AED">
        <w:rPr>
          <w:rFonts w:ascii="Times New Roman" w:hAnsi="Times New Roman"/>
        </w:rPr>
        <w:t xml:space="preserve"> Wednesday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 Saturday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Monday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 xml:space="preserve">3. Today is Thursday. </w:t>
      </w:r>
      <w:r>
        <w:rPr>
          <w:rFonts w:ascii="Times New Roman" w:hAnsi="Times New Roman"/>
        </w:rPr>
        <w:t xml:space="preserve"> </w:t>
      </w:r>
      <w:r w:rsidRPr="00491AED">
        <w:rPr>
          <w:rFonts w:ascii="Times New Roman" w:hAnsi="Times New Roman"/>
        </w:rPr>
        <w:t>What will tomorrow be?  ______________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 xml:space="preserve">4. Today is Wednesday. </w:t>
      </w:r>
      <w:r>
        <w:rPr>
          <w:rFonts w:ascii="Times New Roman" w:hAnsi="Times New Roman"/>
        </w:rPr>
        <w:t xml:space="preserve"> </w:t>
      </w:r>
      <w:r w:rsidRPr="00491AED">
        <w:rPr>
          <w:rFonts w:ascii="Times New Roman" w:hAnsi="Times New Roman"/>
        </w:rPr>
        <w:t>Yesterday was __________.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>5. This month is March. What will next month be?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Pr="00491AED" w:rsidRDefault="00872125" w:rsidP="007A63A8">
      <w:pPr>
        <w:spacing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a)  April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</w:t>
      </w:r>
      <w:r w:rsidRPr="00491AED">
        <w:rPr>
          <w:rFonts w:ascii="Times New Roman" w:hAnsi="Times New Roman"/>
        </w:rPr>
        <w:t xml:space="preserve"> January</w:t>
      </w:r>
      <w:r w:rsidRPr="00491AED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ab/>
      </w:r>
      <w:r w:rsidRPr="00491AED">
        <w:rPr>
          <w:rFonts w:ascii="Times New Roman" w:hAnsi="Times New Roman"/>
        </w:rPr>
        <w:t>c</w:t>
      </w:r>
      <w:r>
        <w:rPr>
          <w:rFonts w:ascii="Times New Roman" w:hAnsi="Times New Roman"/>
        </w:rPr>
        <w:t>)  December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July</w:t>
      </w:r>
    </w:p>
    <w:p w:rsidR="00872125" w:rsidRDefault="00872125" w:rsidP="00491AED">
      <w:pPr>
        <w:spacing w:after="0"/>
        <w:rPr>
          <w:rFonts w:ascii="Times New Roman" w:hAnsi="Times New Roman"/>
        </w:rPr>
      </w:pPr>
    </w:p>
    <w:p w:rsidR="00872125" w:rsidRDefault="00872125" w:rsidP="00491AED">
      <w:pPr>
        <w:spacing w:after="0"/>
        <w:rPr>
          <w:rFonts w:ascii="Times New Roman" w:hAnsi="Times New Roman"/>
          <w:b/>
        </w:rPr>
      </w:pPr>
    </w:p>
    <w:p w:rsidR="00872125" w:rsidRPr="00491AED" w:rsidRDefault="00872125" w:rsidP="00491AED">
      <w:pPr>
        <w:spacing w:after="0"/>
        <w:rPr>
          <w:rFonts w:ascii="Times New Roman" w:hAnsi="Times New Roman"/>
          <w:b/>
        </w:rPr>
      </w:pPr>
      <w:r w:rsidRPr="00491AED">
        <w:rPr>
          <w:rFonts w:ascii="Times New Roman" w:hAnsi="Times New Roman"/>
          <w:b/>
        </w:rPr>
        <w:t xml:space="preserve">For items 6-10, use </w:t>
      </w:r>
      <w:r>
        <w:rPr>
          <w:rFonts w:ascii="Times New Roman" w:hAnsi="Times New Roman"/>
          <w:b/>
        </w:rPr>
        <w:t xml:space="preserve">a </w:t>
      </w:r>
      <w:r w:rsidRPr="00491AED">
        <w:rPr>
          <w:rFonts w:ascii="Times New Roman" w:hAnsi="Times New Roman"/>
          <w:b/>
        </w:rPr>
        <w:t>calendar.</w:t>
      </w:r>
    </w:p>
    <w:p w:rsidR="00872125" w:rsidRPr="00491AED" w:rsidRDefault="00872125" w:rsidP="00A43320">
      <w:pPr>
        <w:spacing w:after="0"/>
        <w:ind w:firstLine="720"/>
        <w:rPr>
          <w:rFonts w:ascii="Times New Roman" w:hAnsi="Times New Roman"/>
        </w:rPr>
      </w:pPr>
    </w:p>
    <w:p w:rsidR="00872125" w:rsidRPr="00491AED" w:rsidRDefault="00872125" w:rsidP="00A43320">
      <w:pPr>
        <w:spacing w:after="0"/>
        <w:rPr>
          <w:rFonts w:ascii="Times New Roman" w:hAnsi="Times New Roman"/>
          <w:sz w:val="12"/>
          <w:szCs w:val="12"/>
        </w:rPr>
      </w:pPr>
      <w:r w:rsidRPr="00491AED"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On which day of the week is September</w:t>
      </w:r>
      <w:r w:rsidRPr="00491AED">
        <w:rPr>
          <w:rFonts w:ascii="Times New Roman" w:hAnsi="Times New Roman"/>
        </w:rPr>
        <w:t xml:space="preserve"> 22</w:t>
      </w:r>
      <w:r w:rsidRPr="00491AED">
        <w:rPr>
          <w:rFonts w:ascii="Times New Roman" w:hAnsi="Times New Roman"/>
          <w:vertAlign w:val="superscript"/>
        </w:rPr>
        <w:t>nd</w:t>
      </w:r>
      <w:r w:rsidRPr="00491AED">
        <w:rPr>
          <w:rFonts w:ascii="Times New Roman" w:hAnsi="Times New Roman"/>
        </w:rPr>
        <w:t>?</w:t>
      </w:r>
      <w:r w:rsidRPr="00491AED">
        <w:rPr>
          <w:rFonts w:ascii="Times New Roman" w:hAnsi="Times New Roman"/>
        </w:rPr>
        <w:br/>
        <w:t xml:space="preserve"> </w:t>
      </w:r>
      <w:r w:rsidRPr="00491AED">
        <w:rPr>
          <w:rFonts w:ascii="Times New Roman" w:hAnsi="Times New Roman"/>
        </w:rPr>
        <w:tab/>
      </w:r>
    </w:p>
    <w:p w:rsidR="00872125" w:rsidRPr="00491AED" w:rsidRDefault="00872125" w:rsidP="00491AED">
      <w:pPr>
        <w:spacing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a)  Friday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</w:t>
      </w:r>
      <w:r w:rsidRPr="00491AE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Monday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c)  Saturday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d)</w:t>
      </w:r>
      <w:r w:rsidRPr="00491AED">
        <w:rPr>
          <w:rFonts w:ascii="Times New Roman" w:hAnsi="Times New Roman"/>
        </w:rPr>
        <w:t xml:space="preserve"> Thursday</w:t>
      </w:r>
    </w:p>
    <w:p w:rsidR="00872125" w:rsidRDefault="00872125" w:rsidP="00A43320">
      <w:pPr>
        <w:spacing w:after="0"/>
        <w:rPr>
          <w:rFonts w:ascii="Times New Roman" w:hAnsi="Times New Roman"/>
        </w:rPr>
      </w:pPr>
    </w:p>
    <w:p w:rsidR="00872125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>7. How m</w:t>
      </w:r>
      <w:r>
        <w:rPr>
          <w:rFonts w:ascii="Times New Roman" w:hAnsi="Times New Roman"/>
        </w:rPr>
        <w:t>any days are in the month of September</w:t>
      </w:r>
      <w:r w:rsidRPr="00491AED">
        <w:rPr>
          <w:rFonts w:ascii="Times New Roman" w:hAnsi="Times New Roman"/>
        </w:rPr>
        <w:t>?</w:t>
      </w:r>
    </w:p>
    <w:p w:rsidR="00872125" w:rsidRPr="00491AED" w:rsidRDefault="00872125" w:rsidP="00A43320">
      <w:pPr>
        <w:spacing w:after="0"/>
        <w:rPr>
          <w:rFonts w:ascii="Times New Roman" w:hAnsi="Times New Roman"/>
          <w:sz w:val="12"/>
          <w:szCs w:val="12"/>
        </w:rPr>
      </w:pPr>
    </w:p>
    <w:p w:rsidR="00872125" w:rsidRPr="00491AED" w:rsidRDefault="00872125" w:rsidP="007A63A8">
      <w:pPr>
        <w:spacing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491AED">
        <w:rPr>
          <w:rFonts w:ascii="Times New Roman" w:hAnsi="Times New Roman"/>
        </w:rPr>
        <w:t xml:space="preserve"> 29</w:t>
      </w:r>
      <w:r w:rsidRPr="00491AED">
        <w:rPr>
          <w:rFonts w:ascii="Times New Roman" w:hAnsi="Times New Roman"/>
        </w:rPr>
        <w:tab/>
      </w:r>
      <w:r w:rsidRPr="00491AE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  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 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32</w:t>
      </w:r>
    </w:p>
    <w:p w:rsidR="00872125" w:rsidRDefault="00872125" w:rsidP="007A63A8">
      <w:pPr>
        <w:spacing w:after="0"/>
        <w:rPr>
          <w:rFonts w:ascii="Times New Roman" w:hAnsi="Times New Roman"/>
        </w:rPr>
      </w:pPr>
    </w:p>
    <w:p w:rsidR="00872125" w:rsidRPr="00491AED" w:rsidRDefault="00872125" w:rsidP="007A63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8. What day does this</w:t>
      </w:r>
      <w:r w:rsidRPr="00491AED">
        <w:rPr>
          <w:rFonts w:ascii="Times New Roman" w:hAnsi="Times New Roman"/>
        </w:rPr>
        <w:t xml:space="preserve"> month begin?</w:t>
      </w:r>
    </w:p>
    <w:p w:rsidR="00872125" w:rsidRPr="00491AED" w:rsidRDefault="00872125" w:rsidP="007A63A8">
      <w:pPr>
        <w:spacing w:after="0"/>
        <w:ind w:firstLine="720"/>
        <w:rPr>
          <w:rFonts w:ascii="Times New Roman" w:hAnsi="Times New Roman"/>
          <w:sz w:val="12"/>
          <w:szCs w:val="12"/>
        </w:rPr>
      </w:pPr>
    </w:p>
    <w:p w:rsidR="00872125" w:rsidRPr="00491AED" w:rsidRDefault="00872125" w:rsidP="007A63A8">
      <w:pPr>
        <w:spacing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Pr="00491AED">
        <w:rPr>
          <w:rFonts w:ascii="Times New Roman" w:hAnsi="Times New Roman"/>
        </w:rPr>
        <w:t xml:space="preserve"> Tuesday</w:t>
      </w:r>
      <w:r w:rsidRPr="00491AE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  Sunday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 Monday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Friday</w:t>
      </w:r>
    </w:p>
    <w:p w:rsidR="00872125" w:rsidRDefault="00872125" w:rsidP="007A63A8">
      <w:pPr>
        <w:spacing w:after="0"/>
        <w:rPr>
          <w:rFonts w:ascii="Times New Roman" w:hAnsi="Times New Roman"/>
        </w:rPr>
      </w:pPr>
    </w:p>
    <w:p w:rsidR="00872125" w:rsidRDefault="00872125" w:rsidP="007A63A8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>9. What is the date of the t</w:t>
      </w:r>
      <w:r>
        <w:rPr>
          <w:rFonts w:ascii="Times New Roman" w:hAnsi="Times New Roman"/>
        </w:rPr>
        <w:t>hird Tuesday in the month of September</w:t>
      </w:r>
      <w:r w:rsidRPr="00491AED">
        <w:rPr>
          <w:rFonts w:ascii="Times New Roman" w:hAnsi="Times New Roman"/>
        </w:rPr>
        <w:t>?</w:t>
      </w:r>
    </w:p>
    <w:p w:rsidR="00872125" w:rsidRPr="00491AED" w:rsidRDefault="00872125" w:rsidP="007A63A8">
      <w:pPr>
        <w:spacing w:after="0"/>
        <w:rPr>
          <w:rFonts w:ascii="Times New Roman" w:hAnsi="Times New Roman"/>
          <w:sz w:val="12"/>
          <w:szCs w:val="12"/>
        </w:rPr>
      </w:pPr>
    </w:p>
    <w:p w:rsidR="00872125" w:rsidRPr="00491AED" w:rsidRDefault="00872125" w:rsidP="007A63A8">
      <w:pPr>
        <w:spacing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a)  7</w:t>
      </w:r>
      <w:r w:rsidRPr="00491AED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</w:t>
      </w:r>
      <w:r w:rsidRPr="00491AED">
        <w:rPr>
          <w:rFonts w:ascii="Times New Roman" w:hAnsi="Times New Roman"/>
        </w:rPr>
        <w:tab/>
      </w:r>
      <w:r w:rsidRPr="00491AE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b) </w:t>
      </w:r>
      <w:r w:rsidRPr="00491AED">
        <w:rPr>
          <w:rFonts w:ascii="Times New Roman" w:hAnsi="Times New Roman"/>
        </w:rPr>
        <w:t xml:space="preserve"> 12</w:t>
      </w:r>
      <w:r w:rsidRPr="00491AED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 21</w:t>
      </w:r>
      <w:r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d) </w:t>
      </w:r>
      <w:r w:rsidRPr="00491AED">
        <w:rPr>
          <w:rFonts w:ascii="Times New Roman" w:hAnsi="Times New Roman"/>
        </w:rPr>
        <w:t xml:space="preserve"> 23</w:t>
      </w:r>
      <w:r w:rsidRPr="00491AED">
        <w:rPr>
          <w:rFonts w:ascii="Times New Roman" w:hAnsi="Times New Roman"/>
          <w:vertAlign w:val="superscript"/>
        </w:rPr>
        <w:t>rd</w:t>
      </w:r>
      <w:r w:rsidRPr="00491AED">
        <w:rPr>
          <w:rFonts w:ascii="Times New Roman" w:hAnsi="Times New Roman"/>
        </w:rPr>
        <w:t xml:space="preserve"> </w:t>
      </w:r>
    </w:p>
    <w:p w:rsidR="00872125" w:rsidRDefault="00872125" w:rsidP="007A63A8">
      <w:pPr>
        <w:spacing w:after="0"/>
        <w:rPr>
          <w:rFonts w:ascii="Times New Roman" w:hAnsi="Times New Roman"/>
        </w:rPr>
      </w:pPr>
    </w:p>
    <w:p w:rsidR="00872125" w:rsidRPr="00491AED" w:rsidRDefault="00872125" w:rsidP="007A63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10. Today is Saturday, September 18</w:t>
      </w:r>
      <w:r w:rsidRPr="00491AED">
        <w:rPr>
          <w:rFonts w:ascii="Times New Roman" w:hAnsi="Times New Roman"/>
          <w:vertAlign w:val="superscript"/>
        </w:rPr>
        <w:t>th</w:t>
      </w:r>
      <w:r w:rsidRPr="00491AED">
        <w:rPr>
          <w:rFonts w:ascii="Times New Roman" w:hAnsi="Times New Roman"/>
        </w:rPr>
        <w:t>. What will tomorrow be?</w:t>
      </w: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</w:p>
    <w:p w:rsidR="00872125" w:rsidRPr="00491AED" w:rsidRDefault="00872125" w:rsidP="00A43320">
      <w:pPr>
        <w:spacing w:after="0"/>
        <w:rPr>
          <w:rFonts w:ascii="Times New Roman" w:hAnsi="Times New Roman"/>
        </w:rPr>
      </w:pPr>
      <w:r w:rsidRPr="00491AED">
        <w:rPr>
          <w:rFonts w:ascii="Times New Roman" w:hAnsi="Times New Roman"/>
        </w:rPr>
        <w:tab/>
      </w:r>
    </w:p>
    <w:p w:rsidR="00872125" w:rsidRPr="00491AED" w:rsidRDefault="00872125">
      <w:pPr>
        <w:spacing w:after="0"/>
        <w:rPr>
          <w:rFonts w:ascii="Times New Roman" w:hAnsi="Times New Roman"/>
        </w:rPr>
      </w:pPr>
    </w:p>
    <w:sectPr w:rsidR="00872125" w:rsidRPr="00491AED" w:rsidSect="00491AED">
      <w:headerReference w:type="default" r:id="rId7"/>
      <w:pgSz w:w="12240" w:h="15840"/>
      <w:pgMar w:top="108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125" w:rsidRDefault="00872125">
      <w:r>
        <w:separator/>
      </w:r>
    </w:p>
  </w:endnote>
  <w:endnote w:type="continuationSeparator" w:id="0">
    <w:p w:rsidR="00872125" w:rsidRDefault="00872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125" w:rsidRDefault="00872125">
      <w:r>
        <w:separator/>
      </w:r>
    </w:p>
  </w:footnote>
  <w:footnote w:type="continuationSeparator" w:id="0">
    <w:p w:rsidR="00872125" w:rsidRDefault="00872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125" w:rsidRDefault="00872125" w:rsidP="00491AED">
    <w:pPr>
      <w:spacing w:after="0"/>
    </w:pPr>
    <w:r>
      <w:t>Standard 12.00- Locate day, dates, and months on a calendar.</w:t>
    </w:r>
  </w:p>
  <w:p w:rsidR="00872125" w:rsidRDefault="00872125" w:rsidP="00491AED">
    <w:pPr>
      <w:spacing w:after="0"/>
    </w:pPr>
    <w:r>
      <w:t xml:space="preserve">Standard 12.01-Use vocabulary associated with a calendar.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76D3"/>
    <w:multiLevelType w:val="hybridMultilevel"/>
    <w:tmpl w:val="7560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2209D1"/>
    <w:multiLevelType w:val="hybridMultilevel"/>
    <w:tmpl w:val="05CE00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320"/>
    <w:rsid w:val="00062FD1"/>
    <w:rsid w:val="000A41AC"/>
    <w:rsid w:val="003C039B"/>
    <w:rsid w:val="00472E2F"/>
    <w:rsid w:val="00491AED"/>
    <w:rsid w:val="007A63A8"/>
    <w:rsid w:val="00872125"/>
    <w:rsid w:val="00A43320"/>
    <w:rsid w:val="00A62C43"/>
    <w:rsid w:val="00B10D94"/>
    <w:rsid w:val="00E12024"/>
    <w:rsid w:val="00F40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Calibri" w:hAnsi="Comic Sans M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94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33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91A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7FC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91A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7F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142</Words>
  <Characters>811</Characters>
  <Application>Microsoft Office Outlook</Application>
  <DocSecurity>0</DocSecurity>
  <Lines>0</Lines>
  <Paragraphs>0</Paragraphs>
  <ScaleCrop>false</ScaleCrop>
  <Company>Board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Locate day, dates, and months on a calendar</dc:title>
  <dc:subject/>
  <dc:creator>awallace</dc:creator>
  <cp:keywords/>
  <dc:description/>
  <cp:lastModifiedBy> </cp:lastModifiedBy>
  <cp:revision>2</cp:revision>
  <dcterms:created xsi:type="dcterms:W3CDTF">2010-08-30T17:02:00Z</dcterms:created>
  <dcterms:modified xsi:type="dcterms:W3CDTF">2010-08-30T17:02:00Z</dcterms:modified>
</cp:coreProperties>
</file>