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EC" w:rsidRPr="003F5256" w:rsidRDefault="004E7BEC">
      <w:pPr>
        <w:rPr>
          <w:color w:val="A6A6A6"/>
          <w:sz w:val="20"/>
        </w:rPr>
      </w:pPr>
      <w:r w:rsidRPr="00991C93">
        <w:rPr>
          <w:i/>
          <w:color w:val="A6A6A6"/>
          <w:sz w:val="20"/>
        </w:rPr>
        <w:t xml:space="preserve"> </w:t>
      </w:r>
    </w:p>
    <w:p w:rsidR="004E7BEC" w:rsidRPr="00E9662C" w:rsidRDefault="004E7BEC">
      <w:pPr>
        <w:rPr>
          <w:i/>
          <w:color w:val="A6A6A6"/>
        </w:rPr>
      </w:pPr>
    </w:p>
    <w:p w:rsidR="004E7BEC" w:rsidRDefault="004E7BEC">
      <w:r>
        <w:t>Name: __________________________________________</w:t>
      </w:r>
    </w:p>
    <w:p w:rsidR="004E7BEC" w:rsidRDefault="004E7B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100</w:t>
            </w:r>
          </w:p>
        </w:tc>
      </w:tr>
    </w:tbl>
    <w:p w:rsidR="004E7BEC" w:rsidRDefault="004E7BEC"/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1.  Count </w:t>
      </w:r>
      <w:r w:rsidRPr="00BC31A8">
        <w:rPr>
          <w:b/>
          <w:u w:val="single"/>
        </w:rPr>
        <w:t>backwards</w:t>
      </w:r>
      <w:r>
        <w:t xml:space="preserve"> by 1’s using the hundred’s chart.  What is the missing number?</w:t>
      </w: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10,  9,  8,  7,  6,  5,  __________</w:t>
      </w: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2</w:t>
      </w:r>
      <w:r>
        <w:tab/>
      </w:r>
      <w:r>
        <w:tab/>
        <w:t>4</w:t>
      </w:r>
      <w:r>
        <w:tab/>
      </w:r>
      <w:r>
        <w:tab/>
        <w:t>1</w:t>
      </w:r>
      <w:r>
        <w:tab/>
      </w:r>
      <w:r>
        <w:tab/>
        <w:t>0</w:t>
      </w:r>
    </w:p>
    <w:p w:rsidR="004E7BEC" w:rsidRDefault="004E7BEC" w:rsidP="006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/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2.  Count </w:t>
      </w:r>
      <w:r w:rsidRPr="00BC31A8">
        <w:rPr>
          <w:b/>
          <w:u w:val="single"/>
        </w:rPr>
        <w:t>backwards</w:t>
      </w:r>
      <w:r>
        <w:t xml:space="preserve"> by 1’s using the hundred’s chart.  What is the missing number?</w:t>
      </w: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38,  37,  36,  35,  34,  __________</w:t>
      </w: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33</w:t>
      </w:r>
      <w:r>
        <w:tab/>
      </w:r>
      <w:r>
        <w:tab/>
        <w:t>55</w:t>
      </w:r>
      <w:r>
        <w:tab/>
      </w:r>
      <w:r>
        <w:tab/>
        <w:t>30</w:t>
      </w:r>
      <w:r>
        <w:tab/>
      </w:r>
      <w:r>
        <w:tab/>
        <w:t>44</w:t>
      </w: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E50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ED0577"/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3.  What number comes next?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10,  20,  30,  40,  _______________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7</w:t>
      </w:r>
      <w:r>
        <w:tab/>
      </w:r>
      <w:r>
        <w:tab/>
        <w:t>30</w:t>
      </w:r>
      <w:r>
        <w:tab/>
      </w:r>
      <w:r>
        <w:tab/>
        <w:t>50</w:t>
      </w:r>
      <w:r>
        <w:tab/>
      </w:r>
      <w:r>
        <w:tab/>
        <w:t>5</w:t>
      </w:r>
    </w:p>
    <w:p w:rsidR="004E7BEC" w:rsidRDefault="004E7BEC" w:rsidP="00ED0577"/>
    <w:p w:rsidR="004E7BEC" w:rsidRDefault="004E7BEC" w:rsidP="00ED0577"/>
    <w:p w:rsidR="004E7BEC" w:rsidRDefault="004E7BEC" w:rsidP="00ED0577"/>
    <w:p w:rsidR="004E7BEC" w:rsidRDefault="004E7BEC" w:rsidP="00ED0577"/>
    <w:p w:rsidR="004E7BEC" w:rsidRDefault="004E7BEC" w:rsidP="00ED057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14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24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29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34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39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44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49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54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59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64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69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74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79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84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89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90</w:t>
            </w:r>
          </w:p>
        </w:tc>
      </w:tr>
      <w:tr w:rsidR="004E7BEC" w:rsidRPr="00407825" w:rsidTr="00407825"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91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92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93</w:t>
            </w:r>
          </w:p>
        </w:tc>
        <w:tc>
          <w:tcPr>
            <w:tcW w:w="885" w:type="dxa"/>
          </w:tcPr>
          <w:p w:rsidR="004E7BEC" w:rsidRPr="00407825" w:rsidRDefault="004E7BEC" w:rsidP="00407825">
            <w:pPr>
              <w:jc w:val="center"/>
            </w:pPr>
            <w:r w:rsidRPr="00407825">
              <w:t>94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95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96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97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98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99</w:t>
            </w:r>
          </w:p>
        </w:tc>
        <w:tc>
          <w:tcPr>
            <w:tcW w:w="886" w:type="dxa"/>
          </w:tcPr>
          <w:p w:rsidR="004E7BEC" w:rsidRPr="00407825" w:rsidRDefault="004E7BEC" w:rsidP="00407825">
            <w:pPr>
              <w:jc w:val="center"/>
            </w:pPr>
            <w:r w:rsidRPr="00407825">
              <w:t>100</w:t>
            </w:r>
          </w:p>
        </w:tc>
      </w:tr>
    </w:tbl>
    <w:p w:rsidR="004E7BEC" w:rsidRDefault="004E7BEC" w:rsidP="00ED0577"/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4.  What number comes next?</w:t>
      </w:r>
    </w:p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5,  10,  15,  20,   25,  30,  35,  ______________</w:t>
      </w:r>
    </w:p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30</w:t>
      </w:r>
      <w:r>
        <w:tab/>
      </w:r>
      <w:r>
        <w:tab/>
        <w:t>40</w:t>
      </w:r>
      <w:r>
        <w:tab/>
      </w:r>
      <w:r>
        <w:tab/>
        <w:t>45</w:t>
      </w:r>
      <w:r>
        <w:tab/>
      </w:r>
      <w:r>
        <w:tab/>
        <w:t>0</w:t>
      </w:r>
    </w:p>
    <w:p w:rsidR="004E7BEC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Pr="00ED0577" w:rsidRDefault="004E7BEC" w:rsidP="0039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612173"/>
    <w:p w:rsidR="004E7BEC" w:rsidRPr="00612173" w:rsidRDefault="004E7BEC" w:rsidP="00612173"/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5.  Count </w:t>
      </w:r>
      <w:r w:rsidRPr="00BC31A8">
        <w:rPr>
          <w:b/>
          <w:u w:val="single"/>
        </w:rPr>
        <w:t>forwards</w:t>
      </w:r>
      <w:r>
        <w:t xml:space="preserve"> by 1’s using the hundred’s chart.  What is the missing number?</w:t>
      </w:r>
    </w:p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75,  76,  77,  78,  79, _______________</w:t>
      </w:r>
    </w:p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65</w:t>
      </w:r>
      <w:r>
        <w:tab/>
      </w:r>
      <w:r>
        <w:tab/>
        <w:t>30</w:t>
      </w:r>
      <w:r>
        <w:tab/>
      </w:r>
      <w:r>
        <w:tab/>
        <w:t>80</w:t>
      </w:r>
      <w:r>
        <w:tab/>
      </w:r>
      <w:r>
        <w:tab/>
        <w:t>100</w:t>
      </w:r>
    </w:p>
    <w:p w:rsidR="004E7BEC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Pr="00612173" w:rsidRDefault="004E7BEC" w:rsidP="00612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612173"/>
    <w:p w:rsidR="004E7BEC" w:rsidRPr="00612173" w:rsidRDefault="004E7BEC" w:rsidP="00612173"/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  <w:r>
        <w:t xml:space="preserve">6.  Count </w:t>
      </w:r>
      <w:r w:rsidRPr="00BC31A8">
        <w:rPr>
          <w:b/>
          <w:u w:val="single"/>
        </w:rPr>
        <w:t>backwards</w:t>
      </w:r>
      <w:r>
        <w:t xml:space="preserve"> by 1’s using the hundred’s chart.  What is the missing number?</w:t>
      </w: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</w:pPr>
      <w:r>
        <w:t>25,  24,  23,  22,  21,  _______________</w:t>
      </w: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</w:pP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 xml:space="preserve">C. </w:t>
      </w:r>
      <w:r>
        <w:tab/>
      </w:r>
      <w:r>
        <w:tab/>
        <w:t>D.</w:t>
      </w: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</w:pP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</w:pPr>
      <w:r>
        <w:t>21</w:t>
      </w:r>
      <w:r>
        <w:tab/>
      </w:r>
      <w:r>
        <w:tab/>
        <w:t>20</w:t>
      </w:r>
      <w:r>
        <w:tab/>
      </w:r>
      <w:r>
        <w:tab/>
        <w:t>0</w:t>
      </w:r>
      <w:r>
        <w:tab/>
      </w:r>
      <w:r>
        <w:tab/>
        <w:t>30</w:t>
      </w: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4E7BEC" w:rsidRDefault="004E7BEC" w:rsidP="003F5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tbl>
      <w:tblPr>
        <w:tblpPr w:leftFromText="180" w:rightFromText="180" w:horzAnchor="margin" w:tblpY="6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4E7BEC" w:rsidRPr="00407825" w:rsidTr="003F5256"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1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2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3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4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5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6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7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8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9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10</w:t>
            </w:r>
          </w:p>
        </w:tc>
      </w:tr>
      <w:tr w:rsidR="004E7BEC" w:rsidRPr="00407825" w:rsidTr="003F5256"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11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12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13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14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15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16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17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18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19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20</w:t>
            </w:r>
          </w:p>
        </w:tc>
      </w:tr>
      <w:tr w:rsidR="004E7BEC" w:rsidRPr="00407825" w:rsidTr="003F5256"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21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22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23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24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25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26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27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28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29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30</w:t>
            </w:r>
          </w:p>
        </w:tc>
      </w:tr>
      <w:tr w:rsidR="004E7BEC" w:rsidRPr="00407825" w:rsidTr="003F5256"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31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32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33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34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35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36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37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38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39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40</w:t>
            </w:r>
          </w:p>
        </w:tc>
      </w:tr>
      <w:tr w:rsidR="004E7BEC" w:rsidRPr="00407825" w:rsidTr="003F5256"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41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42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43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44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45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46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47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48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49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50</w:t>
            </w:r>
          </w:p>
        </w:tc>
      </w:tr>
      <w:tr w:rsidR="004E7BEC" w:rsidRPr="00407825" w:rsidTr="003F5256"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51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52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53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54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55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56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57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58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59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60</w:t>
            </w:r>
          </w:p>
        </w:tc>
      </w:tr>
      <w:tr w:rsidR="004E7BEC" w:rsidRPr="00407825" w:rsidTr="003F5256"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61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62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63</w:t>
            </w:r>
          </w:p>
        </w:tc>
        <w:tc>
          <w:tcPr>
            <w:tcW w:w="885" w:type="dxa"/>
          </w:tcPr>
          <w:p w:rsidR="004E7BEC" w:rsidRPr="00407825" w:rsidRDefault="004E7BEC" w:rsidP="003F5256">
            <w:pPr>
              <w:jc w:val="center"/>
            </w:pPr>
            <w:r w:rsidRPr="00407825">
              <w:t>64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65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66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67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68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69</w:t>
            </w:r>
          </w:p>
        </w:tc>
        <w:tc>
          <w:tcPr>
            <w:tcW w:w="886" w:type="dxa"/>
          </w:tcPr>
          <w:p w:rsidR="004E7BEC" w:rsidRPr="00407825" w:rsidRDefault="004E7BEC" w:rsidP="003F5256">
            <w:pPr>
              <w:jc w:val="center"/>
            </w:pPr>
            <w:r w:rsidRPr="00407825">
              <w:t>70</w:t>
            </w:r>
          </w:p>
        </w:tc>
      </w:tr>
    </w:tbl>
    <w:p w:rsidR="004E7BEC" w:rsidRDefault="004E7BEC" w:rsidP="00612173"/>
    <w:p w:rsidR="004E7BEC" w:rsidRDefault="004E7BEC" w:rsidP="00612173"/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7.   What number comes between 19 and 21?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19,  ______________, 21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10</w:t>
      </w:r>
      <w:r>
        <w:tab/>
      </w:r>
      <w:r>
        <w:tab/>
        <w:t>3</w:t>
      </w:r>
      <w:r>
        <w:tab/>
      </w:r>
      <w:r>
        <w:tab/>
        <w:t>20</w:t>
      </w:r>
      <w:r>
        <w:tab/>
      </w:r>
      <w:r>
        <w:tab/>
        <w:t>35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612173"/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8.  What number comes between 4 and 6?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4, ______________, 6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8</w:t>
      </w:r>
      <w:r>
        <w:tab/>
      </w:r>
      <w:r>
        <w:tab/>
        <w:t>10</w:t>
      </w:r>
      <w:r>
        <w:tab/>
      </w:r>
      <w:r>
        <w:tab/>
        <w:t>3</w:t>
      </w:r>
      <w:r>
        <w:tab/>
      </w:r>
      <w:r>
        <w:tab/>
        <w:t>5</w:t>
      </w:r>
    </w:p>
    <w:p w:rsidR="004E7BEC" w:rsidRPr="00612173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Pr="00991C93" w:rsidRDefault="004E7BEC" w:rsidP="00991C93"/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9.  What number comes next?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20, 30, 40, 50, 60, ____________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70</w:t>
      </w:r>
      <w:r>
        <w:tab/>
      </w:r>
      <w:r>
        <w:tab/>
        <w:t>50</w:t>
      </w:r>
      <w:r>
        <w:tab/>
      </w:r>
      <w:r>
        <w:tab/>
        <w:t>10</w:t>
      </w:r>
      <w:r>
        <w:tab/>
      </w:r>
      <w:r>
        <w:tab/>
        <w:t>7</w:t>
      </w:r>
    </w:p>
    <w:p w:rsidR="004E7BEC" w:rsidRPr="00991C93" w:rsidRDefault="004E7BEC" w:rsidP="00991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991C93"/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Count forwards by 1’s using the hundred’s chart.  What is the missing number?</w:t>
      </w:r>
    </w:p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11,  12,  13,  14,  15,  ________________</w:t>
      </w:r>
    </w:p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A.</w:t>
      </w:r>
      <w:r>
        <w:tab/>
      </w:r>
      <w:r>
        <w:tab/>
        <w:t>B.</w:t>
      </w:r>
      <w:r>
        <w:tab/>
      </w:r>
      <w:r>
        <w:tab/>
        <w:t>C.</w:t>
      </w:r>
      <w:r>
        <w:tab/>
      </w:r>
      <w:r>
        <w:tab/>
        <w:t>D.</w:t>
      </w:r>
    </w:p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10</w:t>
      </w:r>
      <w:r>
        <w:tab/>
      </w:r>
      <w:r>
        <w:tab/>
        <w:t>12</w:t>
      </w:r>
      <w:r>
        <w:tab/>
      </w:r>
      <w:r>
        <w:tab/>
        <w:t>16</w:t>
      </w:r>
      <w:r>
        <w:tab/>
      </w:r>
      <w:r>
        <w:tab/>
        <w:t>0</w:t>
      </w:r>
    </w:p>
    <w:p w:rsidR="004E7BEC" w:rsidRDefault="004E7BEC" w:rsidP="00D15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E7BEC" w:rsidRPr="00991C93" w:rsidRDefault="004E7BEC" w:rsidP="00991C93"/>
    <w:sectPr w:rsidR="004E7BEC" w:rsidRPr="00991C93" w:rsidSect="003F5256">
      <w:headerReference w:type="default" r:id="rId6"/>
      <w:footerReference w:type="even" r:id="rId7"/>
      <w:footerReference w:type="default" r:id="rId8"/>
      <w:pgSz w:w="12240" w:h="15840"/>
      <w:pgMar w:top="1440" w:right="1800" w:bottom="720" w:left="1800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BEC" w:rsidRDefault="004E7BEC" w:rsidP="00167196">
      <w:r>
        <w:separator/>
      </w:r>
    </w:p>
  </w:endnote>
  <w:endnote w:type="continuationSeparator" w:id="0">
    <w:p w:rsidR="004E7BEC" w:rsidRDefault="004E7BEC" w:rsidP="00167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EC" w:rsidRDefault="004E7BEC" w:rsidP="001C16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7BEC" w:rsidRDefault="004E7B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EC" w:rsidRDefault="004E7BEC" w:rsidP="001C16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E7BEC" w:rsidRDefault="004E7B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BEC" w:rsidRDefault="004E7BEC" w:rsidP="00167196">
      <w:r>
        <w:separator/>
      </w:r>
    </w:p>
  </w:footnote>
  <w:footnote w:type="continuationSeparator" w:id="0">
    <w:p w:rsidR="004E7BEC" w:rsidRDefault="004E7BEC" w:rsidP="00167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EC" w:rsidRPr="003F5256" w:rsidRDefault="004E7BEC">
    <w:pPr>
      <w:pStyle w:val="Header"/>
      <w:rPr>
        <w:rFonts w:ascii="Comic Sans MS" w:hAnsi="Comic Sans MS"/>
      </w:rPr>
    </w:pPr>
    <w:r>
      <w:rPr>
        <w:rFonts w:ascii="Comic Sans MS" w:hAnsi="Comic Sans MS"/>
        <w:sz w:val="20"/>
      </w:rPr>
      <w:t>Standard 1.00</w:t>
    </w:r>
    <w:r w:rsidRPr="003F5256">
      <w:rPr>
        <w:rFonts w:ascii="Comic Sans MS" w:hAnsi="Comic Sans MS"/>
        <w:sz w:val="20"/>
      </w:rPr>
      <w:t>- Demonstrate concepts of number sense by counting forward and backward by ones, twos, fives, and tens up to 100; counting forward and backward from an initial number other than 1; and using multiple representations for a given number.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3B"/>
    <w:rsid w:val="00167196"/>
    <w:rsid w:val="001C1609"/>
    <w:rsid w:val="001F49B9"/>
    <w:rsid w:val="00350CE0"/>
    <w:rsid w:val="00392B62"/>
    <w:rsid w:val="003940D8"/>
    <w:rsid w:val="003F5256"/>
    <w:rsid w:val="00406E99"/>
    <w:rsid w:val="00407825"/>
    <w:rsid w:val="00407BE1"/>
    <w:rsid w:val="004E7BEC"/>
    <w:rsid w:val="00612173"/>
    <w:rsid w:val="006D03BB"/>
    <w:rsid w:val="006F4D95"/>
    <w:rsid w:val="0083091C"/>
    <w:rsid w:val="00991C93"/>
    <w:rsid w:val="009E442E"/>
    <w:rsid w:val="00A2565A"/>
    <w:rsid w:val="00BC31A8"/>
    <w:rsid w:val="00D15730"/>
    <w:rsid w:val="00DB633B"/>
    <w:rsid w:val="00E50935"/>
    <w:rsid w:val="00E9662C"/>
    <w:rsid w:val="00ED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65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63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rsid w:val="003940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40D8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3940D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F52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4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321</Words>
  <Characters>1831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Standard 1</dc:title>
  <dc:subject/>
  <dc:creator>Matthew Remick</dc:creator>
  <cp:keywords/>
  <dc:description/>
  <cp:lastModifiedBy> </cp:lastModifiedBy>
  <cp:revision>3</cp:revision>
  <dcterms:created xsi:type="dcterms:W3CDTF">2010-09-22T17:48:00Z</dcterms:created>
  <dcterms:modified xsi:type="dcterms:W3CDTF">2010-09-22T21:13:00Z</dcterms:modified>
</cp:coreProperties>
</file>