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B0" w:rsidRDefault="00D922B0">
      <w:r>
        <w:t>Name: 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  <w:rPr>
                <w:sz w:val="32"/>
                <w:szCs w:val="32"/>
                <w:u w:val="single"/>
              </w:rPr>
            </w:pPr>
            <w:r w:rsidRPr="00D936D8">
              <w:t>1</w:t>
            </w:r>
            <w:r w:rsidRPr="00D936D8">
              <w:rPr>
                <w:sz w:val="36"/>
                <w:szCs w:val="36"/>
              </w:rPr>
              <w:t xml:space="preserve">.)    </w:t>
            </w:r>
            <w:r w:rsidRPr="00D936D8">
              <w:rPr>
                <w:sz w:val="32"/>
                <w:szCs w:val="32"/>
              </w:rPr>
              <w:t xml:space="preserve">Shade in    </w:t>
            </w:r>
            <w:r w:rsidRPr="00D936D8">
              <w:rPr>
                <w:sz w:val="32"/>
                <w:szCs w:val="32"/>
                <w:u w:val="single"/>
              </w:rPr>
              <w:t>1.</w:t>
            </w:r>
          </w:p>
          <w:p w:rsidR="00D922B0" w:rsidRPr="00D936D8" w:rsidRDefault="00D922B0" w:rsidP="00D936D8">
            <w:pPr>
              <w:spacing w:after="0" w:line="240" w:lineRule="auto"/>
              <w:rPr>
                <w:sz w:val="32"/>
                <w:szCs w:val="32"/>
              </w:rPr>
            </w:pPr>
            <w:r w:rsidRPr="00D936D8">
              <w:rPr>
                <w:sz w:val="32"/>
                <w:szCs w:val="32"/>
              </w:rPr>
              <w:t xml:space="preserve">                            4</w:t>
            </w:r>
          </w:p>
          <w:p w:rsidR="00D922B0" w:rsidRPr="00D936D8" w:rsidRDefault="00D922B0" w:rsidP="00D936D8">
            <w:pPr>
              <w:spacing w:after="0" w:line="240" w:lineRule="auto"/>
              <w:rPr>
                <w:sz w:val="32"/>
                <w:szCs w:val="32"/>
              </w:rPr>
            </w:pPr>
          </w:p>
          <w:p w:rsidR="00D922B0" w:rsidRPr="00D936D8" w:rsidRDefault="00D922B0" w:rsidP="00D936D8">
            <w:pPr>
              <w:spacing w:after="0" w:line="240" w:lineRule="auto"/>
            </w:pPr>
            <w:r w:rsidRPr="00D936D8">
              <w:t>      </w:t>
            </w:r>
            <w:r w:rsidRPr="00D936D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http://www.edhelperclipart.com/clipart/fractionsf/baseballs_4.gif" style="width:90pt;height:90pt;visibility:visible">
                  <v:imagedata r:id="rId6" o:title=""/>
                </v:shape>
              </w:pict>
            </w: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  <w:rPr>
                <w:sz w:val="32"/>
                <w:szCs w:val="32"/>
                <w:u w:val="single"/>
              </w:rPr>
            </w:pPr>
            <w:r w:rsidRPr="00D936D8">
              <w:t xml:space="preserve">2.)  </w:t>
            </w:r>
            <w:r w:rsidRPr="00D936D8">
              <w:rPr>
                <w:sz w:val="32"/>
                <w:szCs w:val="32"/>
              </w:rPr>
              <w:t xml:space="preserve">Shade in   </w:t>
            </w:r>
            <w:r w:rsidRPr="00D936D8">
              <w:rPr>
                <w:sz w:val="32"/>
                <w:szCs w:val="32"/>
                <w:u w:val="single"/>
              </w:rPr>
              <w:t>3.</w:t>
            </w:r>
          </w:p>
          <w:p w:rsidR="00D922B0" w:rsidRPr="00D936D8" w:rsidRDefault="00D922B0" w:rsidP="00D936D8">
            <w:pPr>
              <w:spacing w:after="0" w:line="240" w:lineRule="auto"/>
              <w:rPr>
                <w:sz w:val="32"/>
                <w:szCs w:val="32"/>
              </w:rPr>
            </w:pPr>
            <w:r w:rsidRPr="00D936D8">
              <w:rPr>
                <w:sz w:val="32"/>
                <w:szCs w:val="32"/>
              </w:rPr>
              <w:t xml:space="preserve">                       4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  <w:r w:rsidRPr="00D936D8">
              <w:t>    </w:t>
            </w:r>
            <w:r w:rsidRPr="00D936D8">
              <w:rPr>
                <w:noProof/>
              </w:rPr>
              <w:pict>
                <v:shape id="Picture 4" o:spid="_x0000_i1026" type="#_x0000_t75" alt="http://www.edhelperclipart.com/clipart/fractionsf/whales_4.gif" style="width:90pt;height:90pt;visibility:visible">
                  <v:imagedata r:id="rId7" o:title=""/>
                </v:shape>
              </w:pic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</w:tc>
      </w:tr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3.)   Circle the correct fraction.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D922B0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" o:spid="_x0000_i1027" type="#_x0000_t75" alt="http://www.edhelperclipart.com/clipart/fractionsf/shape4_4a_1.gif" style="width:60pt;height:60pt;visibility:visible">
                        <v:imagedata r:id="rId8" o:title=""/>
                      </v:shape>
                    </w:pict>
                  </w:r>
                </w:p>
              </w:tc>
            </w:tr>
            <w:tr w:rsidR="00D922B0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60"/>
                  </w:tblGrid>
                  <w:tr w:rsidR="00D922B0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8" o:spid="_x0000_i1028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9" o:spid="_x0000_i1029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0" o:spid="_x0000_i1030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922B0" w:rsidRPr="00D936D8" w:rsidRDefault="00D922B0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4.)  Circle the correct fraction.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72"/>
            </w:tblGrid>
            <w:tr w:rsidR="00D922B0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5" o:spid="_x0000_i1031" type="#_x0000_t75" alt="http://www.edhelperclipart.com/clipart/fractionsf/shape5_4a_1.gif" style="width:60pt;height:60pt;visibility:visible">
                        <v:imagedata r:id="rId10" o:title=""/>
                      </v:shape>
                    </w:pict>
                  </w:r>
                </w:p>
              </w:tc>
            </w:tr>
            <w:tr w:rsidR="00D922B0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330"/>
                    <w:gridCol w:w="360"/>
                    <w:gridCol w:w="330"/>
                    <w:gridCol w:w="360"/>
                    <w:gridCol w:w="330"/>
                    <w:gridCol w:w="180"/>
                  </w:tblGrid>
                  <w:tr w:rsidR="00D922B0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6" o:spid="_x0000_i1032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7" o:spid="_x0000_i1033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8" o:spid="_x0000_i1034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D922B0" w:rsidRPr="00DB5F2B" w:rsidRDefault="00D922B0" w:rsidP="00DB5F2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DB5F2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 </w:t>
                        </w:r>
                      </w:p>
                    </w:tc>
                  </w:tr>
                  <w:tr w:rsidR="00D922B0" w:rsidRPr="00D936D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p w:rsidR="00D922B0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922B0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922B0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922B0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922B0" w:rsidRPr="00DB5F2B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922B0" w:rsidRPr="00DB5F2B" w:rsidRDefault="00D922B0" w:rsidP="00DB5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922B0" w:rsidRPr="00D936D8" w:rsidRDefault="00D922B0" w:rsidP="00D936D8">
            <w:pPr>
              <w:spacing w:after="0" w:line="240" w:lineRule="auto"/>
            </w:pPr>
          </w:p>
        </w:tc>
      </w:tr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5.)  Draw the line of symmetry.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  <w:r w:rsidRPr="00D936D8">
              <w:rPr>
                <w:noProof/>
              </w:rPr>
              <w:pict>
                <v:shape id="Picture 23" o:spid="_x0000_i1035" type="#_x0000_t75" alt="http://www.edhelperclipart.com/clipart/fractionsf/sym26.gif" style="width:60pt;height:60pt;visibility:visible">
                  <v:imagedata r:id="rId11" o:title=""/>
                </v:shape>
              </w:pict>
            </w: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6.)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6" o:spid="_x0000_i1036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7" o:spid="_x0000_i1037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8" o:spid="_x0000_i1038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9" o:spid="_x0000_i1039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0" o:spid="_x0000_i1040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1" o:spid="_x0000_i1041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2" o:spid="_x0000_i1042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3" o:spid="_x0000_i1043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4" o:spid="_x0000_i1044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5" o:spid="_x0000_i1045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6" o:spid="_x0000_i1046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7" o:spid="_x0000_i1047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8" o:spid="_x0000_i1048" type="#_x0000_t75" alt="http://www.edhelperclipart.com/clipart/mathsmallblocks/yellow/10.gif" style="width:9.75pt;height:77.25pt;visibility:visible">
                  <v:imagedata r:id="rId12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9" o:spid="_x0000_i1049" type="#_x0000_t75" alt="http://www.edhelperclipart.com/clipart/mathsmallblocks/b2.gif" style="width:2.25pt;height:2.25pt;visibility:visible">
                  <v:imagedata r:id="rId13" o:title=""/>
                </v:shape>
              </w:pict>
            </w:r>
            <w:r w:rsidRPr="00D936D8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40" o:spid="_x0000_i1050" type="#_x0000_t75" alt="http://www.edhelperclipart.com/clipart/mathsmallblocks/yellow/1.gif" style="width:9.75pt;height:9.75pt;visibility:visible">
                  <v:imagedata r:id="rId14" o:title=""/>
                </v:shape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344"/>
              <w:gridCol w:w="2228"/>
            </w:tblGrid>
            <w:tr w:rsidR="00D922B0" w:rsidRPr="00D936D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___ tens</w:t>
                  </w:r>
                </w:p>
              </w:tc>
              <w:tc>
                <w:tcPr>
                  <w:tcW w:w="0" w:type="auto"/>
                  <w:vAlign w:val="center"/>
                </w:tcPr>
                <w:p w:rsidR="00D922B0" w:rsidRPr="00DB5F2B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___ one</w:t>
                  </w:r>
                </w:p>
              </w:tc>
            </w:tr>
          </w:tbl>
          <w:p w:rsidR="00D922B0" w:rsidRPr="00D936D8" w:rsidRDefault="00D922B0" w:rsidP="00D93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2B0" w:rsidRPr="00D936D8" w:rsidRDefault="00D922B0" w:rsidP="00D93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6D8">
              <w:rPr>
                <w:rFonts w:ascii="Times New Roman" w:hAnsi="Times New Roman"/>
                <w:sz w:val="24"/>
                <w:szCs w:val="24"/>
              </w:rPr>
              <w:t>Write the</w:t>
            </w:r>
            <w:r w:rsidRPr="00D936D8">
              <w:rPr>
                <w:rFonts w:ascii="Times New Roman" w:hAnsi="Times New Roman"/>
                <w:sz w:val="24"/>
                <w:szCs w:val="24"/>
              </w:rPr>
              <w:br/>
              <w:t>number:  ______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</w:tc>
      </w:tr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7.)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D922B0" w:rsidRPr="00D936D8">
              <w:trPr>
                <w:tblCellSpacing w:w="15" w:type="dxa"/>
              </w:trPr>
              <w:tc>
                <w:tcPr>
                  <w:tcW w:w="150" w:type="pct"/>
                </w:tcPr>
                <w:p w:rsidR="00D922B0" w:rsidRPr="00DB5F2B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D922B0" w:rsidRPr="00DB5F2B" w:rsidRDefault="00D922B0" w:rsidP="00DB5F2B">
                  <w:pPr>
                    <w:spacing w:after="24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6" o:spid="_x0000_i1051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7" o:spid="_x0000_i1052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8" o:spid="_x0000_i1053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59" o:spid="_x0000_i1054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0" o:spid="_x0000_i1055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1" o:spid="_x0000_i1056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2" o:spid="_x0000_i1057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3" o:spid="_x0000_i1058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4" o:spid="_x0000_i1059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5" o:spid="_x0000_i1060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6" o:spid="_x0000_i1061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7" o:spid="_x0000_i1062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8" o:spid="_x0000_i1063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69" o:spid="_x0000_i1064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0" o:spid="_x0000_i1065" type="#_x0000_t75" alt="http://www.edhelperclipart.com/clipart/mathsmallblocks/blue/10.gif" style="width:9.75pt;height:77.25pt;visibility:visible">
                        <v:imagedata r:id="rId15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1" o:spid="_x0000_i1066" type="#_x0000_t75" alt="http://www.edhelperclipart.com/clipart/mathsmallblocks/b2.gif" style="width:2.25pt;height:2.25pt;visibility:visible">
                        <v:imagedata r:id="rId13" o:title=""/>
                      </v:shape>
                    </w:pict>
                  </w: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72" o:spid="_x0000_i1067" type="#_x0000_t75" alt="http://www.edhelperclipart.com/clipart/mathsmallblocks/blue/3a.gif" style="width:12pt;height:36pt;visibility:visible">
                        <v:imagedata r:id="rId16" o:title=""/>
                      </v:shape>
                    </w:pic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083"/>
                    <w:gridCol w:w="2219"/>
                  </w:tblGrid>
                  <w:tr w:rsidR="00D922B0" w:rsidRPr="00D936D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 tens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DB5F2B" w:rsidRDefault="00D922B0" w:rsidP="00DB5F2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DB5F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 ones</w:t>
                        </w:r>
                      </w:p>
                    </w:tc>
                  </w:tr>
                </w:tbl>
                <w:p w:rsidR="00D922B0" w:rsidRPr="00DB5F2B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922B0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t>Write the</w:t>
                  </w:r>
                  <w:r w:rsidRPr="00DB5F2B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number:  ______</w:t>
                  </w:r>
                </w:p>
                <w:p w:rsidR="00D922B0" w:rsidRPr="00DB5F2B" w:rsidRDefault="00D922B0" w:rsidP="00DB5F2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922B0" w:rsidRPr="00D936D8" w:rsidRDefault="00D922B0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8.)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67</w:t>
            </w:r>
          </w:p>
          <w:p w:rsidR="00D922B0" w:rsidRPr="00D936D8" w:rsidRDefault="00D922B0" w:rsidP="00D936D8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936D8">
              <w:rPr>
                <w:sz w:val="36"/>
                <w:szCs w:val="36"/>
                <w:u w:val="single"/>
              </w:rPr>
              <w:t>-43</w:t>
            </w:r>
          </w:p>
        </w:tc>
      </w:tr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 xml:space="preserve">9.)  </w:t>
            </w:r>
          </w:p>
          <w:p w:rsidR="00D922B0" w:rsidRPr="00D936D8" w:rsidRDefault="00D922B0" w:rsidP="00D936D8">
            <w:pPr>
              <w:spacing w:after="0" w:line="240" w:lineRule="auto"/>
            </w:pPr>
            <w:r w:rsidRPr="00D936D8">
              <w:t xml:space="preserve">                </w:t>
            </w:r>
          </w:p>
          <w:p w:rsidR="00D922B0" w:rsidRPr="00D936D8" w:rsidRDefault="00D922B0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>11+ 8= _______</w:t>
            </w: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 xml:space="preserve">10.)         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7 + 2  + 2 = _______</w:t>
            </w: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</w:p>
          <w:p w:rsidR="00D922B0" w:rsidRPr="00D936D8" w:rsidRDefault="00D922B0" w:rsidP="00D936D8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  <w:tr w:rsidR="00D922B0" w:rsidRPr="00D936D8" w:rsidTr="00D936D8"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Bonus: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5"/>
              <w:gridCol w:w="4377"/>
            </w:tblGrid>
            <w:tr w:rsidR="00D922B0" w:rsidRPr="00D936D8">
              <w:trPr>
                <w:tblCellSpacing w:w="15" w:type="dxa"/>
              </w:trPr>
              <w:tc>
                <w:tcPr>
                  <w:tcW w:w="150" w:type="pct"/>
                </w:tcPr>
                <w:p w:rsidR="00D922B0" w:rsidRPr="00115791" w:rsidRDefault="00D922B0" w:rsidP="0011579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5791">
                    <w:rPr>
                      <w:rFonts w:ascii="Times New Roman" w:hAnsi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0" w:type="auto"/>
                </w:tcPr>
                <w:p w:rsidR="00D922B0" w:rsidRPr="00115791" w:rsidRDefault="00D922B0" w:rsidP="0011579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579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Draw a line to show fourths.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707"/>
                    <w:gridCol w:w="330"/>
                    <w:gridCol w:w="120"/>
                  </w:tblGrid>
                  <w:tr w:rsidR="00D922B0" w:rsidRPr="00D936D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D922B0" w:rsidRPr="00115791" w:rsidRDefault="00D922B0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15791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Color</w:t>
                        </w:r>
                        <w:r w:rsidRPr="0011579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A0"/>
                        </w:tblPr>
                        <w:tblGrid>
                          <w:gridCol w:w="330"/>
                        </w:tblGrid>
                        <w:tr w:rsidR="00D922B0" w:rsidRPr="00D936D8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D922B0" w:rsidRPr="00115791" w:rsidRDefault="00D922B0" w:rsidP="0011579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115791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11579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D936D8"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pict>
                                  <v:shape id="Picture 102" o:spid="_x0000_i1068" type="#_x0000_t75" alt="http://www.edhelperclipart.com/clipart/fractdiv2.gif" style="width:12pt;height:1.5pt;visibility:visible">
                                    <v:imagedata r:id="rId9" o:title=""/>
                                  </v:shape>
                                </w:pict>
                              </w:r>
                              <w:r w:rsidRPr="00115791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115791"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D922B0" w:rsidRPr="00115791" w:rsidRDefault="00D922B0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D922B0" w:rsidRPr="00115791" w:rsidRDefault="00D922B0" w:rsidP="0011579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1579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  <w:r w:rsidRPr="00115791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D922B0" w:rsidRPr="00115791" w:rsidRDefault="00D922B0" w:rsidP="0011579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36D8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pict>
                      <v:shape id="Picture 103" o:spid="_x0000_i1069" type="#_x0000_t75" alt="http://www.edhelperclipart.com/clipart/fractionsf/shape1.gif" style="width:60pt;height:60pt;visibility:visible">
                        <v:imagedata r:id="rId17" o:title=""/>
                      </v:shape>
                    </w:pict>
                  </w:r>
                </w:p>
              </w:tc>
            </w:tr>
          </w:tbl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</w:tc>
        <w:tc>
          <w:tcPr>
            <w:tcW w:w="4788" w:type="dxa"/>
          </w:tcPr>
          <w:p w:rsidR="00D922B0" w:rsidRPr="00D936D8" w:rsidRDefault="00D922B0" w:rsidP="00D936D8">
            <w:pPr>
              <w:spacing w:after="0" w:line="240" w:lineRule="auto"/>
            </w:pPr>
            <w:r w:rsidRPr="00D936D8">
              <w:t>Bonus: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</w:pPr>
          </w:p>
          <w:p w:rsidR="00D922B0" w:rsidRPr="00D936D8" w:rsidRDefault="00D922B0" w:rsidP="00D936D8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D936D8">
              <w:rPr>
                <w:sz w:val="36"/>
                <w:szCs w:val="36"/>
              </w:rPr>
              <w:t xml:space="preserve"> 6856</w:t>
            </w:r>
          </w:p>
          <w:p w:rsidR="00D922B0" w:rsidRPr="00D936D8" w:rsidRDefault="00D922B0" w:rsidP="00D936D8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D936D8">
              <w:rPr>
                <w:sz w:val="36"/>
                <w:szCs w:val="36"/>
                <w:u w:val="single"/>
              </w:rPr>
              <w:t>-3625</w:t>
            </w:r>
          </w:p>
          <w:p w:rsidR="00D922B0" w:rsidRPr="00D936D8" w:rsidRDefault="00D922B0" w:rsidP="00D936D8">
            <w:pPr>
              <w:spacing w:after="0" w:line="240" w:lineRule="auto"/>
            </w:pPr>
          </w:p>
        </w:tc>
      </w:tr>
    </w:tbl>
    <w:p w:rsidR="00D922B0" w:rsidRDefault="00D922B0"/>
    <w:sectPr w:rsidR="00D922B0" w:rsidSect="00DD532D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B0" w:rsidRDefault="00D922B0" w:rsidP="00F13B3F">
      <w:pPr>
        <w:spacing w:after="0" w:line="240" w:lineRule="auto"/>
      </w:pPr>
      <w:r>
        <w:separator/>
      </w:r>
    </w:p>
  </w:endnote>
  <w:endnote w:type="continuationSeparator" w:id="0">
    <w:p w:rsidR="00D922B0" w:rsidRDefault="00D922B0" w:rsidP="00F1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B0" w:rsidRDefault="00D922B0" w:rsidP="00F13B3F">
      <w:pPr>
        <w:spacing w:after="0" w:line="240" w:lineRule="auto"/>
      </w:pPr>
      <w:r>
        <w:separator/>
      </w:r>
    </w:p>
  </w:footnote>
  <w:footnote w:type="continuationSeparator" w:id="0">
    <w:p w:rsidR="00D922B0" w:rsidRDefault="00D922B0" w:rsidP="00F1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2B0" w:rsidRDefault="00D922B0">
    <w:pPr>
      <w:pStyle w:val="Header"/>
    </w:pPr>
    <w:r>
      <w:t>COS M.1.4 &amp; 1.8 Fractions #2 and Review</w:t>
    </w:r>
  </w:p>
  <w:p w:rsidR="00D922B0" w:rsidRDefault="00D922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B3F"/>
    <w:rsid w:val="00115791"/>
    <w:rsid w:val="002D3DE1"/>
    <w:rsid w:val="005B016F"/>
    <w:rsid w:val="0072406F"/>
    <w:rsid w:val="00AC3CDB"/>
    <w:rsid w:val="00C81514"/>
    <w:rsid w:val="00D922B0"/>
    <w:rsid w:val="00D936D8"/>
    <w:rsid w:val="00DB5F2B"/>
    <w:rsid w:val="00DD532D"/>
    <w:rsid w:val="00EC1F4A"/>
    <w:rsid w:val="00F1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3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3B3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13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3B3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3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3B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13B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1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107</Words>
  <Characters>612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</dc:title>
  <dc:subject/>
  <dc:creator>susan remick</dc:creator>
  <cp:keywords/>
  <dc:description/>
  <cp:lastModifiedBy> </cp:lastModifiedBy>
  <cp:revision>2</cp:revision>
  <dcterms:created xsi:type="dcterms:W3CDTF">2011-02-10T20:43:00Z</dcterms:created>
  <dcterms:modified xsi:type="dcterms:W3CDTF">2011-02-10T20:43:00Z</dcterms:modified>
</cp:coreProperties>
</file>