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7B" w:rsidRDefault="00D6757B" w:rsidP="008F1AA4">
      <w:r>
        <w:t>Name: __________________________________</w:t>
      </w:r>
    </w:p>
    <w:p w:rsidR="00D6757B" w:rsidRDefault="00D6757B" w:rsidP="008F1AA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8"/>
        <w:gridCol w:w="4788"/>
      </w:tblGrid>
      <w:tr w:rsidR="00D6757B" w:rsidRPr="00C47AC8" w:rsidTr="00C47AC8">
        <w:tc>
          <w:tcPr>
            <w:tcW w:w="4788" w:type="dxa"/>
          </w:tcPr>
          <w:p w:rsidR="00D6757B" w:rsidRPr="00C47AC8" w:rsidRDefault="00D6757B" w:rsidP="00C47AC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C47AC8">
              <w:rPr>
                <w:sz w:val="36"/>
                <w:szCs w:val="36"/>
              </w:rPr>
              <w:t xml:space="preserve">         8</w:t>
            </w:r>
          </w:p>
          <w:p w:rsidR="00D6757B" w:rsidRPr="00C47AC8" w:rsidRDefault="00D6757B" w:rsidP="00C47AC8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  <w:r w:rsidRPr="00C47AC8">
              <w:rPr>
                <w:sz w:val="36"/>
                <w:szCs w:val="36"/>
              </w:rPr>
              <w:t xml:space="preserve">                  2</w:t>
            </w:r>
          </w:p>
          <w:p w:rsidR="00D6757B" w:rsidRPr="00C47AC8" w:rsidRDefault="00D6757B" w:rsidP="00C47AC8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C47AC8">
              <w:rPr>
                <w:sz w:val="36"/>
                <w:szCs w:val="36"/>
              </w:rPr>
              <w:t xml:space="preserve">                        </w:t>
            </w:r>
            <w:r w:rsidRPr="00C47AC8">
              <w:rPr>
                <w:sz w:val="36"/>
                <w:szCs w:val="36"/>
                <w:u w:val="single"/>
              </w:rPr>
              <w:t xml:space="preserve">+ 1    </w:t>
            </w:r>
          </w:p>
          <w:p w:rsidR="00D6757B" w:rsidRPr="00C47AC8" w:rsidRDefault="00D6757B" w:rsidP="00C47AC8">
            <w:pPr>
              <w:spacing w:after="0" w:line="240" w:lineRule="auto"/>
            </w:pPr>
          </w:p>
          <w:p w:rsidR="00D6757B" w:rsidRPr="00C47AC8" w:rsidRDefault="00D6757B" w:rsidP="00C47AC8">
            <w:pPr>
              <w:spacing w:after="0" w:line="240" w:lineRule="auto"/>
            </w:pPr>
          </w:p>
          <w:p w:rsidR="00D6757B" w:rsidRPr="00C47AC8" w:rsidRDefault="00D6757B" w:rsidP="00C47AC8">
            <w:pPr>
              <w:spacing w:after="0" w:line="240" w:lineRule="auto"/>
            </w:pPr>
          </w:p>
        </w:tc>
        <w:tc>
          <w:tcPr>
            <w:tcW w:w="4788" w:type="dxa"/>
          </w:tcPr>
          <w:p w:rsidR="00D6757B" w:rsidRPr="00C47AC8" w:rsidRDefault="00D6757B" w:rsidP="00C47AC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C47AC8">
              <w:rPr>
                <w:sz w:val="36"/>
                <w:szCs w:val="36"/>
              </w:rPr>
              <w:t xml:space="preserve">         3</w:t>
            </w:r>
          </w:p>
          <w:p w:rsidR="00D6757B" w:rsidRPr="00C47AC8" w:rsidRDefault="00D6757B" w:rsidP="00C47AC8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  <w:r w:rsidRPr="00C47AC8">
              <w:rPr>
                <w:sz w:val="36"/>
                <w:szCs w:val="36"/>
              </w:rPr>
              <w:t xml:space="preserve">                  9</w:t>
            </w:r>
          </w:p>
          <w:p w:rsidR="00D6757B" w:rsidRPr="00C47AC8" w:rsidRDefault="00D6757B" w:rsidP="00C47AC8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C47AC8">
              <w:rPr>
                <w:sz w:val="36"/>
                <w:szCs w:val="36"/>
              </w:rPr>
              <w:t xml:space="preserve">                        </w:t>
            </w:r>
            <w:r w:rsidRPr="00C47AC8">
              <w:rPr>
                <w:sz w:val="36"/>
                <w:szCs w:val="36"/>
                <w:u w:val="single"/>
              </w:rPr>
              <w:t xml:space="preserve">+ 1    </w:t>
            </w:r>
          </w:p>
          <w:p w:rsidR="00D6757B" w:rsidRPr="00C47AC8" w:rsidRDefault="00D6757B" w:rsidP="00C47AC8">
            <w:pPr>
              <w:spacing w:after="0" w:line="240" w:lineRule="auto"/>
            </w:pPr>
          </w:p>
          <w:p w:rsidR="00D6757B" w:rsidRPr="00C47AC8" w:rsidRDefault="00D6757B" w:rsidP="00C47AC8">
            <w:pPr>
              <w:spacing w:after="0" w:line="240" w:lineRule="auto"/>
              <w:ind w:left="360"/>
            </w:pPr>
          </w:p>
        </w:tc>
      </w:tr>
      <w:tr w:rsidR="00D6757B" w:rsidRPr="00C47AC8" w:rsidTr="00C47AC8">
        <w:tc>
          <w:tcPr>
            <w:tcW w:w="4788" w:type="dxa"/>
          </w:tcPr>
          <w:p w:rsidR="00D6757B" w:rsidRPr="00C47AC8" w:rsidRDefault="00D6757B" w:rsidP="00C47AC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C47AC8">
              <w:t xml:space="preserve">               </w:t>
            </w:r>
            <w:r w:rsidRPr="00C47AC8">
              <w:rPr>
                <w:sz w:val="36"/>
                <w:szCs w:val="36"/>
              </w:rPr>
              <w:t>2</w:t>
            </w:r>
          </w:p>
          <w:p w:rsidR="00D6757B" w:rsidRPr="00C47AC8" w:rsidRDefault="00D6757B" w:rsidP="00C47AC8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  <w:r w:rsidRPr="00C47AC8">
              <w:rPr>
                <w:sz w:val="36"/>
                <w:szCs w:val="36"/>
              </w:rPr>
              <w:t xml:space="preserve">                  7</w:t>
            </w:r>
          </w:p>
          <w:p w:rsidR="00D6757B" w:rsidRPr="00C47AC8" w:rsidRDefault="00D6757B" w:rsidP="00C47AC8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C47AC8">
              <w:rPr>
                <w:sz w:val="36"/>
                <w:szCs w:val="36"/>
              </w:rPr>
              <w:t xml:space="preserve">                        </w:t>
            </w:r>
            <w:r w:rsidRPr="00C47AC8">
              <w:rPr>
                <w:sz w:val="36"/>
                <w:szCs w:val="36"/>
                <w:u w:val="single"/>
              </w:rPr>
              <w:t xml:space="preserve">+ 4   </w:t>
            </w:r>
          </w:p>
          <w:p w:rsidR="00D6757B" w:rsidRPr="00C47AC8" w:rsidRDefault="00D6757B" w:rsidP="00C47AC8">
            <w:pPr>
              <w:pStyle w:val="ListParagraph"/>
              <w:spacing w:after="0" w:line="240" w:lineRule="auto"/>
            </w:pPr>
          </w:p>
          <w:p w:rsidR="00D6757B" w:rsidRPr="00C47AC8" w:rsidRDefault="00D6757B" w:rsidP="00C47AC8">
            <w:pPr>
              <w:spacing w:after="0" w:line="240" w:lineRule="auto"/>
            </w:pPr>
          </w:p>
          <w:p w:rsidR="00D6757B" w:rsidRPr="00C47AC8" w:rsidRDefault="00D6757B" w:rsidP="00C47AC8">
            <w:pPr>
              <w:spacing w:after="0" w:line="240" w:lineRule="auto"/>
            </w:pPr>
          </w:p>
        </w:tc>
        <w:tc>
          <w:tcPr>
            <w:tcW w:w="4788" w:type="dxa"/>
          </w:tcPr>
          <w:p w:rsidR="00D6757B" w:rsidRPr="00C47AC8" w:rsidRDefault="00D6757B" w:rsidP="00C47AC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C47AC8">
              <w:rPr>
                <w:sz w:val="36"/>
                <w:szCs w:val="36"/>
              </w:rPr>
              <w:t xml:space="preserve">         6</w:t>
            </w:r>
          </w:p>
          <w:p w:rsidR="00D6757B" w:rsidRPr="00C47AC8" w:rsidRDefault="00D6757B" w:rsidP="00C47AC8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  <w:r w:rsidRPr="00C47AC8">
              <w:rPr>
                <w:sz w:val="36"/>
                <w:szCs w:val="36"/>
              </w:rPr>
              <w:t xml:space="preserve">                  3</w:t>
            </w:r>
          </w:p>
          <w:p w:rsidR="00D6757B" w:rsidRPr="00C47AC8" w:rsidRDefault="00D6757B" w:rsidP="00C47AC8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C47AC8">
              <w:rPr>
                <w:sz w:val="36"/>
                <w:szCs w:val="36"/>
              </w:rPr>
              <w:t xml:space="preserve">                        </w:t>
            </w:r>
            <w:r w:rsidRPr="00C47AC8">
              <w:rPr>
                <w:sz w:val="36"/>
                <w:szCs w:val="36"/>
                <w:u w:val="single"/>
              </w:rPr>
              <w:t xml:space="preserve">+ 5  </w:t>
            </w:r>
          </w:p>
          <w:p w:rsidR="00D6757B" w:rsidRPr="00C47AC8" w:rsidRDefault="00D6757B" w:rsidP="00C47AC8">
            <w:pPr>
              <w:pStyle w:val="ListParagraph"/>
              <w:spacing w:after="0" w:line="240" w:lineRule="auto"/>
            </w:pPr>
          </w:p>
        </w:tc>
      </w:tr>
      <w:tr w:rsidR="00D6757B" w:rsidRPr="00C47AC8" w:rsidTr="00C47AC8">
        <w:tc>
          <w:tcPr>
            <w:tcW w:w="4788" w:type="dxa"/>
          </w:tcPr>
          <w:p w:rsidR="00D6757B" w:rsidRPr="00C47AC8" w:rsidRDefault="00D6757B" w:rsidP="00C47AC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C47AC8">
              <w:rPr>
                <w:sz w:val="36"/>
                <w:szCs w:val="36"/>
              </w:rPr>
              <w:t xml:space="preserve">         6</w:t>
            </w:r>
          </w:p>
          <w:p w:rsidR="00D6757B" w:rsidRPr="00C47AC8" w:rsidRDefault="00D6757B" w:rsidP="00C47AC8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  <w:r w:rsidRPr="00C47AC8">
              <w:rPr>
                <w:sz w:val="36"/>
                <w:szCs w:val="36"/>
              </w:rPr>
              <w:t xml:space="preserve">                  5</w:t>
            </w:r>
          </w:p>
          <w:p w:rsidR="00D6757B" w:rsidRPr="00C47AC8" w:rsidRDefault="00D6757B" w:rsidP="00C47AC8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C47AC8">
              <w:rPr>
                <w:sz w:val="36"/>
                <w:szCs w:val="36"/>
              </w:rPr>
              <w:t xml:space="preserve">                        </w:t>
            </w:r>
            <w:r w:rsidRPr="00C47AC8">
              <w:rPr>
                <w:sz w:val="36"/>
                <w:szCs w:val="36"/>
                <w:u w:val="single"/>
              </w:rPr>
              <w:t xml:space="preserve">+ 2 </w:t>
            </w:r>
          </w:p>
          <w:p w:rsidR="00D6757B" w:rsidRPr="00C47AC8" w:rsidRDefault="00D6757B" w:rsidP="00C47AC8">
            <w:pPr>
              <w:spacing w:after="0" w:line="240" w:lineRule="auto"/>
              <w:ind w:left="360"/>
            </w:pPr>
          </w:p>
          <w:p w:rsidR="00D6757B" w:rsidRPr="00C47AC8" w:rsidRDefault="00D6757B" w:rsidP="00C47AC8">
            <w:pPr>
              <w:spacing w:after="0" w:line="240" w:lineRule="auto"/>
            </w:pPr>
          </w:p>
          <w:p w:rsidR="00D6757B" w:rsidRPr="00C47AC8" w:rsidRDefault="00D6757B" w:rsidP="00C47AC8">
            <w:pPr>
              <w:spacing w:after="0" w:line="240" w:lineRule="auto"/>
            </w:pPr>
          </w:p>
        </w:tc>
        <w:tc>
          <w:tcPr>
            <w:tcW w:w="4788" w:type="dxa"/>
          </w:tcPr>
          <w:p w:rsidR="00D6757B" w:rsidRPr="00C47AC8" w:rsidRDefault="00D6757B" w:rsidP="00C47AC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C47AC8">
              <w:rPr>
                <w:sz w:val="36"/>
                <w:szCs w:val="36"/>
              </w:rPr>
              <w:t xml:space="preserve">         5</w:t>
            </w:r>
          </w:p>
          <w:p w:rsidR="00D6757B" w:rsidRPr="00C47AC8" w:rsidRDefault="00D6757B" w:rsidP="00C47AC8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  <w:r w:rsidRPr="00C47AC8">
              <w:rPr>
                <w:sz w:val="36"/>
                <w:szCs w:val="36"/>
              </w:rPr>
              <w:t xml:space="preserve">                  5</w:t>
            </w:r>
          </w:p>
          <w:p w:rsidR="00D6757B" w:rsidRPr="00C47AC8" w:rsidRDefault="00D6757B" w:rsidP="00C47AC8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C47AC8">
              <w:rPr>
                <w:sz w:val="36"/>
                <w:szCs w:val="36"/>
              </w:rPr>
              <w:t xml:space="preserve">                        </w:t>
            </w:r>
            <w:r w:rsidRPr="00C47AC8">
              <w:rPr>
                <w:sz w:val="36"/>
                <w:szCs w:val="36"/>
                <w:u w:val="single"/>
              </w:rPr>
              <w:t xml:space="preserve">+ 2 </w:t>
            </w:r>
          </w:p>
          <w:p w:rsidR="00D6757B" w:rsidRPr="00C47AC8" w:rsidRDefault="00D6757B" w:rsidP="00C47AC8">
            <w:pPr>
              <w:pStyle w:val="ListParagraph"/>
              <w:spacing w:after="0" w:line="240" w:lineRule="auto"/>
            </w:pPr>
          </w:p>
        </w:tc>
      </w:tr>
      <w:tr w:rsidR="00D6757B" w:rsidRPr="00C47AC8" w:rsidTr="00C47AC8">
        <w:tc>
          <w:tcPr>
            <w:tcW w:w="4788" w:type="dxa"/>
          </w:tcPr>
          <w:p w:rsidR="00D6757B" w:rsidRPr="00C47AC8" w:rsidRDefault="00D6757B" w:rsidP="00C47AC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C47AC8">
              <w:rPr>
                <w:sz w:val="36"/>
                <w:szCs w:val="36"/>
              </w:rPr>
              <w:t xml:space="preserve">         4</w:t>
            </w:r>
          </w:p>
          <w:p w:rsidR="00D6757B" w:rsidRPr="00C47AC8" w:rsidRDefault="00D6757B" w:rsidP="00C47AC8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  <w:r w:rsidRPr="00C47AC8">
              <w:rPr>
                <w:sz w:val="36"/>
                <w:szCs w:val="36"/>
              </w:rPr>
              <w:t xml:space="preserve">                  4</w:t>
            </w:r>
          </w:p>
          <w:p w:rsidR="00D6757B" w:rsidRPr="00C47AC8" w:rsidRDefault="00D6757B" w:rsidP="00C47AC8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C47AC8">
              <w:rPr>
                <w:sz w:val="36"/>
                <w:szCs w:val="36"/>
              </w:rPr>
              <w:t xml:space="preserve">                        </w:t>
            </w:r>
            <w:r w:rsidRPr="00C47AC8">
              <w:rPr>
                <w:sz w:val="36"/>
                <w:szCs w:val="36"/>
                <w:u w:val="single"/>
              </w:rPr>
              <w:t>+ 4</w:t>
            </w:r>
          </w:p>
          <w:p w:rsidR="00D6757B" w:rsidRPr="00C47AC8" w:rsidRDefault="00D6757B" w:rsidP="00C47AC8">
            <w:pPr>
              <w:spacing w:after="0" w:line="240" w:lineRule="auto"/>
            </w:pPr>
          </w:p>
          <w:p w:rsidR="00D6757B" w:rsidRPr="00C47AC8" w:rsidRDefault="00D6757B" w:rsidP="00C47AC8">
            <w:pPr>
              <w:spacing w:after="0" w:line="240" w:lineRule="auto"/>
            </w:pPr>
          </w:p>
          <w:p w:rsidR="00D6757B" w:rsidRPr="00C47AC8" w:rsidRDefault="00D6757B" w:rsidP="00C47AC8">
            <w:pPr>
              <w:spacing w:after="0" w:line="240" w:lineRule="auto"/>
            </w:pPr>
          </w:p>
        </w:tc>
        <w:tc>
          <w:tcPr>
            <w:tcW w:w="4788" w:type="dxa"/>
          </w:tcPr>
          <w:p w:rsidR="00D6757B" w:rsidRPr="00C47AC8" w:rsidRDefault="00D6757B" w:rsidP="00C47AC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C47AC8">
              <w:rPr>
                <w:sz w:val="36"/>
                <w:szCs w:val="36"/>
              </w:rPr>
              <w:t xml:space="preserve">         8</w:t>
            </w:r>
          </w:p>
          <w:p w:rsidR="00D6757B" w:rsidRPr="00C47AC8" w:rsidRDefault="00D6757B" w:rsidP="00C47AC8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  <w:r w:rsidRPr="00C47AC8">
              <w:rPr>
                <w:sz w:val="36"/>
                <w:szCs w:val="36"/>
              </w:rPr>
              <w:t xml:space="preserve">                  5</w:t>
            </w:r>
          </w:p>
          <w:p w:rsidR="00D6757B" w:rsidRPr="00C47AC8" w:rsidRDefault="00D6757B" w:rsidP="00C47AC8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C47AC8">
              <w:rPr>
                <w:sz w:val="36"/>
                <w:szCs w:val="36"/>
              </w:rPr>
              <w:t xml:space="preserve">                        </w:t>
            </w:r>
            <w:r w:rsidRPr="00C47AC8">
              <w:rPr>
                <w:sz w:val="36"/>
                <w:szCs w:val="36"/>
                <w:u w:val="single"/>
              </w:rPr>
              <w:t>+ 4</w:t>
            </w:r>
          </w:p>
          <w:p w:rsidR="00D6757B" w:rsidRPr="00C47AC8" w:rsidRDefault="00D6757B" w:rsidP="00C47AC8">
            <w:pPr>
              <w:spacing w:after="0" w:line="240" w:lineRule="auto"/>
            </w:pPr>
          </w:p>
        </w:tc>
      </w:tr>
      <w:tr w:rsidR="00D6757B" w:rsidRPr="00C47AC8" w:rsidTr="00C47AC8">
        <w:tc>
          <w:tcPr>
            <w:tcW w:w="4788" w:type="dxa"/>
          </w:tcPr>
          <w:p w:rsidR="00D6757B" w:rsidRPr="00C47AC8" w:rsidRDefault="00D6757B" w:rsidP="00C47AC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C47AC8">
              <w:rPr>
                <w:sz w:val="36"/>
                <w:szCs w:val="36"/>
              </w:rPr>
              <w:t xml:space="preserve">         9</w:t>
            </w:r>
          </w:p>
          <w:p w:rsidR="00D6757B" w:rsidRPr="00C47AC8" w:rsidRDefault="00D6757B" w:rsidP="00C47AC8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  <w:r w:rsidRPr="00C47AC8">
              <w:rPr>
                <w:sz w:val="36"/>
                <w:szCs w:val="36"/>
              </w:rPr>
              <w:t xml:space="preserve">                  0</w:t>
            </w:r>
          </w:p>
          <w:p w:rsidR="00D6757B" w:rsidRPr="00C47AC8" w:rsidRDefault="00D6757B" w:rsidP="00C47AC8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C47AC8">
              <w:rPr>
                <w:sz w:val="36"/>
                <w:szCs w:val="36"/>
              </w:rPr>
              <w:t xml:space="preserve">                        </w:t>
            </w:r>
            <w:r w:rsidRPr="00C47AC8">
              <w:rPr>
                <w:sz w:val="36"/>
                <w:szCs w:val="36"/>
                <w:u w:val="single"/>
              </w:rPr>
              <w:t xml:space="preserve">+ 5 </w:t>
            </w:r>
          </w:p>
          <w:p w:rsidR="00D6757B" w:rsidRPr="00C47AC8" w:rsidRDefault="00D6757B" w:rsidP="00C47AC8">
            <w:pPr>
              <w:spacing w:after="0" w:line="240" w:lineRule="auto"/>
            </w:pPr>
          </w:p>
          <w:p w:rsidR="00D6757B" w:rsidRPr="00C47AC8" w:rsidRDefault="00D6757B" w:rsidP="00C47AC8">
            <w:pPr>
              <w:spacing w:after="0" w:line="240" w:lineRule="auto"/>
            </w:pPr>
          </w:p>
          <w:p w:rsidR="00D6757B" w:rsidRPr="00C47AC8" w:rsidRDefault="00D6757B" w:rsidP="00C47AC8">
            <w:pPr>
              <w:spacing w:after="0" w:line="240" w:lineRule="auto"/>
            </w:pPr>
          </w:p>
        </w:tc>
        <w:tc>
          <w:tcPr>
            <w:tcW w:w="4788" w:type="dxa"/>
          </w:tcPr>
          <w:p w:rsidR="00D6757B" w:rsidRPr="00C47AC8" w:rsidRDefault="00D6757B" w:rsidP="00C47AC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C47AC8">
              <w:rPr>
                <w:sz w:val="36"/>
                <w:szCs w:val="36"/>
              </w:rPr>
              <w:t xml:space="preserve">         7</w:t>
            </w:r>
          </w:p>
          <w:p w:rsidR="00D6757B" w:rsidRPr="00C47AC8" w:rsidRDefault="00D6757B" w:rsidP="00C47AC8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  <w:r w:rsidRPr="00C47AC8">
              <w:rPr>
                <w:sz w:val="36"/>
                <w:szCs w:val="36"/>
              </w:rPr>
              <w:t xml:space="preserve">                  5</w:t>
            </w:r>
          </w:p>
          <w:p w:rsidR="00D6757B" w:rsidRPr="00C47AC8" w:rsidRDefault="00D6757B" w:rsidP="00C47AC8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C47AC8">
              <w:rPr>
                <w:sz w:val="36"/>
                <w:szCs w:val="36"/>
              </w:rPr>
              <w:t xml:space="preserve">                        </w:t>
            </w:r>
            <w:r w:rsidRPr="00C47AC8">
              <w:rPr>
                <w:sz w:val="36"/>
                <w:szCs w:val="36"/>
                <w:u w:val="single"/>
              </w:rPr>
              <w:t xml:space="preserve">+ 1 </w:t>
            </w:r>
          </w:p>
          <w:p w:rsidR="00D6757B" w:rsidRPr="00C47AC8" w:rsidRDefault="00D6757B" w:rsidP="00C47AC8">
            <w:pPr>
              <w:spacing w:after="0" w:line="240" w:lineRule="auto"/>
            </w:pPr>
          </w:p>
        </w:tc>
      </w:tr>
    </w:tbl>
    <w:p w:rsidR="00D6757B" w:rsidRDefault="00D6757B"/>
    <w:sectPr w:rsidR="00D6757B" w:rsidSect="00682B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57B" w:rsidRDefault="00D6757B" w:rsidP="008F1AA4">
      <w:pPr>
        <w:spacing w:after="0" w:line="240" w:lineRule="auto"/>
      </w:pPr>
      <w:r>
        <w:separator/>
      </w:r>
    </w:p>
  </w:endnote>
  <w:endnote w:type="continuationSeparator" w:id="0">
    <w:p w:rsidR="00D6757B" w:rsidRDefault="00D6757B" w:rsidP="008F1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57B" w:rsidRDefault="00D6757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57B" w:rsidRDefault="00D6757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57B" w:rsidRDefault="00D6757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57B" w:rsidRDefault="00D6757B" w:rsidP="008F1AA4">
      <w:pPr>
        <w:spacing w:after="0" w:line="240" w:lineRule="auto"/>
      </w:pPr>
      <w:r>
        <w:separator/>
      </w:r>
    </w:p>
  </w:footnote>
  <w:footnote w:type="continuationSeparator" w:id="0">
    <w:p w:rsidR="00D6757B" w:rsidRDefault="00D6757B" w:rsidP="008F1A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57B" w:rsidRDefault="00D6757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57B" w:rsidRDefault="00D6757B">
    <w:pPr>
      <w:pStyle w:val="Header"/>
    </w:pPr>
    <w:r>
      <w:t>COS M.1.2 Adding Using Three or More Addends to Sums of 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57B" w:rsidRDefault="00D6757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05F49"/>
    <w:multiLevelType w:val="hybridMultilevel"/>
    <w:tmpl w:val="D11E18A6"/>
    <w:lvl w:ilvl="0" w:tplc="CB7E2B9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1AA4"/>
    <w:rsid w:val="00246069"/>
    <w:rsid w:val="002A7427"/>
    <w:rsid w:val="002D3DE1"/>
    <w:rsid w:val="00442E6C"/>
    <w:rsid w:val="004B08C3"/>
    <w:rsid w:val="004C36A2"/>
    <w:rsid w:val="00530D84"/>
    <w:rsid w:val="00617B0C"/>
    <w:rsid w:val="00682BC4"/>
    <w:rsid w:val="008F1AA4"/>
    <w:rsid w:val="00944EDB"/>
    <w:rsid w:val="00A05AE6"/>
    <w:rsid w:val="00C47AC8"/>
    <w:rsid w:val="00C81514"/>
    <w:rsid w:val="00CF5C2B"/>
    <w:rsid w:val="00D67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AA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F1A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F1AA4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F1A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F1A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F1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F1AA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8F1AA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F1A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101</Words>
  <Characters>581</Characters>
  <Application>Microsoft Office Outlook</Application>
  <DocSecurity>0</DocSecurity>
  <Lines>0</Lines>
  <Paragraphs>0</Paragraphs>
  <ScaleCrop>false</ScaleCrop>
  <Company>Chalkville Elementary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</dc:title>
  <dc:subject/>
  <dc:creator>susan remick</dc:creator>
  <cp:keywords/>
  <dc:description/>
  <cp:lastModifiedBy> </cp:lastModifiedBy>
  <cp:revision>2</cp:revision>
  <dcterms:created xsi:type="dcterms:W3CDTF">2011-02-10T20:47:00Z</dcterms:created>
  <dcterms:modified xsi:type="dcterms:W3CDTF">2011-02-10T20:47:00Z</dcterms:modified>
</cp:coreProperties>
</file>