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26" w:rsidRDefault="00105F26"/>
    <w:p w:rsidR="00105F26" w:rsidRDefault="00105F26">
      <w:r>
        <w:t>Name: 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105F26" w:rsidRPr="000340B8" w:rsidTr="000340B8"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83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- 10   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</w:tc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36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- 15    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  <w:ind w:left="360"/>
            </w:pPr>
          </w:p>
        </w:tc>
      </w:tr>
      <w:tr w:rsidR="00105F26" w:rsidRPr="000340B8" w:rsidTr="000340B8"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t xml:space="preserve">                </w:t>
            </w:r>
            <w:r w:rsidRPr="000340B8">
              <w:rPr>
                <w:sz w:val="36"/>
                <w:szCs w:val="36"/>
              </w:rPr>
              <w:t>99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 45   </w:t>
            </w:r>
          </w:p>
          <w:p w:rsidR="00105F26" w:rsidRPr="000340B8" w:rsidRDefault="00105F26" w:rsidP="000340B8">
            <w:pPr>
              <w:pStyle w:val="ListParagraph"/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</w:tc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67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- 53  </w:t>
            </w:r>
          </w:p>
          <w:p w:rsidR="00105F26" w:rsidRPr="000340B8" w:rsidRDefault="00105F26" w:rsidP="000340B8">
            <w:pPr>
              <w:pStyle w:val="ListParagraph"/>
              <w:spacing w:after="0" w:line="240" w:lineRule="auto"/>
            </w:pPr>
          </w:p>
        </w:tc>
      </w:tr>
      <w:tr w:rsidR="00105F26" w:rsidRPr="000340B8" w:rsidTr="000340B8"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 36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 22 </w:t>
            </w:r>
          </w:p>
          <w:p w:rsidR="00105F26" w:rsidRPr="000340B8" w:rsidRDefault="00105F26" w:rsidP="000340B8">
            <w:pPr>
              <w:spacing w:after="0" w:line="240" w:lineRule="auto"/>
              <w:ind w:left="360"/>
            </w:pP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</w:tc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58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- 20 </w:t>
            </w:r>
          </w:p>
          <w:p w:rsidR="00105F26" w:rsidRPr="000340B8" w:rsidRDefault="00105F26" w:rsidP="000340B8">
            <w:pPr>
              <w:pStyle w:val="ListParagraph"/>
              <w:spacing w:after="0" w:line="240" w:lineRule="auto"/>
            </w:pPr>
          </w:p>
        </w:tc>
      </w:tr>
      <w:tr w:rsidR="00105F26" w:rsidRPr="000340B8" w:rsidTr="000340B8"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40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>- 40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</w:tc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88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>- 44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</w:tc>
      </w:tr>
      <w:tr w:rsidR="00105F26" w:rsidRPr="000340B8" w:rsidTr="000340B8"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95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- 55 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  <w:p w:rsidR="00105F26" w:rsidRPr="000340B8" w:rsidRDefault="00105F26" w:rsidP="000340B8">
            <w:pPr>
              <w:spacing w:after="0" w:line="240" w:lineRule="auto"/>
            </w:pPr>
          </w:p>
        </w:tc>
        <w:tc>
          <w:tcPr>
            <w:tcW w:w="4788" w:type="dxa"/>
          </w:tcPr>
          <w:p w:rsidR="00105F26" w:rsidRPr="000340B8" w:rsidRDefault="00105F26" w:rsidP="000340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7</w:t>
            </w:r>
          </w:p>
          <w:p w:rsidR="00105F26" w:rsidRPr="000340B8" w:rsidRDefault="00105F26" w:rsidP="000340B8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0340B8">
              <w:rPr>
                <w:sz w:val="36"/>
                <w:szCs w:val="36"/>
              </w:rPr>
              <w:t xml:space="preserve">                 3</w:t>
            </w:r>
          </w:p>
          <w:p w:rsidR="00105F26" w:rsidRPr="000340B8" w:rsidRDefault="00105F26" w:rsidP="000340B8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0340B8">
              <w:rPr>
                <w:sz w:val="36"/>
                <w:szCs w:val="36"/>
              </w:rPr>
              <w:t xml:space="preserve">                        </w:t>
            </w:r>
            <w:r w:rsidRPr="000340B8">
              <w:rPr>
                <w:sz w:val="36"/>
                <w:szCs w:val="36"/>
                <w:u w:val="single"/>
              </w:rPr>
              <w:t xml:space="preserve">- 1 </w:t>
            </w:r>
          </w:p>
          <w:p w:rsidR="00105F26" w:rsidRPr="000340B8" w:rsidRDefault="00105F26" w:rsidP="000340B8">
            <w:pPr>
              <w:spacing w:after="0" w:line="240" w:lineRule="auto"/>
            </w:pPr>
          </w:p>
        </w:tc>
      </w:tr>
    </w:tbl>
    <w:p w:rsidR="00105F26" w:rsidRDefault="00105F26"/>
    <w:sectPr w:rsidR="00105F26" w:rsidSect="00682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26" w:rsidRDefault="00105F26" w:rsidP="0037198A">
      <w:pPr>
        <w:spacing w:after="0" w:line="240" w:lineRule="auto"/>
      </w:pPr>
      <w:r>
        <w:separator/>
      </w:r>
    </w:p>
  </w:endnote>
  <w:endnote w:type="continuationSeparator" w:id="0">
    <w:p w:rsidR="00105F26" w:rsidRDefault="00105F26" w:rsidP="0037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26" w:rsidRDefault="00105F26" w:rsidP="0037198A">
      <w:pPr>
        <w:spacing w:after="0" w:line="240" w:lineRule="auto"/>
      </w:pPr>
      <w:r>
        <w:separator/>
      </w:r>
    </w:p>
  </w:footnote>
  <w:footnote w:type="continuationSeparator" w:id="0">
    <w:p w:rsidR="00105F26" w:rsidRDefault="00105F26" w:rsidP="0037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Header"/>
    </w:pPr>
    <w:r>
      <w:t>COS M.1.2.Two Digit Subtraction #2</w:t>
    </w:r>
  </w:p>
  <w:p w:rsidR="00105F26" w:rsidRDefault="00105F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F26" w:rsidRDefault="00105F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E5B"/>
    <w:rsid w:val="000340B8"/>
    <w:rsid w:val="00105F26"/>
    <w:rsid w:val="00106A73"/>
    <w:rsid w:val="001D6240"/>
    <w:rsid w:val="002D3DE1"/>
    <w:rsid w:val="0037198A"/>
    <w:rsid w:val="0044034D"/>
    <w:rsid w:val="00442E6C"/>
    <w:rsid w:val="005D39F5"/>
    <w:rsid w:val="00682BC4"/>
    <w:rsid w:val="00702CC9"/>
    <w:rsid w:val="008A444C"/>
    <w:rsid w:val="00C32E5B"/>
    <w:rsid w:val="00C81514"/>
    <w:rsid w:val="00D2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2E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32E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71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198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71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19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19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78</Words>
  <Characters>446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</dc:title>
  <dc:subject/>
  <dc:creator>susan remick</dc:creator>
  <cp:keywords/>
  <dc:description/>
  <cp:lastModifiedBy> </cp:lastModifiedBy>
  <cp:revision>2</cp:revision>
  <dcterms:created xsi:type="dcterms:W3CDTF">2011-02-10T20:46:00Z</dcterms:created>
  <dcterms:modified xsi:type="dcterms:W3CDTF">2011-02-10T20:46:00Z</dcterms:modified>
</cp:coreProperties>
</file>