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5D" w:rsidRDefault="00D53A5D" w:rsidP="00D4711C"/>
    <w:p w:rsidR="00D53A5D" w:rsidRDefault="00D53A5D" w:rsidP="00D4711C">
      <w:r>
        <w:t>Name: __________________________________</w:t>
      </w:r>
    </w:p>
    <w:p w:rsidR="00D53A5D" w:rsidRDefault="00D53A5D" w:rsidP="00D471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D53A5D" w:rsidRPr="00AB1F99" w:rsidTr="00AB1F99"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 88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+ 11    </w:t>
            </w: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</w:tc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32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+ 13   </w:t>
            </w: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  <w:ind w:left="360"/>
            </w:pPr>
          </w:p>
        </w:tc>
      </w:tr>
      <w:tr w:rsidR="00D53A5D" w:rsidRPr="00AB1F99" w:rsidTr="00AB1F99"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t xml:space="preserve">               </w:t>
            </w:r>
            <w:r w:rsidRPr="00AB1F99">
              <w:rPr>
                <w:sz w:val="36"/>
                <w:szCs w:val="36"/>
              </w:rPr>
              <w:t>25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+ 41  </w:t>
            </w:r>
          </w:p>
          <w:p w:rsidR="00D53A5D" w:rsidRPr="00AB1F99" w:rsidRDefault="00D53A5D" w:rsidP="00AB1F99">
            <w:pPr>
              <w:pStyle w:val="ListParagraph"/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</w:tc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63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+ 35  </w:t>
            </w:r>
          </w:p>
          <w:p w:rsidR="00D53A5D" w:rsidRPr="00AB1F99" w:rsidRDefault="00D53A5D" w:rsidP="00AB1F99">
            <w:pPr>
              <w:pStyle w:val="ListParagraph"/>
              <w:spacing w:after="0" w:line="240" w:lineRule="auto"/>
            </w:pPr>
          </w:p>
        </w:tc>
      </w:tr>
      <w:tr w:rsidR="00D53A5D" w:rsidRPr="00AB1F99" w:rsidTr="00AB1F99"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 62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+ 24 </w:t>
            </w:r>
          </w:p>
          <w:p w:rsidR="00D53A5D" w:rsidRPr="00AB1F99" w:rsidRDefault="00D53A5D" w:rsidP="00AB1F99">
            <w:pPr>
              <w:spacing w:after="0" w:line="240" w:lineRule="auto"/>
              <w:ind w:left="360"/>
            </w:pP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</w:tc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 53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+ 23 </w:t>
            </w:r>
          </w:p>
          <w:p w:rsidR="00D53A5D" w:rsidRPr="00AB1F99" w:rsidRDefault="00D53A5D" w:rsidP="00AB1F99">
            <w:pPr>
              <w:pStyle w:val="ListParagraph"/>
              <w:spacing w:after="0" w:line="240" w:lineRule="auto"/>
            </w:pPr>
          </w:p>
        </w:tc>
      </w:tr>
      <w:tr w:rsidR="00D53A5D" w:rsidRPr="00AB1F99" w:rsidTr="00AB1F99"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 47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>+ 40</w:t>
            </w: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</w:tc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 82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>+ 11</w:t>
            </w:r>
          </w:p>
          <w:p w:rsidR="00D53A5D" w:rsidRPr="00AB1F99" w:rsidRDefault="00D53A5D" w:rsidP="00AB1F99">
            <w:pPr>
              <w:spacing w:after="0" w:line="240" w:lineRule="auto"/>
            </w:pPr>
          </w:p>
        </w:tc>
      </w:tr>
      <w:tr w:rsidR="00D53A5D" w:rsidRPr="00AB1F99" w:rsidTr="00AB1F99"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90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  5 </w:t>
            </w: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</w:tc>
        <w:tc>
          <w:tcPr>
            <w:tcW w:w="4788" w:type="dxa"/>
          </w:tcPr>
          <w:p w:rsidR="00D53A5D" w:rsidRPr="00AB1F99" w:rsidRDefault="00D53A5D" w:rsidP="00AB1F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7</w:t>
            </w:r>
          </w:p>
          <w:p w:rsidR="00D53A5D" w:rsidRPr="00AB1F99" w:rsidRDefault="00D53A5D" w:rsidP="00AB1F99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AB1F99">
              <w:rPr>
                <w:sz w:val="36"/>
                <w:szCs w:val="36"/>
              </w:rPr>
              <w:t xml:space="preserve">                  5</w:t>
            </w:r>
          </w:p>
          <w:p w:rsidR="00D53A5D" w:rsidRPr="00AB1F99" w:rsidRDefault="00D53A5D" w:rsidP="00AB1F99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AB1F99">
              <w:rPr>
                <w:sz w:val="36"/>
                <w:szCs w:val="36"/>
              </w:rPr>
              <w:t xml:space="preserve">                        </w:t>
            </w:r>
            <w:r w:rsidRPr="00AB1F99">
              <w:rPr>
                <w:sz w:val="36"/>
                <w:szCs w:val="36"/>
                <w:u w:val="single"/>
              </w:rPr>
              <w:t xml:space="preserve">+ 1 </w:t>
            </w:r>
          </w:p>
          <w:p w:rsidR="00D53A5D" w:rsidRPr="00AB1F99" w:rsidRDefault="00D53A5D" w:rsidP="00AB1F99">
            <w:pPr>
              <w:spacing w:after="0" w:line="240" w:lineRule="auto"/>
            </w:pPr>
          </w:p>
          <w:p w:rsidR="00D53A5D" w:rsidRPr="00AB1F99" w:rsidRDefault="00D53A5D" w:rsidP="00AB1F99">
            <w:pPr>
              <w:spacing w:after="0" w:line="240" w:lineRule="auto"/>
            </w:pPr>
          </w:p>
        </w:tc>
      </w:tr>
    </w:tbl>
    <w:p w:rsidR="00D53A5D" w:rsidRDefault="00D53A5D"/>
    <w:sectPr w:rsidR="00D53A5D" w:rsidSect="00682B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A5D" w:rsidRDefault="00D53A5D" w:rsidP="00D4711C">
      <w:pPr>
        <w:spacing w:after="0" w:line="240" w:lineRule="auto"/>
      </w:pPr>
      <w:r>
        <w:separator/>
      </w:r>
    </w:p>
  </w:endnote>
  <w:endnote w:type="continuationSeparator" w:id="0">
    <w:p w:rsidR="00D53A5D" w:rsidRDefault="00D53A5D" w:rsidP="00D4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A5D" w:rsidRDefault="00D53A5D" w:rsidP="00D4711C">
      <w:pPr>
        <w:spacing w:after="0" w:line="240" w:lineRule="auto"/>
      </w:pPr>
      <w:r>
        <w:separator/>
      </w:r>
    </w:p>
  </w:footnote>
  <w:footnote w:type="continuationSeparator" w:id="0">
    <w:p w:rsidR="00D53A5D" w:rsidRDefault="00D53A5D" w:rsidP="00D47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5D" w:rsidRDefault="00D53A5D">
    <w:pPr>
      <w:pStyle w:val="Header"/>
    </w:pPr>
    <w:r>
      <w:t>COS M.1.2 Two Digit Addition</w:t>
    </w:r>
  </w:p>
  <w:p w:rsidR="00D53A5D" w:rsidRDefault="00D53A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5F49"/>
    <w:multiLevelType w:val="hybridMultilevel"/>
    <w:tmpl w:val="D11E18A6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11C"/>
    <w:rsid w:val="002D3DE1"/>
    <w:rsid w:val="00442E6C"/>
    <w:rsid w:val="00682BC4"/>
    <w:rsid w:val="007B2DB3"/>
    <w:rsid w:val="008D3ACD"/>
    <w:rsid w:val="00AB1F99"/>
    <w:rsid w:val="00BD0DCC"/>
    <w:rsid w:val="00C33371"/>
    <w:rsid w:val="00C81514"/>
    <w:rsid w:val="00D4711C"/>
    <w:rsid w:val="00D53A5D"/>
    <w:rsid w:val="00DA736B"/>
    <w:rsid w:val="00E054C9"/>
    <w:rsid w:val="00EA7711"/>
    <w:rsid w:val="00F7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1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71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471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47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711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47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4711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4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78</Words>
  <Characters>448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subject/>
  <dc:creator>susan remick</dc:creator>
  <cp:keywords/>
  <dc:description/>
  <cp:lastModifiedBy> </cp:lastModifiedBy>
  <cp:revision>2</cp:revision>
  <dcterms:created xsi:type="dcterms:W3CDTF">2011-02-10T20:49:00Z</dcterms:created>
  <dcterms:modified xsi:type="dcterms:W3CDTF">2011-02-10T20:49:00Z</dcterms:modified>
</cp:coreProperties>
</file>