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01C" w:rsidRDefault="00C3401C" w:rsidP="00455940">
      <w:r>
        <w:t>Name: __________________________________</w:t>
      </w:r>
    </w:p>
    <w:p w:rsidR="00C3401C" w:rsidRDefault="00C3401C" w:rsidP="004559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8"/>
        <w:gridCol w:w="4788"/>
      </w:tblGrid>
      <w:tr w:rsidR="00C3401C" w:rsidRPr="00772BC2" w:rsidTr="00772BC2">
        <w:tc>
          <w:tcPr>
            <w:tcW w:w="4788" w:type="dxa"/>
          </w:tcPr>
          <w:p w:rsidR="00C3401C" w:rsidRPr="00772BC2" w:rsidRDefault="00C3401C" w:rsidP="00772B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772BC2">
              <w:rPr>
                <w:sz w:val="36"/>
                <w:szCs w:val="36"/>
              </w:rPr>
              <w:t xml:space="preserve">         84</w:t>
            </w:r>
          </w:p>
          <w:p w:rsidR="00C3401C" w:rsidRPr="00772BC2" w:rsidRDefault="00C3401C" w:rsidP="00772BC2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772BC2">
              <w:rPr>
                <w:sz w:val="36"/>
                <w:szCs w:val="36"/>
              </w:rPr>
              <w:t xml:space="preserve">                        </w:t>
            </w:r>
            <w:r w:rsidRPr="00772BC2">
              <w:rPr>
                <w:sz w:val="36"/>
                <w:szCs w:val="36"/>
                <w:u w:val="single"/>
              </w:rPr>
              <w:t xml:space="preserve">+ 15    </w:t>
            </w:r>
          </w:p>
          <w:p w:rsidR="00C3401C" w:rsidRPr="00772BC2" w:rsidRDefault="00C3401C" w:rsidP="00772BC2">
            <w:pPr>
              <w:spacing w:after="0" w:line="240" w:lineRule="auto"/>
            </w:pPr>
          </w:p>
          <w:p w:rsidR="00C3401C" w:rsidRPr="00772BC2" w:rsidRDefault="00C3401C" w:rsidP="00772BC2">
            <w:pPr>
              <w:spacing w:after="0" w:line="240" w:lineRule="auto"/>
            </w:pPr>
          </w:p>
          <w:p w:rsidR="00C3401C" w:rsidRPr="00772BC2" w:rsidRDefault="00C3401C" w:rsidP="00772BC2">
            <w:pPr>
              <w:spacing w:after="0" w:line="240" w:lineRule="auto"/>
            </w:pPr>
          </w:p>
        </w:tc>
        <w:tc>
          <w:tcPr>
            <w:tcW w:w="4788" w:type="dxa"/>
          </w:tcPr>
          <w:p w:rsidR="00C3401C" w:rsidRPr="00772BC2" w:rsidRDefault="00C3401C" w:rsidP="00772B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772BC2">
              <w:rPr>
                <w:sz w:val="36"/>
                <w:szCs w:val="36"/>
              </w:rPr>
              <w:t xml:space="preserve">         56</w:t>
            </w:r>
          </w:p>
          <w:p w:rsidR="00C3401C" w:rsidRPr="00772BC2" w:rsidRDefault="00C3401C" w:rsidP="00772BC2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772BC2">
              <w:rPr>
                <w:sz w:val="36"/>
                <w:szCs w:val="36"/>
              </w:rPr>
              <w:t xml:space="preserve">                        </w:t>
            </w:r>
            <w:r w:rsidRPr="00772BC2">
              <w:rPr>
                <w:sz w:val="36"/>
                <w:szCs w:val="36"/>
                <w:u w:val="single"/>
              </w:rPr>
              <w:t xml:space="preserve">+ 10   </w:t>
            </w:r>
          </w:p>
          <w:p w:rsidR="00C3401C" w:rsidRPr="00772BC2" w:rsidRDefault="00C3401C" w:rsidP="00772BC2">
            <w:pPr>
              <w:spacing w:after="0" w:line="240" w:lineRule="auto"/>
            </w:pPr>
          </w:p>
          <w:p w:rsidR="00C3401C" w:rsidRPr="00772BC2" w:rsidRDefault="00C3401C" w:rsidP="00772BC2">
            <w:pPr>
              <w:spacing w:after="0" w:line="240" w:lineRule="auto"/>
              <w:ind w:left="360"/>
            </w:pPr>
          </w:p>
        </w:tc>
      </w:tr>
      <w:tr w:rsidR="00C3401C" w:rsidRPr="00772BC2" w:rsidTr="00772BC2">
        <w:tc>
          <w:tcPr>
            <w:tcW w:w="4788" w:type="dxa"/>
          </w:tcPr>
          <w:p w:rsidR="00C3401C" w:rsidRPr="00772BC2" w:rsidRDefault="00C3401C" w:rsidP="00772B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772BC2">
              <w:t xml:space="preserve">               </w:t>
            </w:r>
            <w:r w:rsidRPr="00772BC2">
              <w:rPr>
                <w:sz w:val="36"/>
                <w:szCs w:val="36"/>
              </w:rPr>
              <w:t>22</w:t>
            </w:r>
          </w:p>
          <w:p w:rsidR="00C3401C" w:rsidRPr="00772BC2" w:rsidRDefault="00C3401C" w:rsidP="00772BC2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772BC2">
              <w:rPr>
                <w:sz w:val="36"/>
                <w:szCs w:val="36"/>
              </w:rPr>
              <w:t xml:space="preserve">                        </w:t>
            </w:r>
            <w:r w:rsidRPr="00772BC2">
              <w:rPr>
                <w:sz w:val="36"/>
                <w:szCs w:val="36"/>
                <w:u w:val="single"/>
              </w:rPr>
              <w:t xml:space="preserve">+ 44   </w:t>
            </w:r>
          </w:p>
          <w:p w:rsidR="00C3401C" w:rsidRPr="00772BC2" w:rsidRDefault="00C3401C" w:rsidP="00772BC2">
            <w:pPr>
              <w:pStyle w:val="ListParagraph"/>
              <w:spacing w:after="0" w:line="240" w:lineRule="auto"/>
            </w:pPr>
          </w:p>
          <w:p w:rsidR="00C3401C" w:rsidRPr="00772BC2" w:rsidRDefault="00C3401C" w:rsidP="00772BC2">
            <w:pPr>
              <w:spacing w:after="0" w:line="240" w:lineRule="auto"/>
            </w:pPr>
          </w:p>
          <w:p w:rsidR="00C3401C" w:rsidRPr="00772BC2" w:rsidRDefault="00C3401C" w:rsidP="00772BC2">
            <w:pPr>
              <w:spacing w:after="0" w:line="240" w:lineRule="auto"/>
            </w:pPr>
          </w:p>
        </w:tc>
        <w:tc>
          <w:tcPr>
            <w:tcW w:w="4788" w:type="dxa"/>
          </w:tcPr>
          <w:p w:rsidR="00C3401C" w:rsidRPr="00772BC2" w:rsidRDefault="00C3401C" w:rsidP="00772B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772BC2">
              <w:rPr>
                <w:sz w:val="36"/>
                <w:szCs w:val="36"/>
              </w:rPr>
              <w:t xml:space="preserve">         61</w:t>
            </w:r>
          </w:p>
          <w:p w:rsidR="00C3401C" w:rsidRPr="00772BC2" w:rsidRDefault="00C3401C" w:rsidP="00772BC2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772BC2">
              <w:rPr>
                <w:sz w:val="36"/>
                <w:szCs w:val="36"/>
              </w:rPr>
              <w:t xml:space="preserve">                        </w:t>
            </w:r>
            <w:r w:rsidRPr="00772BC2">
              <w:rPr>
                <w:sz w:val="36"/>
                <w:szCs w:val="36"/>
                <w:u w:val="single"/>
              </w:rPr>
              <w:t>+ 38</w:t>
            </w:r>
          </w:p>
          <w:p w:rsidR="00C3401C" w:rsidRPr="00772BC2" w:rsidRDefault="00C3401C" w:rsidP="00772BC2">
            <w:pPr>
              <w:pStyle w:val="ListParagraph"/>
              <w:spacing w:after="0" w:line="240" w:lineRule="auto"/>
            </w:pPr>
          </w:p>
        </w:tc>
      </w:tr>
      <w:tr w:rsidR="00C3401C" w:rsidRPr="00772BC2" w:rsidTr="00772BC2">
        <w:tc>
          <w:tcPr>
            <w:tcW w:w="4788" w:type="dxa"/>
          </w:tcPr>
          <w:p w:rsidR="00C3401C" w:rsidRPr="00772BC2" w:rsidRDefault="00C3401C" w:rsidP="00772B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772BC2">
              <w:rPr>
                <w:sz w:val="36"/>
                <w:szCs w:val="36"/>
              </w:rPr>
              <w:t xml:space="preserve">         60</w:t>
            </w:r>
          </w:p>
          <w:p w:rsidR="00C3401C" w:rsidRPr="00772BC2" w:rsidRDefault="00C3401C" w:rsidP="00772BC2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772BC2">
              <w:rPr>
                <w:sz w:val="36"/>
                <w:szCs w:val="36"/>
              </w:rPr>
              <w:t xml:space="preserve">                        </w:t>
            </w:r>
            <w:r w:rsidRPr="00772BC2">
              <w:rPr>
                <w:sz w:val="36"/>
                <w:szCs w:val="36"/>
                <w:u w:val="single"/>
              </w:rPr>
              <w:t xml:space="preserve">+ 20 </w:t>
            </w:r>
          </w:p>
          <w:p w:rsidR="00C3401C" w:rsidRPr="00772BC2" w:rsidRDefault="00C3401C" w:rsidP="00772BC2">
            <w:pPr>
              <w:spacing w:after="0" w:line="240" w:lineRule="auto"/>
              <w:ind w:left="360"/>
            </w:pPr>
          </w:p>
          <w:p w:rsidR="00C3401C" w:rsidRPr="00772BC2" w:rsidRDefault="00C3401C" w:rsidP="00772BC2">
            <w:pPr>
              <w:spacing w:after="0" w:line="240" w:lineRule="auto"/>
            </w:pPr>
          </w:p>
          <w:p w:rsidR="00C3401C" w:rsidRPr="00772BC2" w:rsidRDefault="00C3401C" w:rsidP="00772BC2">
            <w:pPr>
              <w:spacing w:after="0" w:line="240" w:lineRule="auto"/>
            </w:pPr>
          </w:p>
        </w:tc>
        <w:tc>
          <w:tcPr>
            <w:tcW w:w="4788" w:type="dxa"/>
          </w:tcPr>
          <w:p w:rsidR="00C3401C" w:rsidRPr="00772BC2" w:rsidRDefault="00C3401C" w:rsidP="00772B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772BC2">
              <w:rPr>
                <w:sz w:val="36"/>
                <w:szCs w:val="36"/>
              </w:rPr>
              <w:t xml:space="preserve">         53</w:t>
            </w:r>
          </w:p>
          <w:p w:rsidR="00C3401C" w:rsidRPr="00772BC2" w:rsidRDefault="00C3401C" w:rsidP="00772BC2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772BC2">
              <w:rPr>
                <w:sz w:val="36"/>
                <w:szCs w:val="36"/>
              </w:rPr>
              <w:t xml:space="preserve">                        </w:t>
            </w:r>
            <w:r w:rsidRPr="00772BC2">
              <w:rPr>
                <w:sz w:val="36"/>
                <w:szCs w:val="36"/>
                <w:u w:val="single"/>
              </w:rPr>
              <w:t xml:space="preserve">+ 26 </w:t>
            </w:r>
          </w:p>
          <w:p w:rsidR="00C3401C" w:rsidRPr="00772BC2" w:rsidRDefault="00C3401C" w:rsidP="00772BC2">
            <w:pPr>
              <w:pStyle w:val="ListParagraph"/>
              <w:spacing w:after="0" w:line="240" w:lineRule="auto"/>
            </w:pPr>
          </w:p>
        </w:tc>
      </w:tr>
      <w:tr w:rsidR="00C3401C" w:rsidRPr="00772BC2" w:rsidTr="00772BC2">
        <w:tc>
          <w:tcPr>
            <w:tcW w:w="4788" w:type="dxa"/>
          </w:tcPr>
          <w:p w:rsidR="00C3401C" w:rsidRPr="00772BC2" w:rsidRDefault="00C3401C" w:rsidP="00772B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772BC2">
              <w:rPr>
                <w:sz w:val="36"/>
                <w:szCs w:val="36"/>
              </w:rPr>
              <w:t xml:space="preserve">         40</w:t>
            </w:r>
          </w:p>
          <w:p w:rsidR="00C3401C" w:rsidRPr="00772BC2" w:rsidRDefault="00C3401C" w:rsidP="00772BC2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772BC2">
              <w:rPr>
                <w:sz w:val="36"/>
                <w:szCs w:val="36"/>
              </w:rPr>
              <w:t xml:space="preserve">                        </w:t>
            </w:r>
            <w:r w:rsidRPr="00772BC2">
              <w:rPr>
                <w:sz w:val="36"/>
                <w:szCs w:val="36"/>
                <w:u w:val="single"/>
              </w:rPr>
              <w:t>+ 49</w:t>
            </w:r>
          </w:p>
          <w:p w:rsidR="00C3401C" w:rsidRPr="00772BC2" w:rsidRDefault="00C3401C" w:rsidP="00772BC2">
            <w:pPr>
              <w:spacing w:after="0" w:line="240" w:lineRule="auto"/>
            </w:pPr>
          </w:p>
          <w:p w:rsidR="00C3401C" w:rsidRPr="00772BC2" w:rsidRDefault="00C3401C" w:rsidP="00772BC2">
            <w:pPr>
              <w:spacing w:after="0" w:line="240" w:lineRule="auto"/>
            </w:pPr>
          </w:p>
          <w:p w:rsidR="00C3401C" w:rsidRPr="00772BC2" w:rsidRDefault="00C3401C" w:rsidP="00772BC2">
            <w:pPr>
              <w:spacing w:after="0" w:line="240" w:lineRule="auto"/>
            </w:pPr>
          </w:p>
        </w:tc>
        <w:tc>
          <w:tcPr>
            <w:tcW w:w="4788" w:type="dxa"/>
          </w:tcPr>
          <w:p w:rsidR="00C3401C" w:rsidRPr="00772BC2" w:rsidRDefault="00C3401C" w:rsidP="00772B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772BC2">
              <w:rPr>
                <w:sz w:val="36"/>
                <w:szCs w:val="36"/>
              </w:rPr>
              <w:t xml:space="preserve">         81</w:t>
            </w:r>
          </w:p>
          <w:p w:rsidR="00C3401C" w:rsidRPr="00772BC2" w:rsidRDefault="00C3401C" w:rsidP="00772BC2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772BC2">
              <w:rPr>
                <w:sz w:val="36"/>
                <w:szCs w:val="36"/>
              </w:rPr>
              <w:t xml:space="preserve">                        </w:t>
            </w:r>
            <w:r w:rsidRPr="00772BC2">
              <w:rPr>
                <w:sz w:val="36"/>
                <w:szCs w:val="36"/>
                <w:u w:val="single"/>
              </w:rPr>
              <w:t>+   4</w:t>
            </w:r>
          </w:p>
          <w:p w:rsidR="00C3401C" w:rsidRPr="00772BC2" w:rsidRDefault="00C3401C" w:rsidP="00772BC2">
            <w:pPr>
              <w:spacing w:after="0" w:line="240" w:lineRule="auto"/>
            </w:pPr>
          </w:p>
        </w:tc>
      </w:tr>
      <w:tr w:rsidR="00C3401C" w:rsidRPr="00772BC2" w:rsidTr="00772BC2">
        <w:tc>
          <w:tcPr>
            <w:tcW w:w="4788" w:type="dxa"/>
          </w:tcPr>
          <w:p w:rsidR="00C3401C" w:rsidRPr="00772BC2" w:rsidRDefault="00C3401C" w:rsidP="00772B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772BC2">
              <w:rPr>
                <w:sz w:val="36"/>
                <w:szCs w:val="36"/>
              </w:rPr>
              <w:t xml:space="preserve">         91</w:t>
            </w:r>
          </w:p>
          <w:p w:rsidR="00C3401C" w:rsidRPr="00772BC2" w:rsidRDefault="00C3401C" w:rsidP="00772BC2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772BC2">
              <w:rPr>
                <w:sz w:val="36"/>
                <w:szCs w:val="36"/>
              </w:rPr>
              <w:t xml:space="preserve">                        </w:t>
            </w:r>
            <w:r w:rsidRPr="00772BC2">
              <w:rPr>
                <w:sz w:val="36"/>
                <w:szCs w:val="36"/>
                <w:u w:val="single"/>
              </w:rPr>
              <w:t xml:space="preserve">+ 50 </w:t>
            </w:r>
          </w:p>
          <w:p w:rsidR="00C3401C" w:rsidRPr="00772BC2" w:rsidRDefault="00C3401C" w:rsidP="00772BC2">
            <w:pPr>
              <w:spacing w:after="0" w:line="240" w:lineRule="auto"/>
            </w:pPr>
          </w:p>
          <w:p w:rsidR="00C3401C" w:rsidRPr="00772BC2" w:rsidRDefault="00C3401C" w:rsidP="00772BC2">
            <w:pPr>
              <w:spacing w:after="0" w:line="240" w:lineRule="auto"/>
            </w:pPr>
          </w:p>
          <w:p w:rsidR="00C3401C" w:rsidRPr="00772BC2" w:rsidRDefault="00C3401C" w:rsidP="00772BC2">
            <w:pPr>
              <w:spacing w:after="0" w:line="240" w:lineRule="auto"/>
            </w:pPr>
          </w:p>
        </w:tc>
        <w:tc>
          <w:tcPr>
            <w:tcW w:w="4788" w:type="dxa"/>
          </w:tcPr>
          <w:p w:rsidR="00C3401C" w:rsidRPr="00772BC2" w:rsidRDefault="00C3401C" w:rsidP="00772B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772BC2">
              <w:rPr>
                <w:sz w:val="36"/>
                <w:szCs w:val="36"/>
              </w:rPr>
              <w:t xml:space="preserve">         8</w:t>
            </w:r>
          </w:p>
          <w:p w:rsidR="00C3401C" w:rsidRPr="00772BC2" w:rsidRDefault="00C3401C" w:rsidP="00772BC2">
            <w:pPr>
              <w:pStyle w:val="ListParagraph"/>
              <w:spacing w:after="0" w:line="240" w:lineRule="auto"/>
              <w:rPr>
                <w:sz w:val="36"/>
                <w:szCs w:val="36"/>
              </w:rPr>
            </w:pPr>
            <w:r w:rsidRPr="00772BC2">
              <w:rPr>
                <w:sz w:val="36"/>
                <w:szCs w:val="36"/>
              </w:rPr>
              <w:t xml:space="preserve">                  0</w:t>
            </w:r>
          </w:p>
          <w:p w:rsidR="00C3401C" w:rsidRPr="00772BC2" w:rsidRDefault="00C3401C" w:rsidP="00772BC2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772BC2">
              <w:rPr>
                <w:sz w:val="36"/>
                <w:szCs w:val="36"/>
              </w:rPr>
              <w:t xml:space="preserve">                        </w:t>
            </w:r>
            <w:r w:rsidRPr="00772BC2">
              <w:rPr>
                <w:sz w:val="36"/>
                <w:szCs w:val="36"/>
                <w:u w:val="single"/>
              </w:rPr>
              <w:t xml:space="preserve">+ 1 </w:t>
            </w:r>
          </w:p>
          <w:p w:rsidR="00C3401C" w:rsidRPr="00772BC2" w:rsidRDefault="00C3401C" w:rsidP="00772BC2">
            <w:pPr>
              <w:spacing w:after="0" w:line="240" w:lineRule="auto"/>
            </w:pPr>
          </w:p>
        </w:tc>
      </w:tr>
    </w:tbl>
    <w:p w:rsidR="00C3401C" w:rsidRDefault="00C3401C"/>
    <w:sectPr w:rsidR="00C3401C" w:rsidSect="00682BC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01C" w:rsidRDefault="00C3401C" w:rsidP="00455940">
      <w:pPr>
        <w:spacing w:after="0" w:line="240" w:lineRule="auto"/>
      </w:pPr>
      <w:r>
        <w:separator/>
      </w:r>
    </w:p>
  </w:endnote>
  <w:endnote w:type="continuationSeparator" w:id="0">
    <w:p w:rsidR="00C3401C" w:rsidRDefault="00C3401C" w:rsidP="00455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01C" w:rsidRDefault="00C3401C" w:rsidP="00455940">
      <w:pPr>
        <w:spacing w:after="0" w:line="240" w:lineRule="auto"/>
      </w:pPr>
      <w:r>
        <w:separator/>
      </w:r>
    </w:p>
  </w:footnote>
  <w:footnote w:type="continuationSeparator" w:id="0">
    <w:p w:rsidR="00C3401C" w:rsidRDefault="00C3401C" w:rsidP="004559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01C" w:rsidRDefault="00C3401C">
    <w:pPr>
      <w:pStyle w:val="Header"/>
    </w:pPr>
    <w:r>
      <w:t>COS M.1.2 Two Digit Addition #2</w:t>
    </w:r>
  </w:p>
  <w:p w:rsidR="00C3401C" w:rsidRDefault="00C3401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05F49"/>
    <w:multiLevelType w:val="hybridMultilevel"/>
    <w:tmpl w:val="D11E18A6"/>
    <w:lvl w:ilvl="0" w:tplc="CB7E2B98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5940"/>
    <w:rsid w:val="00092E53"/>
    <w:rsid w:val="001A4F9D"/>
    <w:rsid w:val="002D3DE1"/>
    <w:rsid w:val="00370776"/>
    <w:rsid w:val="00442E6C"/>
    <w:rsid w:val="00455940"/>
    <w:rsid w:val="00682BC4"/>
    <w:rsid w:val="00772BC2"/>
    <w:rsid w:val="008E2BD8"/>
    <w:rsid w:val="00A36185"/>
    <w:rsid w:val="00C3401C"/>
    <w:rsid w:val="00C81514"/>
    <w:rsid w:val="00E961AA"/>
    <w:rsid w:val="00ED78E8"/>
    <w:rsid w:val="00F46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94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559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559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4559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5594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559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5594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55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59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77</Words>
  <Characters>441</Characters>
  <Application>Microsoft Office Outlook</Application>
  <DocSecurity>0</DocSecurity>
  <Lines>0</Lines>
  <Paragraphs>0</Paragraphs>
  <ScaleCrop>false</ScaleCrop>
  <Company>Chalkville Elementary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__________________________________</dc:title>
  <dc:subject/>
  <dc:creator>susan remick</dc:creator>
  <cp:keywords/>
  <dc:description/>
  <cp:lastModifiedBy> </cp:lastModifiedBy>
  <cp:revision>2</cp:revision>
  <dcterms:created xsi:type="dcterms:W3CDTF">2011-02-10T20:46:00Z</dcterms:created>
  <dcterms:modified xsi:type="dcterms:W3CDTF">2011-02-10T20:46:00Z</dcterms:modified>
</cp:coreProperties>
</file>