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6B" w:rsidRDefault="00192D6B" w:rsidP="00A835F0">
      <w:pPr>
        <w:tabs>
          <w:tab w:val="left" w:pos="10080"/>
        </w:tabs>
        <w:ind w:right="-720"/>
      </w:pPr>
      <w:r>
        <w:t>Name: 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192D6B" w:rsidRPr="00EF6BA7" w:rsidTr="00EF6BA7">
        <w:tc>
          <w:tcPr>
            <w:tcW w:w="4788" w:type="dxa"/>
          </w:tcPr>
          <w:p w:rsidR="00192D6B" w:rsidRPr="00EF6BA7" w:rsidRDefault="00192D6B" w:rsidP="00EF6B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36"/>
                <w:szCs w:val="36"/>
              </w:rPr>
            </w:pPr>
          </w:p>
          <w:p w:rsidR="00192D6B" w:rsidRPr="00EF6BA7" w:rsidRDefault="00192D6B" w:rsidP="00EF6BA7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EF6BA7">
              <w:rPr>
                <w:sz w:val="36"/>
                <w:szCs w:val="36"/>
              </w:rPr>
              <w:t>5 tens and 2 ones=</w: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25</w:t>
            </w: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52</w:t>
            </w: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20</w:t>
            </w: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2</w:t>
            </w:r>
          </w:p>
        </w:tc>
        <w:tc>
          <w:tcPr>
            <w:tcW w:w="4788" w:type="dxa"/>
          </w:tcPr>
          <w:p w:rsidR="00192D6B" w:rsidRPr="00EF6BA7" w:rsidRDefault="00192D6B" w:rsidP="00EF6B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36"/>
                <w:szCs w:val="36"/>
              </w:rPr>
            </w:pPr>
          </w:p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572"/>
            </w:tblGrid>
            <w:tr w:rsidR="00192D6B" w:rsidRPr="00EF6BA7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p w:rsidR="00192D6B" w:rsidRPr="00476CA4" w:rsidRDefault="00192D6B" w:rsidP="00476C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87" o:spid="_x0000_i1025" type="#_x0000_t75" alt="http://www.edhelper.com/clipart/block10.jpg" style="width:11.25pt;height:49.5pt;visibility:visible">
                        <v:imagedata r:id="rId7" o:title=""/>
                      </v:shape>
                    </w:pict>
                  </w: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_x0000_i1026" type="#_x0000_t75" alt="http://www.edhelper.com/clipart/block10.jpg" style="width:11.25pt;height:49.5pt;visibility:visible">
                        <v:imagedata r:id="rId7" o:title=""/>
                      </v:shape>
                    </w:pict>
                  </w: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_x0000_i1027" type="#_x0000_t75" alt="http://www.edhelper.com/clipart/block10.jpg" style="width:11.25pt;height:49.5pt;visibility:visible">
                        <v:imagedata r:id="rId7" o:title=""/>
                      </v:shape>
                    </w:pict>
                  </w: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88" o:spid="_x0000_i1028" type="#_x0000_t75" alt="http://www.edhelper.com/clipart/block10.jpg" style="width:11.25pt;height:49.5pt;visibility:visible">
                        <v:imagedata r:id="rId7" o:title=""/>
                      </v:shape>
                    </w:pict>
                  </w:r>
                </w:p>
              </w:tc>
            </w:tr>
            <w:tr w:rsidR="00192D6B" w:rsidRPr="00EF6BA7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p w:rsidR="00192D6B" w:rsidRPr="00476CA4" w:rsidRDefault="00192D6B" w:rsidP="00476C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CA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92D6B" w:rsidRPr="00EF6BA7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tbl>
                  <w:tblPr>
                    <w:tblW w:w="4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A0"/>
                  </w:tblPr>
                  <w:tblGrid>
                    <w:gridCol w:w="1751"/>
                    <w:gridCol w:w="1835"/>
                  </w:tblGrid>
                  <w:tr w:rsidR="00192D6B" w:rsidRPr="00EF6BA7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p w:rsidR="00192D6B" w:rsidRPr="00476CA4" w:rsidRDefault="00192D6B" w:rsidP="00476CA4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76CA4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______ tens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192D6B" w:rsidRPr="00476CA4" w:rsidRDefault="00192D6B" w:rsidP="00476CA4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76CA4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______ ones</w:t>
                        </w:r>
                      </w:p>
                    </w:tc>
                  </w:tr>
                </w:tbl>
                <w:p w:rsidR="00192D6B" w:rsidRPr="00476CA4" w:rsidRDefault="00192D6B" w:rsidP="00476C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92D6B" w:rsidRPr="00EF6BA7" w:rsidRDefault="00192D6B" w:rsidP="00EF6BA7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  <w:tr w:rsidR="00192D6B" w:rsidRPr="00EF6BA7" w:rsidTr="00EF6BA7">
        <w:tc>
          <w:tcPr>
            <w:tcW w:w="4788" w:type="dxa"/>
          </w:tcPr>
          <w:p w:rsidR="00192D6B" w:rsidRPr="00EF6BA7" w:rsidRDefault="00192D6B" w:rsidP="00EF6B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36"/>
                <w:szCs w:val="36"/>
              </w:rPr>
            </w:pPr>
          </w:p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572"/>
            </w:tblGrid>
            <w:tr w:rsidR="00192D6B" w:rsidRPr="00EF6BA7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p w:rsidR="00192D6B" w:rsidRPr="00476CA4" w:rsidRDefault="00192D6B" w:rsidP="00476C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93" o:spid="_x0000_i1029" type="#_x0000_t75" alt="http://www.edhelper.com/clipart/block10.jpg" style="width:11.25pt;height:49.5pt;visibility:visible">
                        <v:imagedata r:id="rId7" o:title=""/>
                      </v:shape>
                    </w:pict>
                  </w: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94" o:spid="_x0000_i1030" type="#_x0000_t75" alt="http://www.edhelper.com/clipart/block10.jpg" style="width:11.25pt;height:49.5pt;visibility:visible">
                        <v:imagedata r:id="rId7" o:title=""/>
                      </v:shape>
                    </w:pict>
                  </w: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95" o:spid="_x0000_i1031" type="#_x0000_t75" alt="http://www.edhelper.com/clipart/block1s.jpg" style="width:7.5pt;height:6pt;visibility:visible">
                        <v:imagedata r:id="rId8" o:title=""/>
                      </v:shape>
                    </w:pict>
                  </w: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_x0000_i1032" type="#_x0000_t75" alt="http://www.edhelper.com/clipart/block1s.jpg" style="width:7.5pt;height:6pt;visibility:visible">
                        <v:imagedata r:id="rId8" o:title=""/>
                      </v:shape>
                    </w:pict>
                  </w: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_x0000_i1033" type="#_x0000_t75" alt="http://www.edhelper.com/clipart/block1s.jpg" style="width:7.5pt;height:6pt;visibility:visible">
                        <v:imagedata r:id="rId8" o:title=""/>
                      </v:shape>
                    </w:pict>
                  </w:r>
                </w:p>
              </w:tc>
            </w:tr>
            <w:tr w:rsidR="00192D6B" w:rsidRPr="00EF6BA7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p w:rsidR="00192D6B" w:rsidRPr="00476CA4" w:rsidRDefault="00192D6B" w:rsidP="00476C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CA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92D6B" w:rsidRPr="00EF6BA7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tbl>
                  <w:tblPr>
                    <w:tblW w:w="4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A0"/>
                  </w:tblPr>
                  <w:tblGrid>
                    <w:gridCol w:w="1751"/>
                    <w:gridCol w:w="1835"/>
                  </w:tblGrid>
                  <w:tr w:rsidR="00192D6B" w:rsidRPr="00EF6BA7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p w:rsidR="00192D6B" w:rsidRPr="00476CA4" w:rsidRDefault="00192D6B" w:rsidP="00476CA4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76CA4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______ tens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192D6B" w:rsidRPr="00476CA4" w:rsidRDefault="00192D6B" w:rsidP="00476CA4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76CA4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______ ones</w:t>
                        </w:r>
                      </w:p>
                    </w:tc>
                  </w:tr>
                  <w:tr w:rsidR="00192D6B" w:rsidRPr="00EF6BA7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p w:rsidR="00192D6B" w:rsidRDefault="00192D6B" w:rsidP="00476CA4">
                        <w:pPr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:rsidR="00192D6B" w:rsidRPr="00476CA4" w:rsidRDefault="00192D6B" w:rsidP="00476CA4">
                        <w:pPr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192D6B" w:rsidRPr="00476CA4" w:rsidRDefault="00192D6B" w:rsidP="00476CA4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92D6B" w:rsidRPr="00476CA4" w:rsidRDefault="00192D6B" w:rsidP="00476C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92D6B" w:rsidRPr="00EF6BA7" w:rsidRDefault="00192D6B" w:rsidP="00EF6BA7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4788" w:type="dxa"/>
          </w:tcPr>
          <w:p w:rsidR="00192D6B" w:rsidRPr="00EF6BA7" w:rsidRDefault="00192D6B" w:rsidP="00EF6B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36"/>
                <w:szCs w:val="36"/>
              </w:rPr>
            </w:pPr>
          </w:p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572"/>
            </w:tblGrid>
            <w:tr w:rsidR="00192D6B" w:rsidRPr="00EF6BA7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p w:rsidR="00192D6B" w:rsidRPr="00476CA4" w:rsidRDefault="00192D6B" w:rsidP="00476C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100" o:spid="_x0000_i1034" type="#_x0000_t75" alt="http://www.edhelper.com/clipart/block10.jpg" style="width:11.25pt;height:49.5pt;visibility:visible">
                        <v:imagedata r:id="rId7" o:title=""/>
                      </v:shape>
                    </w:pict>
                  </w: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99" o:spid="_x0000_i1035" type="#_x0000_t75" alt="http://www.edhelper.com/clipart/block10.jpg" style="width:11.25pt;height:49.5pt;visibility:visible">
                        <v:imagedata r:id="rId7" o:title=""/>
                      </v:shape>
                    </w:pict>
                  </w: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_x0000_i1036" type="#_x0000_t75" alt="http://www.edhelper.com/clipart/block10.jpg" style="width:11.25pt;height:49.5pt;visibility:visible">
                        <v:imagedata r:id="rId7" o:title=""/>
                      </v:shape>
                    </w:pict>
                  </w: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101" o:spid="_x0000_i1037" type="#_x0000_t75" alt="http://www.edhelper.com/clipart/block1s.jpg" style="width:7.5pt;height:6pt;visibility:visible">
                        <v:imagedata r:id="rId8" o:title=""/>
                      </v:shape>
                    </w:pict>
                  </w: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_x0000_i1038" type="#_x0000_t75" alt="http://www.edhelper.com/clipart/block1s.jpg" style="width:7.5pt;height:6pt;visibility:visible">
                        <v:imagedata r:id="rId8" o:title=""/>
                      </v:shape>
                    </w:pict>
                  </w: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_x0000_i1039" type="#_x0000_t75" alt="http://www.edhelper.com/clipart/block1s.jpg" style="width:7.5pt;height:6pt;visibility:visible">
                        <v:imagedata r:id="rId8" o:title=""/>
                      </v:shape>
                    </w:pict>
                  </w:r>
                  <w:r w:rsidRPr="000607CD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_x0000_i1040" type="#_x0000_t75" alt="http://www.edhelper.com/clipart/block1s.jpg" style="width:7.5pt;height:6pt;visibility:visible">
                        <v:imagedata r:id="rId8" o:title=""/>
                      </v:shape>
                    </w:pict>
                  </w:r>
                </w:p>
              </w:tc>
            </w:tr>
            <w:tr w:rsidR="00192D6B" w:rsidRPr="00EF6BA7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p w:rsidR="00192D6B" w:rsidRPr="00476CA4" w:rsidRDefault="00192D6B" w:rsidP="00476C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CA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92D6B" w:rsidRPr="00EF6BA7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tbl>
                  <w:tblPr>
                    <w:tblW w:w="4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A0"/>
                  </w:tblPr>
                  <w:tblGrid>
                    <w:gridCol w:w="1751"/>
                    <w:gridCol w:w="1835"/>
                  </w:tblGrid>
                  <w:tr w:rsidR="00192D6B" w:rsidRPr="00EF6BA7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p w:rsidR="00192D6B" w:rsidRPr="00476CA4" w:rsidRDefault="00192D6B" w:rsidP="00476CA4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76CA4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______ tens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192D6B" w:rsidRPr="00476CA4" w:rsidRDefault="00192D6B" w:rsidP="00476CA4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76CA4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______ ones</w:t>
                        </w:r>
                      </w:p>
                    </w:tc>
                  </w:tr>
                  <w:tr w:rsidR="00192D6B" w:rsidRPr="00EF6BA7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p w:rsidR="00192D6B" w:rsidRPr="00476CA4" w:rsidRDefault="00192D6B" w:rsidP="00476CA4">
                        <w:pPr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192D6B" w:rsidRPr="00476CA4" w:rsidRDefault="00192D6B" w:rsidP="00476CA4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92D6B" w:rsidRPr="00476CA4" w:rsidRDefault="00192D6B" w:rsidP="00476C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92D6B" w:rsidRPr="00EF6BA7" w:rsidRDefault="00192D6B" w:rsidP="00EF6BA7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  <w:tr w:rsidR="00192D6B" w:rsidRPr="00EF6BA7" w:rsidTr="00EF6BA7">
        <w:tc>
          <w:tcPr>
            <w:tcW w:w="4788" w:type="dxa"/>
          </w:tcPr>
          <w:p w:rsidR="00192D6B" w:rsidRPr="00EF6BA7" w:rsidRDefault="00192D6B" w:rsidP="00EF6B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What is the value of the digit in the tens place?</w:t>
            </w:r>
          </w:p>
          <w:p w:rsidR="00192D6B" w:rsidRPr="00EF6BA7" w:rsidRDefault="00192D6B" w:rsidP="00EF6BA7">
            <w:pPr>
              <w:spacing w:after="0" w:line="240" w:lineRule="auto"/>
              <w:jc w:val="center"/>
              <w:rPr>
                <w:sz w:val="52"/>
                <w:szCs w:val="52"/>
              </w:rPr>
            </w:pPr>
            <w:r w:rsidRPr="00EF6BA7">
              <w:rPr>
                <w:sz w:val="52"/>
                <w:szCs w:val="52"/>
              </w:rPr>
              <w:t>43</w:t>
            </w:r>
          </w:p>
          <w:p w:rsidR="00192D6B" w:rsidRPr="00EF6BA7" w:rsidRDefault="00192D6B" w:rsidP="00EF6BA7">
            <w:pPr>
              <w:spacing w:after="0" w:line="240" w:lineRule="auto"/>
              <w:rPr>
                <w:sz w:val="24"/>
                <w:szCs w:val="24"/>
              </w:rPr>
            </w:pP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 xml:space="preserve">4                             </w:t>
            </w: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40</w:t>
            </w: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3</w:t>
            </w: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30</w: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92D6B" w:rsidRPr="00EF6BA7" w:rsidRDefault="00192D6B" w:rsidP="00EF6B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What is the value of the digit in the tens place?</w: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jc w:val="center"/>
              <w:rPr>
                <w:sz w:val="52"/>
                <w:szCs w:val="52"/>
              </w:rPr>
            </w:pPr>
            <w:r w:rsidRPr="00EF6BA7">
              <w:rPr>
                <w:sz w:val="52"/>
                <w:szCs w:val="52"/>
              </w:rPr>
              <w:t>78</w: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800</w:t>
            </w: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80</w:t>
            </w: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70</w:t>
            </w: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77</w:t>
            </w:r>
          </w:p>
        </w:tc>
      </w:tr>
      <w:tr w:rsidR="00192D6B" w:rsidRPr="00EF6BA7" w:rsidTr="00EF6BA7">
        <w:tc>
          <w:tcPr>
            <w:tcW w:w="4788" w:type="dxa"/>
          </w:tcPr>
          <w:p w:rsidR="00192D6B" w:rsidRPr="00EF6BA7" w:rsidRDefault="00192D6B" w:rsidP="00EF6B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36"/>
                <w:szCs w:val="36"/>
              </w:rPr>
            </w:pPr>
            <w:r w:rsidRPr="000607CD">
              <w:rPr>
                <w:noProof/>
                <w:sz w:val="36"/>
                <w:szCs w:val="36"/>
              </w:rPr>
              <w:pict>
                <v:shape id="_x0000_i1041" type="#_x0000_t75" alt="http://www.edhelper.com/clipart/block10.jpg" style="width:11.25pt;height:49.5pt;visibility:visible">
                  <v:imagedata r:id="rId7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42" type="#_x0000_t75" alt="http://www.edhelper.com/clipart/block10.jpg" style="width:11.25pt;height:49.5pt;visibility:visible">
                  <v:imagedata r:id="rId7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43" type="#_x0000_t75" alt="http://www.edhelper.com/clipart/block1s.jpg" style="width:7.5pt;height:6pt;visibility:visible">
                  <v:imagedata r:id="rId8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44" type="#_x0000_t75" alt="http://www.edhelper.com/clipart/block1s.jpg" style="width:7.5pt;height:6pt;visibility:visible">
                  <v:imagedata r:id="rId8" o:title=""/>
                </v:shape>
              </w:pic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</w:p>
          <w:p w:rsidR="00192D6B" w:rsidRPr="00EF6BA7" w:rsidRDefault="00192D6B" w:rsidP="00EF6BA7">
            <w:p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Two tens and two ones equals?</w:t>
            </w:r>
          </w:p>
          <w:p w:rsidR="00192D6B" w:rsidRPr="00EF6BA7" w:rsidRDefault="00192D6B" w:rsidP="00EF6BA7">
            <w:pPr>
              <w:spacing w:after="0" w:line="240" w:lineRule="auto"/>
              <w:rPr>
                <w:sz w:val="28"/>
                <w:szCs w:val="28"/>
              </w:rPr>
            </w:pPr>
          </w:p>
          <w:p w:rsidR="00192D6B" w:rsidRPr="00EF6BA7" w:rsidRDefault="00192D6B" w:rsidP="00EF6BA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EF6BA7">
              <w:rPr>
                <w:sz w:val="36"/>
                <w:szCs w:val="36"/>
              </w:rPr>
              <w:t>___________</w:t>
            </w:r>
          </w:p>
        </w:tc>
        <w:tc>
          <w:tcPr>
            <w:tcW w:w="4788" w:type="dxa"/>
          </w:tcPr>
          <w:p w:rsidR="00192D6B" w:rsidRPr="00EF6BA7" w:rsidRDefault="00192D6B" w:rsidP="00EF6B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36"/>
                <w:szCs w:val="36"/>
              </w:rPr>
            </w:pPr>
            <w:r w:rsidRPr="000607CD">
              <w:rPr>
                <w:noProof/>
                <w:sz w:val="36"/>
                <w:szCs w:val="36"/>
              </w:rPr>
              <w:pict>
                <v:shape id="_x0000_i1045" type="#_x0000_t75" alt="http://www.edhelper.com/clipart/block10.jpg" style="width:11.25pt;height:49.5pt;visibility:visible">
                  <v:imagedata r:id="rId7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46" type="#_x0000_t75" alt="http://www.edhelper.com/clipart/block10.jpg" style="width:11.25pt;height:49.5pt;visibility:visible">
                  <v:imagedata r:id="rId7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47" type="#_x0000_t75" alt="http://www.edhelper.com/clipart/block10.jpg" style="width:11.25pt;height:49.5pt;visibility:visible">
                  <v:imagedata r:id="rId7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48" type="#_x0000_t75" alt="http://www.edhelper.com/clipart/block10.jpg" style="width:11.25pt;height:49.5pt;visibility:visible">
                  <v:imagedata r:id="rId7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49" type="#_x0000_t75" alt="http://www.edhelper.com/clipart/block1s.jpg" style="width:7.5pt;height:6pt;visibility:visible">
                  <v:imagedata r:id="rId8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50" type="#_x0000_t75" alt="http://www.edhelper.com/clipart/block1s.jpg" style="width:7.5pt;height:6pt;visibility:visible">
                  <v:imagedata r:id="rId8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51" type="#_x0000_t75" alt="http://www.edhelper.com/clipart/block1s.jpg" style="width:7.5pt;height:6pt;visibility:visible">
                  <v:imagedata r:id="rId8" o:title=""/>
                </v:shape>
              </w:pict>
            </w:r>
          </w:p>
          <w:p w:rsidR="00192D6B" w:rsidRPr="00EF6BA7" w:rsidRDefault="00192D6B" w:rsidP="00EF6BA7">
            <w:pPr>
              <w:spacing w:after="0" w:line="240" w:lineRule="auto"/>
              <w:rPr>
                <w:sz w:val="36"/>
                <w:szCs w:val="36"/>
              </w:rPr>
            </w:pPr>
          </w:p>
          <w:p w:rsidR="00192D6B" w:rsidRPr="00EF6BA7" w:rsidRDefault="00192D6B" w:rsidP="00EF6BA7">
            <w:pPr>
              <w:spacing w:after="0" w:line="240" w:lineRule="auto"/>
              <w:rPr>
                <w:sz w:val="28"/>
                <w:szCs w:val="28"/>
              </w:rPr>
            </w:pPr>
            <w:r w:rsidRPr="00EF6BA7">
              <w:rPr>
                <w:sz w:val="28"/>
                <w:szCs w:val="28"/>
              </w:rPr>
              <w:t>Four tens and three ones equals?</w:t>
            </w:r>
          </w:p>
          <w:p w:rsidR="00192D6B" w:rsidRPr="00EF6BA7" w:rsidRDefault="00192D6B" w:rsidP="00EF6BA7">
            <w:pPr>
              <w:spacing w:after="0" w:line="240" w:lineRule="auto"/>
              <w:rPr>
                <w:sz w:val="28"/>
                <w:szCs w:val="28"/>
              </w:rPr>
            </w:pPr>
          </w:p>
          <w:p w:rsidR="00192D6B" w:rsidRPr="00EF6BA7" w:rsidRDefault="00192D6B" w:rsidP="00EF6BA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EF6BA7">
              <w:rPr>
                <w:sz w:val="36"/>
                <w:szCs w:val="36"/>
              </w:rPr>
              <w:t>___________</w:t>
            </w:r>
          </w:p>
          <w:p w:rsidR="00192D6B" w:rsidRPr="00EF6BA7" w:rsidRDefault="00192D6B" w:rsidP="00EF6BA7">
            <w:pPr>
              <w:spacing w:after="0" w:line="240" w:lineRule="auto"/>
              <w:jc w:val="center"/>
              <w:rPr>
                <w:sz w:val="36"/>
                <w:szCs w:val="36"/>
              </w:rPr>
            </w:pPr>
          </w:p>
          <w:p w:rsidR="00192D6B" w:rsidRPr="00EF6BA7" w:rsidRDefault="00192D6B" w:rsidP="00EF6B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192D6B" w:rsidRPr="00EF6BA7" w:rsidTr="00EF6BA7">
        <w:tc>
          <w:tcPr>
            <w:tcW w:w="4788" w:type="dxa"/>
          </w:tcPr>
          <w:p w:rsidR="00192D6B" w:rsidRPr="00EF6BA7" w:rsidRDefault="00192D6B" w:rsidP="00EF6B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EF6BA7">
              <w:rPr>
                <w:sz w:val="24"/>
                <w:szCs w:val="24"/>
              </w:rPr>
              <w:t xml:space="preserve">Which set of cubes shows </w: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  <w:p w:rsidR="00192D6B" w:rsidRPr="00EF6BA7" w:rsidRDefault="00192D6B" w:rsidP="00EF6BA7">
            <w:pPr>
              <w:pStyle w:val="ListParagraph"/>
              <w:spacing w:after="0" w:line="240" w:lineRule="auto"/>
              <w:jc w:val="center"/>
              <w:rPr>
                <w:sz w:val="44"/>
                <w:szCs w:val="44"/>
              </w:rPr>
            </w:pPr>
            <w:r w:rsidRPr="00EF6BA7">
              <w:rPr>
                <w:sz w:val="44"/>
                <w:szCs w:val="44"/>
              </w:rPr>
              <w:t>34</w: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</w:p>
          <w:p w:rsidR="00192D6B" w:rsidRPr="00EF6BA7" w:rsidRDefault="00192D6B" w:rsidP="00EF6BA7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36"/>
                <w:szCs w:val="36"/>
              </w:rPr>
            </w:pPr>
            <w:r w:rsidRPr="00EF6BA7">
              <w:t xml:space="preserve"> </w:t>
            </w:r>
            <w:r>
              <w:rPr>
                <w:noProof/>
              </w:rPr>
              <w:pict>
                <v:shape id="Picture 1" o:spid="_x0000_i1052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Picture 2" o:spid="_x0000_i1053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Picture 3" o:spid="_x0000_i1054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Picture 4" o:spid="_x0000_i1055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Picture 5" o:spid="_x0000_i1056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Picture 6" o:spid="_x0000_i1057" type="#_x0000_t75" alt="http://www.edhelper.com/clipart/block5.jpg" style="width:9.75pt;height:36pt;visibility:visible">
                  <v:imagedata r:id="rId9" o:title=""/>
                </v:shape>
              </w:pict>
            </w:r>
            <w:r>
              <w:rPr>
                <w:noProof/>
              </w:rPr>
              <w:pict>
                <v:shape id="Picture 7" o:spid="_x0000_i1058" type="#_x0000_t75" alt="http://www.edhelper.com/clipart/block1.jpg" style="width:7.5pt;height:6pt;visibility:visible">
                  <v:imagedata r:id="rId8" o:title=""/>
                </v:shape>
              </w:pic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ind w:left="1080"/>
              <w:rPr>
                <w:sz w:val="36"/>
                <w:szCs w:val="36"/>
              </w:rPr>
            </w:pP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>
              <w:rPr>
                <w:noProof/>
              </w:rPr>
              <w:pict>
                <v:shape id="Picture 64" o:spid="_x0000_i1059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Picture 65" o:spid="_x0000_i1060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_x0000_i1061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Picture 66" o:spid="_x0000_i1062" type="#_x0000_t75" alt="http://www.edhelper.com/clipart/block1s.jpg" style="width:7.5pt;height:6pt;visibility:visible">
                  <v:imagedata r:id="rId8" o:title=""/>
                </v:shape>
              </w:pict>
            </w:r>
            <w:r>
              <w:rPr>
                <w:noProof/>
              </w:rPr>
              <w:pict>
                <v:shape id="_x0000_i1063" type="#_x0000_t75" alt="http://www.edhelper.com/clipart/block1s.jpg" style="width:7.5pt;height:6pt;visibility:visible">
                  <v:imagedata r:id="rId8" o:title=""/>
                </v:shape>
              </w:pict>
            </w:r>
            <w:r>
              <w:rPr>
                <w:noProof/>
              </w:rPr>
              <w:pict>
                <v:shape id="_x0000_i1064" type="#_x0000_t75" alt="http://www.edhelper.com/clipart/block1s.jpg" style="width:7.5pt;height:6pt;visibility:visible">
                  <v:imagedata r:id="rId8" o:title=""/>
                </v:shape>
              </w:pict>
            </w:r>
            <w:r>
              <w:rPr>
                <w:noProof/>
              </w:rPr>
              <w:pict>
                <v:shape id="_x0000_i1065" type="#_x0000_t75" alt="http://www.edhelper.com/clipart/block1s.jpg" style="width:7.5pt;height:6pt;visibility:visible">
                  <v:imagedata r:id="rId8" o:title=""/>
                </v:shape>
              </w:pic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rPr>
                <w:sz w:val="28"/>
                <w:szCs w:val="28"/>
              </w:rPr>
            </w:pP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>
              <w:rPr>
                <w:noProof/>
              </w:rPr>
              <w:pict>
                <v:shape id="_x0000_i1066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_x0000_i1067" type="#_x0000_t75" alt="http://www.edhelper.com/clipart/block1s.jpg" style="width:7.5pt;height:6pt;visibility:visible">
                  <v:imagedata r:id="rId8" o:title=""/>
                </v:shape>
              </w:pic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</w:pP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>
              <w:rPr>
                <w:noProof/>
              </w:rPr>
              <w:pict>
                <v:shape id="_x0000_i1068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_x0000_i1069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_x0000_i1070" type="#_x0000_t75" alt="http://www.edhelper.com/clipart/block1s.jpg" style="width:7.5pt;height:6pt;visibility:visible">
                  <v:imagedata r:id="rId8" o:title=""/>
                </v:shape>
              </w:pict>
            </w:r>
            <w:r>
              <w:rPr>
                <w:noProof/>
              </w:rPr>
              <w:pict>
                <v:shape id="_x0000_i1071" type="#_x0000_t75" alt="http://www.edhelper.com/clipart/block1s.jpg" style="width:7.5pt;height:6pt;visibility:visible">
                  <v:imagedata r:id="rId8" o:title=""/>
                </v:shape>
              </w:pict>
            </w:r>
            <w:r>
              <w:rPr>
                <w:noProof/>
              </w:rPr>
              <w:pict>
                <v:shape id="_x0000_i1072" type="#_x0000_t75" alt="http://www.edhelper.com/clipart/block1s.jpg" style="width:7.5pt;height:6pt;visibility:visible">
                  <v:imagedata r:id="rId8" o:title=""/>
                </v:shape>
              </w:pic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ind w:left="1080"/>
            </w:pPr>
          </w:p>
          <w:p w:rsidR="00192D6B" w:rsidRPr="00EF6BA7" w:rsidRDefault="00192D6B" w:rsidP="00EF6BA7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4788" w:type="dxa"/>
          </w:tcPr>
          <w:p w:rsidR="00192D6B" w:rsidRPr="00EF6BA7" w:rsidRDefault="00192D6B" w:rsidP="00EF6B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EF6BA7">
              <w:rPr>
                <w:sz w:val="36"/>
                <w:szCs w:val="36"/>
              </w:rPr>
              <w:t xml:space="preserve"> </w:t>
            </w:r>
            <w:r w:rsidRPr="00EF6BA7">
              <w:rPr>
                <w:sz w:val="24"/>
                <w:szCs w:val="24"/>
              </w:rPr>
              <w:t xml:space="preserve">Which set of cubes shows </w: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  <w:p w:rsidR="00192D6B" w:rsidRPr="00EF6BA7" w:rsidRDefault="00192D6B" w:rsidP="00EF6BA7">
            <w:pPr>
              <w:pStyle w:val="ListParagraph"/>
              <w:spacing w:after="0" w:line="240" w:lineRule="auto"/>
              <w:jc w:val="center"/>
              <w:rPr>
                <w:sz w:val="44"/>
                <w:szCs w:val="44"/>
              </w:rPr>
            </w:pPr>
            <w:r w:rsidRPr="00EF6BA7">
              <w:rPr>
                <w:sz w:val="44"/>
                <w:szCs w:val="44"/>
              </w:rPr>
              <w:t>21</w: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</w:p>
          <w:p w:rsidR="00192D6B" w:rsidRPr="00EF6BA7" w:rsidRDefault="00192D6B" w:rsidP="00EF6BA7">
            <w:pPr>
              <w:pStyle w:val="ListParagraph"/>
              <w:spacing w:after="0" w:line="240" w:lineRule="auto"/>
              <w:ind w:left="1440"/>
              <w:rPr>
                <w:sz w:val="36"/>
                <w:szCs w:val="36"/>
              </w:rPr>
            </w:pP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36"/>
                <w:szCs w:val="36"/>
              </w:rPr>
            </w:pPr>
            <w:r w:rsidRPr="00EF6BA7">
              <w:rPr>
                <w:sz w:val="36"/>
                <w:szCs w:val="36"/>
              </w:rPr>
              <w:t xml:space="preserve"> </w:t>
            </w:r>
            <w:r>
              <w:rPr>
                <w:noProof/>
              </w:rPr>
              <w:pict>
                <v:shape id="Picture 79" o:spid="_x0000_i1073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Picture 80" o:spid="_x0000_i1074" type="#_x0000_t75" alt="http://www.edhelper.com/clipart/block10.jpg" style="width:11.25pt;height:49.5pt;visibility:visible">
                  <v:imagedata r:id="rId7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75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Picture 81" o:spid="_x0000_i1076" type="#_x0000_t75" alt="http://www.edhelper.com/clipart/block1s.jpg" style="width:7.5pt;height:6pt;visibility:visible">
                  <v:imagedata r:id="rId8" o:title=""/>
                </v:shape>
              </w:pic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ind w:left="1440"/>
              <w:rPr>
                <w:sz w:val="36"/>
                <w:szCs w:val="36"/>
              </w:rPr>
            </w:pP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36"/>
                <w:szCs w:val="36"/>
              </w:rPr>
            </w:pPr>
            <w:r w:rsidRPr="00EF6BA7">
              <w:rPr>
                <w:sz w:val="36"/>
                <w:szCs w:val="36"/>
              </w:rPr>
              <w:t xml:space="preserve"> </w:t>
            </w:r>
            <w:r>
              <w:rPr>
                <w:noProof/>
              </w:rPr>
              <w:pict>
                <v:shape id="_x0000_i1077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_x0000_i1078" type="#_x0000_t75" alt="http://www.edhelper.com/clipart/block10.jpg" style="width:11.25pt;height:49.5pt;visibility:visible">
                  <v:imagedata r:id="rId7" o:title=""/>
                </v:shape>
              </w:pict>
            </w:r>
            <w:r>
              <w:rPr>
                <w:noProof/>
              </w:rPr>
              <w:pict>
                <v:shape id="Picture 96" o:spid="_x0000_i1079" type="#_x0000_t75" alt="http://www.edhelper.com/clipart/block1s.jpg" style="width:7.5pt;height:6pt;visibility:visible">
                  <v:imagedata r:id="rId8" o:title=""/>
                </v:shape>
              </w:pic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36"/>
                <w:szCs w:val="36"/>
              </w:rPr>
            </w:pPr>
            <w:r w:rsidRPr="000607CD">
              <w:rPr>
                <w:noProof/>
                <w:sz w:val="36"/>
                <w:szCs w:val="36"/>
              </w:rPr>
              <w:pict>
                <v:shape id="_x0000_i1080" type="#_x0000_t75" alt="http://www.edhelper.com/clipart/block10.jpg" style="width:11.25pt;height:49.5pt;visibility:visible">
                  <v:imagedata r:id="rId7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81" type="#_x0000_t75" alt="http://www.edhelper.com/clipart/block10.jpg" style="width:11.25pt;height:49.5pt;visibility:visible">
                  <v:imagedata r:id="rId7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82" type="#_x0000_t75" alt="http://www.edhelper.com/clipart/block10.jpg" style="width:11.25pt;height:49.5pt;visibility:visible">
                  <v:imagedata r:id="rId7" o:title=""/>
                </v:shape>
              </w:pict>
            </w:r>
          </w:p>
          <w:p w:rsidR="00192D6B" w:rsidRPr="00EF6BA7" w:rsidRDefault="00192D6B" w:rsidP="00EF6BA7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</w:p>
          <w:p w:rsidR="00192D6B" w:rsidRPr="00EF6BA7" w:rsidRDefault="00192D6B" w:rsidP="00EF6BA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36"/>
                <w:szCs w:val="36"/>
              </w:rPr>
            </w:pPr>
            <w:r w:rsidRPr="000607CD">
              <w:rPr>
                <w:noProof/>
                <w:sz w:val="36"/>
                <w:szCs w:val="36"/>
              </w:rPr>
              <w:pict>
                <v:shape id="_x0000_i1083" type="#_x0000_t75" alt="http://www.edhelper.com/clipart/block10.jpg" style="width:11.25pt;height:49.5pt;visibility:visible">
                  <v:imagedata r:id="rId7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84" type="#_x0000_t75" alt="http://www.edhelper.com/clipart/block10.jpg" style="width:11.25pt;height:49.5pt;visibility:visible">
                  <v:imagedata r:id="rId7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85" type="#_x0000_t75" alt="http://www.edhelper.com/clipart/block1s.jpg" style="width:7.5pt;height:6pt;visibility:visible">
                  <v:imagedata r:id="rId8" o:title=""/>
                </v:shape>
              </w:pict>
            </w:r>
            <w:r w:rsidRPr="000607CD">
              <w:rPr>
                <w:noProof/>
                <w:sz w:val="36"/>
                <w:szCs w:val="36"/>
              </w:rPr>
              <w:pict>
                <v:shape id="_x0000_i1086" type="#_x0000_t75" alt="http://www.edhelper.com/clipart/block1s.jpg" style="width:7.5pt;height:6pt;visibility:visible">
                  <v:imagedata r:id="rId8" o:title=""/>
                </v:shape>
              </w:pict>
            </w:r>
          </w:p>
        </w:tc>
      </w:tr>
    </w:tbl>
    <w:p w:rsidR="00192D6B" w:rsidRDefault="00192D6B"/>
    <w:sectPr w:rsidR="00192D6B" w:rsidSect="00682BC4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D6B" w:rsidRDefault="00192D6B" w:rsidP="00D4054F">
      <w:pPr>
        <w:spacing w:after="0" w:line="240" w:lineRule="auto"/>
      </w:pPr>
      <w:r>
        <w:separator/>
      </w:r>
    </w:p>
  </w:endnote>
  <w:endnote w:type="continuationSeparator" w:id="0">
    <w:p w:rsidR="00192D6B" w:rsidRDefault="00192D6B" w:rsidP="00D40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D6B" w:rsidRDefault="00192D6B" w:rsidP="00D4054F">
      <w:pPr>
        <w:spacing w:after="0" w:line="240" w:lineRule="auto"/>
      </w:pPr>
      <w:r>
        <w:separator/>
      </w:r>
    </w:p>
  </w:footnote>
  <w:footnote w:type="continuationSeparator" w:id="0">
    <w:p w:rsidR="00192D6B" w:rsidRDefault="00192D6B" w:rsidP="00D40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6B" w:rsidRDefault="00192D6B">
    <w:pPr>
      <w:pStyle w:val="Header"/>
    </w:pPr>
    <w:r>
      <w:t>COS M.1.1 Place Value of Ones and Tens Digits</w:t>
    </w:r>
  </w:p>
  <w:p w:rsidR="00192D6B" w:rsidRDefault="00192D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5F68"/>
    <w:multiLevelType w:val="hybridMultilevel"/>
    <w:tmpl w:val="CFEE5940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16122D"/>
    <w:multiLevelType w:val="hybridMultilevel"/>
    <w:tmpl w:val="B34018AE"/>
    <w:lvl w:ilvl="0" w:tplc="F2C4E35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C76026B"/>
    <w:multiLevelType w:val="hybridMultilevel"/>
    <w:tmpl w:val="D7F6719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5C2DA0"/>
    <w:multiLevelType w:val="hybridMultilevel"/>
    <w:tmpl w:val="068A48F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322E4C23"/>
    <w:multiLevelType w:val="hybridMultilevel"/>
    <w:tmpl w:val="7E52757E"/>
    <w:lvl w:ilvl="0" w:tplc="C62E53EE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373646F5"/>
    <w:multiLevelType w:val="hybridMultilevel"/>
    <w:tmpl w:val="ADC840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461FE3"/>
    <w:multiLevelType w:val="hybridMultilevel"/>
    <w:tmpl w:val="10BEC3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B261E4"/>
    <w:multiLevelType w:val="hybridMultilevel"/>
    <w:tmpl w:val="1EFE6460"/>
    <w:lvl w:ilvl="0" w:tplc="53BE0F06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587008"/>
    <w:multiLevelType w:val="hybridMultilevel"/>
    <w:tmpl w:val="61B4A094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69855C2A"/>
    <w:multiLevelType w:val="hybridMultilevel"/>
    <w:tmpl w:val="97D2D3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54F"/>
    <w:rsid w:val="000607CD"/>
    <w:rsid w:val="00122318"/>
    <w:rsid w:val="00192D6B"/>
    <w:rsid w:val="001B78B0"/>
    <w:rsid w:val="002D3DE1"/>
    <w:rsid w:val="00352194"/>
    <w:rsid w:val="00444467"/>
    <w:rsid w:val="00476CA4"/>
    <w:rsid w:val="005811BD"/>
    <w:rsid w:val="00605EEF"/>
    <w:rsid w:val="00682BC4"/>
    <w:rsid w:val="0072260F"/>
    <w:rsid w:val="0078744C"/>
    <w:rsid w:val="00822030"/>
    <w:rsid w:val="008E4D22"/>
    <w:rsid w:val="009B4782"/>
    <w:rsid w:val="00A24AEC"/>
    <w:rsid w:val="00A501C7"/>
    <w:rsid w:val="00A52467"/>
    <w:rsid w:val="00A835F0"/>
    <w:rsid w:val="00AF19EF"/>
    <w:rsid w:val="00B73819"/>
    <w:rsid w:val="00BB4426"/>
    <w:rsid w:val="00BF7BAC"/>
    <w:rsid w:val="00C76EED"/>
    <w:rsid w:val="00C81514"/>
    <w:rsid w:val="00CD3DB6"/>
    <w:rsid w:val="00D4054F"/>
    <w:rsid w:val="00D439B1"/>
    <w:rsid w:val="00EA117B"/>
    <w:rsid w:val="00EA7A75"/>
    <w:rsid w:val="00EF6BA7"/>
    <w:rsid w:val="00F67446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BC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405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054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405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4054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40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05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405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405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88</Words>
  <Characters>504</Characters>
  <Application>Microsoft Office Outlook</Application>
  <DocSecurity>0</DocSecurity>
  <Lines>0</Lines>
  <Paragraphs>0</Paragraphs>
  <ScaleCrop>false</ScaleCrop>
  <Company>Chalkville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</dc:title>
  <dc:subject/>
  <dc:creator>susan remick</dc:creator>
  <cp:keywords/>
  <dc:description/>
  <cp:lastModifiedBy> </cp:lastModifiedBy>
  <cp:revision>2</cp:revision>
  <cp:lastPrinted>2010-12-08T13:54:00Z</cp:lastPrinted>
  <dcterms:created xsi:type="dcterms:W3CDTF">2011-02-10T20:46:00Z</dcterms:created>
  <dcterms:modified xsi:type="dcterms:W3CDTF">2011-02-10T20:46:00Z</dcterms:modified>
</cp:coreProperties>
</file>