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446" w:rsidRDefault="005E3446">
      <w:r>
        <w:t>Name: 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5E3446" w:rsidRPr="003532FE" w:rsidTr="003532FE">
        <w:tc>
          <w:tcPr>
            <w:tcW w:w="4788" w:type="dxa"/>
          </w:tcPr>
          <w:p w:rsidR="005E3446" w:rsidRPr="003532FE" w:rsidRDefault="005E3446" w:rsidP="003532FE">
            <w:pPr>
              <w:spacing w:after="0" w:line="240" w:lineRule="auto"/>
            </w:pPr>
            <w:r w:rsidRPr="003532FE">
              <w:t xml:space="preserve">   </w:t>
            </w:r>
          </w:p>
          <w:p w:rsidR="005E3446" w:rsidRPr="003532FE" w:rsidRDefault="005E3446" w:rsidP="003532F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3532FE">
              <w:t>What fraction tells what part is shaded?</w:t>
            </w:r>
          </w:p>
          <w:p w:rsidR="005E3446" w:rsidRPr="003532FE" w:rsidRDefault="005E3446" w:rsidP="003532FE">
            <w:pPr>
              <w:spacing w:after="0" w:line="240" w:lineRule="auto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572"/>
            </w:tblGrid>
            <w:tr w:rsidR="005E3446" w:rsidRPr="003532FE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5E3446" w:rsidRPr="00952C88" w:rsidRDefault="005E3446" w:rsidP="00952C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32FE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5" type="#_x0000_t75" alt="http://www.edhelperclipart.com/clipart/fractionsf/shape5_3a_1.gif" style="width:60pt;height:60pt;visibility:visible">
                        <v:imagedata r:id="rId7" o:title=""/>
                      </v:shape>
                    </w:pict>
                  </w:r>
                </w:p>
              </w:tc>
            </w:tr>
            <w:tr w:rsidR="005E3446" w:rsidRPr="003532FE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5E3446" w:rsidRPr="00952C88" w:rsidRDefault="005E3446" w:rsidP="00952C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330"/>
                    <w:gridCol w:w="360"/>
                    <w:gridCol w:w="330"/>
                    <w:gridCol w:w="360"/>
                    <w:gridCol w:w="330"/>
                    <w:gridCol w:w="120"/>
                  </w:tblGrid>
                  <w:tr w:rsidR="005E3446" w:rsidRPr="003532F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5E3446" w:rsidRPr="003532F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2" o:spid="_x0000_i1026" type="#_x0000_t75" alt="http://www.edhelperclipart.com/clipart/fractdiv2.gif" style="width:12pt;height:1.5pt;visibility:visible">
                                    <v:imagedata r:id="rId8" o:title=""/>
                                  </v:shape>
                                </w:pic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52C88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5E3446" w:rsidRPr="003532F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3" o:spid="_x0000_i1027" type="#_x0000_t75" alt="http://www.edhelperclipart.com/clipart/fractdiv2.gif" style="width:12pt;height:1.5pt;visibility:visible">
                                    <v:imagedata r:id="rId8" o:title=""/>
                                  </v:shape>
                                </w:pic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52C88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5E3446" w:rsidRPr="003532F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4" o:spid="_x0000_i1028" type="#_x0000_t75" alt="http://www.edhelperclipart.com/clipart/fractdiv2.gif" style="width:12pt;height:1.5pt;visibility:visible">
                                    <v:imagedata r:id="rId8" o:title=""/>
                                  </v:shape>
                                </w:pic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52C88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</w:tbl>
                <w:p w:rsidR="005E3446" w:rsidRPr="00952C88" w:rsidRDefault="005E3446" w:rsidP="00952C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E3446" w:rsidRPr="003532FE" w:rsidRDefault="005E3446" w:rsidP="003532FE">
            <w:pPr>
              <w:spacing w:after="0" w:line="240" w:lineRule="auto"/>
            </w:pPr>
          </w:p>
        </w:tc>
        <w:tc>
          <w:tcPr>
            <w:tcW w:w="4788" w:type="dxa"/>
          </w:tcPr>
          <w:p w:rsidR="005E3446" w:rsidRPr="003532FE" w:rsidRDefault="005E3446" w:rsidP="003532FE">
            <w:pPr>
              <w:spacing w:after="0" w:line="240" w:lineRule="auto"/>
            </w:pPr>
          </w:p>
          <w:p w:rsidR="005E3446" w:rsidRPr="003532FE" w:rsidRDefault="005E3446" w:rsidP="003532F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3532FE">
              <w:t>What fraction tells what part is shaded?</w:t>
            </w:r>
          </w:p>
          <w:p w:rsidR="005E3446" w:rsidRPr="003532FE" w:rsidRDefault="005E3446" w:rsidP="003532FE">
            <w:pPr>
              <w:spacing w:after="0" w:line="240" w:lineRule="auto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572"/>
            </w:tblGrid>
            <w:tr w:rsidR="005E3446" w:rsidRPr="003532FE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5E3446" w:rsidRPr="00952C88" w:rsidRDefault="005E3446" w:rsidP="00952C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32FE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9" o:spid="_x0000_i1029" type="#_x0000_t75" alt="http://www.edhelperclipart.com/clipart/fractionsf/shape3_2a_1.gif" style="width:60pt;height:60pt;visibility:visible">
                        <v:imagedata r:id="rId9" o:title=""/>
                      </v:shape>
                    </w:pict>
                  </w:r>
                </w:p>
              </w:tc>
            </w:tr>
            <w:tr w:rsidR="005E3446" w:rsidRPr="003532FE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5E3446" w:rsidRPr="00952C88" w:rsidRDefault="005E3446" w:rsidP="00952C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330"/>
                    <w:gridCol w:w="360"/>
                    <w:gridCol w:w="330"/>
                    <w:gridCol w:w="360"/>
                    <w:gridCol w:w="330"/>
                    <w:gridCol w:w="180"/>
                  </w:tblGrid>
                  <w:tr w:rsidR="005E3446" w:rsidRPr="003532F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5E3446" w:rsidRPr="003532F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10" o:spid="_x0000_i1030" type="#_x0000_t75" alt="http://www.edhelperclipart.com/clipart/fractdiv2.gif" style="width:12pt;height:1.5pt;visibility:visible">
                                    <v:imagedata r:id="rId8" o:title=""/>
                                  </v:shape>
                                </w:pic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52C88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5E3446" w:rsidRPr="003532F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11" o:spid="_x0000_i1031" type="#_x0000_t75" alt="http://www.edhelperclipart.com/clipart/fractdiv2.gif" style="width:12pt;height:1.5pt;visibility:visible">
                                    <v:imagedata r:id="rId8" o:title=""/>
                                  </v:shape>
                                </w:pic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52C88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5E3446" w:rsidRPr="003532F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12" o:spid="_x0000_i1032" type="#_x0000_t75" alt="http://www.edhelperclipart.com/clipart/fractdiv2.gif" style="width:12pt;height:1.5pt;visibility:visible">
                                    <v:imagedata r:id="rId8" o:title=""/>
                                  </v:shape>
                                </w:pic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52C88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</w:t>
                        </w:r>
                      </w:p>
                    </w:tc>
                  </w:tr>
                </w:tbl>
                <w:p w:rsidR="005E3446" w:rsidRPr="00952C88" w:rsidRDefault="005E3446" w:rsidP="00952C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E3446" w:rsidRPr="003532FE" w:rsidRDefault="005E3446" w:rsidP="003532FE">
            <w:pPr>
              <w:spacing w:after="0" w:line="240" w:lineRule="auto"/>
            </w:pPr>
          </w:p>
        </w:tc>
      </w:tr>
      <w:tr w:rsidR="005E3446" w:rsidRPr="003532FE" w:rsidTr="003532FE">
        <w:tc>
          <w:tcPr>
            <w:tcW w:w="4788" w:type="dxa"/>
          </w:tcPr>
          <w:p w:rsidR="005E3446" w:rsidRPr="003532FE" w:rsidRDefault="005E3446" w:rsidP="003532FE">
            <w:pPr>
              <w:spacing w:after="0" w:line="240" w:lineRule="auto"/>
            </w:pPr>
          </w:p>
          <w:p w:rsidR="005E3446" w:rsidRPr="003532FE" w:rsidRDefault="005E3446" w:rsidP="003532F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3532FE">
              <w:t>What fraction tells what part is shaded?</w:t>
            </w:r>
          </w:p>
          <w:p w:rsidR="005E3446" w:rsidRPr="003532FE" w:rsidRDefault="005E3446" w:rsidP="003532FE">
            <w:pPr>
              <w:spacing w:after="0" w:line="240" w:lineRule="auto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572"/>
            </w:tblGrid>
            <w:tr w:rsidR="005E3446" w:rsidRPr="003532FE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5E3446" w:rsidRPr="00952C88" w:rsidRDefault="005E3446" w:rsidP="00952C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32FE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17" o:spid="_x0000_i1033" type="#_x0000_t75" alt="http://www.edhelperclipart.com/clipart/fractionsf/shape2_4b_1.gif" style="width:60pt;height:60pt;visibility:visible">
                        <v:imagedata r:id="rId10" o:title=""/>
                      </v:shape>
                    </w:pict>
                  </w:r>
                </w:p>
              </w:tc>
            </w:tr>
            <w:tr w:rsidR="005E3446" w:rsidRPr="003532FE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5E3446" w:rsidRPr="00952C88" w:rsidRDefault="005E3446" w:rsidP="00952C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330"/>
                    <w:gridCol w:w="360"/>
                    <w:gridCol w:w="330"/>
                    <w:gridCol w:w="360"/>
                    <w:gridCol w:w="330"/>
                    <w:gridCol w:w="180"/>
                  </w:tblGrid>
                  <w:tr w:rsidR="005E3446" w:rsidRPr="003532F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5E3446" w:rsidRPr="003532F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18" o:spid="_x0000_i1034" type="#_x0000_t75" alt="http://www.edhelperclipart.com/clipart/fractdiv2.gif" style="width:12pt;height:1.5pt;visibility:visible">
                                    <v:imagedata r:id="rId8" o:title=""/>
                                  </v:shape>
                                </w:pic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52C88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5E3446" w:rsidRPr="003532F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19" o:spid="_x0000_i1035" type="#_x0000_t75" alt="http://www.edhelperclipart.com/clipart/fractdiv2.gif" style="width:12pt;height:1.5pt;visibility:visible">
                                    <v:imagedata r:id="rId8" o:title=""/>
                                  </v:shape>
                                </w:pic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52C88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5E3446" w:rsidRPr="003532F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20" o:spid="_x0000_i1036" type="#_x0000_t75" alt="http://www.edhelperclipart.com/clipart/fractdiv2.gif" style="width:12pt;height:1.5pt;visibility:visible">
                                    <v:imagedata r:id="rId8" o:title=""/>
                                  </v:shape>
                                </w:pic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52C88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</w:t>
                        </w:r>
                      </w:p>
                    </w:tc>
                  </w:tr>
                  <w:tr w:rsidR="005E3446" w:rsidRPr="003532F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E3446" w:rsidRPr="00952C88" w:rsidRDefault="005E3446" w:rsidP="00952C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E3446" w:rsidRPr="003532FE" w:rsidRDefault="005E3446" w:rsidP="003532FE">
            <w:pPr>
              <w:spacing w:after="0" w:line="240" w:lineRule="auto"/>
            </w:pPr>
          </w:p>
        </w:tc>
        <w:tc>
          <w:tcPr>
            <w:tcW w:w="4788" w:type="dxa"/>
          </w:tcPr>
          <w:p w:rsidR="005E3446" w:rsidRPr="003532FE" w:rsidRDefault="005E3446" w:rsidP="003532FE">
            <w:pPr>
              <w:spacing w:after="0" w:line="240" w:lineRule="auto"/>
            </w:pPr>
          </w:p>
          <w:p w:rsidR="005E3446" w:rsidRPr="003532FE" w:rsidRDefault="005E3446" w:rsidP="003532F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3532FE">
              <w:t>What fraction tells what part is shaded?</w:t>
            </w:r>
          </w:p>
          <w:p w:rsidR="005E3446" w:rsidRPr="003532FE" w:rsidRDefault="005E3446" w:rsidP="003532FE">
            <w:pPr>
              <w:spacing w:after="0" w:line="240" w:lineRule="auto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572"/>
            </w:tblGrid>
            <w:tr w:rsidR="005E3446" w:rsidRPr="003532FE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5E3446" w:rsidRPr="00952C88" w:rsidRDefault="005E3446" w:rsidP="00952C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32FE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25" o:spid="_x0000_i1037" type="#_x0000_t75" alt="http://www.edhelperclipart.com/clipart/fractionsf/shape3_4a_1.gif" style="width:60pt;height:60pt;visibility:visible">
                        <v:imagedata r:id="rId11" o:title=""/>
                      </v:shape>
                    </w:pict>
                  </w:r>
                </w:p>
              </w:tc>
            </w:tr>
            <w:tr w:rsidR="005E3446" w:rsidRPr="003532FE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5E3446" w:rsidRPr="00952C88" w:rsidRDefault="005E3446" w:rsidP="00952C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330"/>
                    <w:gridCol w:w="360"/>
                    <w:gridCol w:w="330"/>
                    <w:gridCol w:w="360"/>
                    <w:gridCol w:w="330"/>
                    <w:gridCol w:w="180"/>
                  </w:tblGrid>
                  <w:tr w:rsidR="005E3446" w:rsidRPr="003532F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5E3446" w:rsidRPr="003532F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26" o:spid="_x0000_i1038" type="#_x0000_t75" alt="http://www.edhelperclipart.com/clipart/fractdiv2.gif" style="width:12pt;height:1.5pt;visibility:visible">
                                    <v:imagedata r:id="rId8" o:title=""/>
                                  </v:shape>
                                </w:pic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52C88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5E3446" w:rsidRPr="003532F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27" o:spid="_x0000_i1039" type="#_x0000_t75" alt="http://www.edhelperclipart.com/clipart/fractdiv2.gif" style="width:12pt;height:1.5pt;visibility:visible">
                                    <v:imagedata r:id="rId8" o:title=""/>
                                  </v:shape>
                                </w:pic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52C88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5E3446" w:rsidRPr="003532F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28" o:spid="_x0000_i1040" type="#_x0000_t75" alt="http://www.edhelperclipart.com/clipart/fractdiv2.gif" style="width:12pt;height:1.5pt;visibility:visible">
                                    <v:imagedata r:id="rId8" o:title=""/>
                                  </v:shape>
                                </w:pict>
                              </w:r>
                            </w:p>
                            <w:p w:rsidR="005E3446" w:rsidRPr="00952C88" w:rsidRDefault="005E3446" w:rsidP="00952C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52C8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952C88" w:rsidRDefault="005E3446" w:rsidP="00952C8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52C88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</w:t>
                        </w:r>
                      </w:p>
                    </w:tc>
                  </w:tr>
                </w:tbl>
                <w:p w:rsidR="005E3446" w:rsidRPr="00952C88" w:rsidRDefault="005E3446" w:rsidP="00952C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E3446" w:rsidRPr="003532FE" w:rsidRDefault="005E3446" w:rsidP="003532FE">
            <w:pPr>
              <w:spacing w:after="0" w:line="240" w:lineRule="auto"/>
            </w:pPr>
          </w:p>
        </w:tc>
      </w:tr>
      <w:tr w:rsidR="005E3446" w:rsidRPr="003532FE" w:rsidTr="003532FE">
        <w:tc>
          <w:tcPr>
            <w:tcW w:w="4788" w:type="dxa"/>
          </w:tcPr>
          <w:p w:rsidR="005E3446" w:rsidRPr="003532FE" w:rsidRDefault="005E3446" w:rsidP="003532FE">
            <w:pPr>
              <w:spacing w:after="0" w:line="240" w:lineRule="auto"/>
            </w:pPr>
          </w:p>
          <w:p w:rsidR="005E3446" w:rsidRPr="003532FE" w:rsidRDefault="005E3446" w:rsidP="003532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 w:rsidRPr="003532FE">
              <w:t xml:space="preserve">Which shape shows   </w:t>
            </w:r>
            <w:r w:rsidRPr="003532FE">
              <w:rPr>
                <w:sz w:val="28"/>
                <w:szCs w:val="28"/>
                <w:u w:val="single"/>
              </w:rPr>
              <w:t xml:space="preserve">1  </w:t>
            </w:r>
            <w:r w:rsidRPr="003532FE">
              <w:t>shaded?</w:t>
            </w:r>
          </w:p>
          <w:p w:rsidR="005E3446" w:rsidRPr="003532FE" w:rsidRDefault="005E3446" w:rsidP="003532FE">
            <w:pPr>
              <w:spacing w:after="0" w:line="240" w:lineRule="auto"/>
            </w:pPr>
            <w:r w:rsidRPr="003532FE">
              <w:rPr>
                <w:sz w:val="28"/>
                <w:szCs w:val="28"/>
              </w:rPr>
              <w:t xml:space="preserve">                                          3</w:t>
            </w:r>
          </w:p>
          <w:p w:rsidR="005E3446" w:rsidRPr="003532FE" w:rsidRDefault="005E3446" w:rsidP="003532FE">
            <w:pPr>
              <w:pStyle w:val="ListParagraph"/>
              <w:spacing w:after="0" w:line="240" w:lineRule="auto"/>
            </w:pPr>
            <w:r w:rsidRPr="003532FE">
              <w:t>A.)</w:t>
            </w:r>
            <w:r w:rsidRPr="003532FE">
              <w:rPr>
                <w:noProof/>
              </w:rPr>
              <w:pict>
                <v:shape id="Picture 33" o:spid="_x0000_i1041" type="#_x0000_t75" alt="http://www.edhelperclipart.com/clipart/fractionsf/shape7_4b_1.gif" style="width:60pt;height:60pt;visibility:visible">
                  <v:imagedata r:id="rId12" o:title=""/>
                </v:shape>
              </w:pict>
            </w:r>
            <w:r w:rsidRPr="003532FE">
              <w:t xml:space="preserve">                                                    </w:t>
            </w:r>
          </w:p>
          <w:p w:rsidR="005E3446" w:rsidRPr="003532FE" w:rsidRDefault="005E3446" w:rsidP="003532FE">
            <w:pPr>
              <w:pStyle w:val="ListParagraph"/>
              <w:spacing w:after="0" w:line="240" w:lineRule="auto"/>
            </w:pPr>
            <w:r w:rsidRPr="003532FE">
              <w:t xml:space="preserve">B.) </w:t>
            </w:r>
            <w:r w:rsidRPr="003532FE">
              <w:rPr>
                <w:noProof/>
              </w:rPr>
              <w:pict>
                <v:shape id="Picture 36" o:spid="_x0000_i1042" type="#_x0000_t75" alt="http://www.edhelperclipart.com/clipart/fractionsf/shape4_3a_1.gif" style="width:60pt;height:60pt;visibility:visible">
                  <v:imagedata r:id="rId13" o:title=""/>
                </v:shape>
              </w:pict>
            </w:r>
          </w:p>
          <w:p w:rsidR="005E3446" w:rsidRPr="003532FE" w:rsidRDefault="005E3446" w:rsidP="003532FE">
            <w:pPr>
              <w:spacing w:after="0" w:line="240" w:lineRule="auto"/>
            </w:pPr>
            <w:r w:rsidRPr="003532FE">
              <w:t xml:space="preserve">              C.)      </w:t>
            </w:r>
            <w:r w:rsidRPr="003532FE">
              <w:rPr>
                <w:noProof/>
              </w:rPr>
              <w:pict>
                <v:shape id="Picture 39" o:spid="_x0000_i1043" type="#_x0000_t75" alt="http://www.edhelperclipart.com/clipart/fractionsf/shape2_4b_1.gif" style="width:60pt;height:60pt;visibility:visible">
                  <v:imagedata r:id="rId10" o:title=""/>
                </v:shape>
              </w:pict>
            </w:r>
            <w:r w:rsidRPr="003532FE">
              <w:t xml:space="preserve">                    </w:t>
            </w:r>
          </w:p>
          <w:p w:rsidR="005E3446" w:rsidRPr="003532FE" w:rsidRDefault="005E3446" w:rsidP="003532FE">
            <w:pPr>
              <w:spacing w:after="0" w:line="240" w:lineRule="auto"/>
            </w:pPr>
            <w:r w:rsidRPr="003532FE">
              <w:t xml:space="preserve">               D.)   </w:t>
            </w:r>
            <w:r w:rsidRPr="003532FE">
              <w:rPr>
                <w:noProof/>
              </w:rPr>
              <w:pict>
                <v:shape id="Picture 42" o:spid="_x0000_i1044" type="#_x0000_t75" alt="http://www.edhelperclipart.com/clipart/fractionsf/shape8_2a_1.gif" style="width:60pt;height:60pt;visibility:visible">
                  <v:imagedata r:id="rId14" o:title=""/>
                </v:shape>
              </w:pict>
            </w:r>
          </w:p>
        </w:tc>
        <w:tc>
          <w:tcPr>
            <w:tcW w:w="4788" w:type="dxa"/>
          </w:tcPr>
          <w:p w:rsidR="005E3446" w:rsidRPr="003532FE" w:rsidRDefault="005E3446" w:rsidP="003532FE">
            <w:pPr>
              <w:spacing w:after="0" w:line="240" w:lineRule="auto"/>
            </w:pPr>
          </w:p>
          <w:p w:rsidR="005E3446" w:rsidRPr="003532FE" w:rsidRDefault="005E3446" w:rsidP="003532F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3532FE">
              <w:t>Is this a line of symmetry?   Are there two equal parts?</w:t>
            </w:r>
          </w:p>
          <w:p w:rsidR="005E3446" w:rsidRPr="003532FE" w:rsidRDefault="005E3446" w:rsidP="003532FE">
            <w:pPr>
              <w:spacing w:after="0" w:line="240" w:lineRule="auto"/>
            </w:pPr>
          </w:p>
          <w:p w:rsidR="005E3446" w:rsidRPr="003532FE" w:rsidRDefault="005E3446" w:rsidP="003532FE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3532FE">
              <w:t xml:space="preserve">      Yes                   B.)            No</w:t>
            </w:r>
          </w:p>
          <w:p w:rsidR="005E3446" w:rsidRPr="003532FE" w:rsidRDefault="005E3446" w:rsidP="003532FE">
            <w:pPr>
              <w:spacing w:after="0" w:line="240" w:lineRule="auto"/>
            </w:pPr>
            <w:r w:rsidRPr="003532FE">
              <w:t xml:space="preserve">      </w:t>
            </w:r>
          </w:p>
          <w:p w:rsidR="005E3446" w:rsidRPr="003532FE" w:rsidRDefault="005E3446" w:rsidP="003532FE">
            <w:pPr>
              <w:tabs>
                <w:tab w:val="left" w:pos="3825"/>
              </w:tabs>
              <w:spacing w:after="0" w:line="240" w:lineRule="auto"/>
            </w:pPr>
            <w:r w:rsidRPr="003532FE">
              <w:rPr>
                <w:noProof/>
              </w:rPr>
              <w:pict>
                <v:shape id="Picture 57" o:spid="_x0000_i1045" type="#_x0000_t75" style="width:84pt;height:175.5pt;visibility:visible">
                  <v:imagedata r:id="rId15" o:title=""/>
                </v:shape>
              </w:pict>
            </w:r>
            <w:r w:rsidRPr="003532FE">
              <w:tab/>
            </w:r>
          </w:p>
        </w:tc>
      </w:tr>
      <w:tr w:rsidR="005E3446" w:rsidRPr="003532FE" w:rsidTr="003532FE">
        <w:tc>
          <w:tcPr>
            <w:tcW w:w="4788" w:type="dxa"/>
          </w:tcPr>
          <w:p w:rsidR="005E3446" w:rsidRPr="003532FE" w:rsidRDefault="005E3446" w:rsidP="003532F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3532FE">
              <w:t xml:space="preserve"> Color one part of the shape.  Circle the correct fraction.</w:t>
            </w:r>
          </w:p>
          <w:p w:rsidR="005E3446" w:rsidRPr="003532FE" w:rsidRDefault="005E3446" w:rsidP="003532FE">
            <w:pPr>
              <w:spacing w:after="0" w:line="240" w:lineRule="auto"/>
            </w:pPr>
          </w:p>
          <w:p w:rsidR="005E3446" w:rsidRPr="003532FE" w:rsidRDefault="005E3446" w:rsidP="003532FE">
            <w:pPr>
              <w:spacing w:after="0" w:line="240" w:lineRule="auto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572"/>
            </w:tblGrid>
            <w:tr w:rsidR="005E3446" w:rsidRPr="003532FE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5E3446" w:rsidRPr="00CD2D63" w:rsidRDefault="005E3446" w:rsidP="00CD2D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32FE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_x0000_i1046" type="#_x0000_t75" alt="http://www.edhelperclipart.com/clipart/fractionsf/shape6_3a.gif" style="width:60pt;height:60pt;visibility:visible">
                        <v:imagedata r:id="rId16" o:title=""/>
                      </v:shape>
                    </w:pict>
                  </w:r>
                </w:p>
              </w:tc>
            </w:tr>
            <w:tr w:rsidR="005E3446" w:rsidRPr="003532FE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5E3446" w:rsidRPr="00CD2D63" w:rsidRDefault="005E3446" w:rsidP="00CD2D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330"/>
                    <w:gridCol w:w="360"/>
                    <w:gridCol w:w="330"/>
                    <w:gridCol w:w="360"/>
                    <w:gridCol w:w="330"/>
                    <w:gridCol w:w="180"/>
                  </w:tblGrid>
                  <w:tr w:rsidR="005E3446" w:rsidRPr="003532F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5E3446" w:rsidRPr="003532F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5E3446" w:rsidRPr="00CD2D63" w:rsidRDefault="005E3446" w:rsidP="00CD2D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CD2D63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5E3446" w:rsidRPr="00CD2D63" w:rsidRDefault="005E3446" w:rsidP="00CD2D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_x0000_i1047" type="#_x0000_t75" alt="http://www.edhelperclipart.com/clipart/fractdiv2.gif" style="width:12pt;height:1.5pt;visibility:visible">
                                    <v:imagedata r:id="rId8" o:title=""/>
                                  </v:shape>
                                </w:pict>
                              </w:r>
                            </w:p>
                            <w:p w:rsidR="005E3446" w:rsidRPr="00CD2D63" w:rsidRDefault="005E3446" w:rsidP="00CD2D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CD2D63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:rsidR="005E3446" w:rsidRPr="00CD2D63" w:rsidRDefault="005E3446" w:rsidP="00CD2D63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CD2D63" w:rsidRDefault="005E3446" w:rsidP="00CD2D63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CD2D6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5E3446" w:rsidRPr="003532F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5E3446" w:rsidRPr="00CD2D63" w:rsidRDefault="005E3446" w:rsidP="00CD2D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CD2D63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5E3446" w:rsidRPr="00CD2D63" w:rsidRDefault="005E3446" w:rsidP="00CD2D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_x0000_i1048" type="#_x0000_t75" alt="http://www.edhelperclipart.com/clipart/fractdiv2.gif" style="width:12pt;height:1.5pt;visibility:visible">
                                    <v:imagedata r:id="rId8" o:title=""/>
                                  </v:shape>
                                </w:pict>
                              </w:r>
                            </w:p>
                            <w:p w:rsidR="005E3446" w:rsidRPr="00CD2D63" w:rsidRDefault="005E3446" w:rsidP="00CD2D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CD2D63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5E3446" w:rsidRPr="00CD2D63" w:rsidRDefault="005E3446" w:rsidP="00CD2D63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CD2D63" w:rsidRDefault="005E3446" w:rsidP="00CD2D63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CD2D6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5E3446" w:rsidRPr="003532F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5E3446" w:rsidRPr="00CD2D63" w:rsidRDefault="005E3446" w:rsidP="00CD2D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CD2D63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5E3446" w:rsidRPr="00CD2D63" w:rsidRDefault="005E3446" w:rsidP="00CD2D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_x0000_i1049" type="#_x0000_t75" alt="http://www.edhelperclipart.com/clipart/fractdiv2.gif" style="width:12pt;height:1.5pt;visibility:visible">
                                    <v:imagedata r:id="rId8" o:title=""/>
                                  </v:shape>
                                </w:pict>
                              </w:r>
                            </w:p>
                            <w:p w:rsidR="005E3446" w:rsidRPr="00CD2D63" w:rsidRDefault="005E3446" w:rsidP="00CD2D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CD2D63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5E3446" w:rsidRPr="00CD2D63" w:rsidRDefault="005E3446" w:rsidP="00CD2D63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5E3446" w:rsidRPr="00CD2D63" w:rsidRDefault="005E3446" w:rsidP="00CD2D63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CD2D6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</w:t>
                        </w:r>
                      </w:p>
                    </w:tc>
                  </w:tr>
                </w:tbl>
                <w:p w:rsidR="005E3446" w:rsidRPr="00CD2D63" w:rsidRDefault="005E3446" w:rsidP="00CD2D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E3446" w:rsidRPr="003532FE" w:rsidRDefault="005E3446" w:rsidP="003532FE">
            <w:pPr>
              <w:spacing w:after="0" w:line="240" w:lineRule="auto"/>
            </w:pPr>
          </w:p>
          <w:p w:rsidR="005E3446" w:rsidRPr="003532FE" w:rsidRDefault="005E3446" w:rsidP="003532FE">
            <w:pPr>
              <w:spacing w:after="0" w:line="240" w:lineRule="auto"/>
            </w:pPr>
          </w:p>
        </w:tc>
        <w:tc>
          <w:tcPr>
            <w:tcW w:w="4788" w:type="dxa"/>
          </w:tcPr>
          <w:p w:rsidR="005E3446" w:rsidRPr="003532FE" w:rsidRDefault="005E3446" w:rsidP="003532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 w:rsidRPr="003532FE">
              <w:t xml:space="preserve"> </w:t>
            </w:r>
            <w:r w:rsidRPr="003532FE">
              <w:rPr>
                <w:sz w:val="28"/>
                <w:szCs w:val="28"/>
              </w:rPr>
              <w:t xml:space="preserve">Color   </w:t>
            </w:r>
            <w:r w:rsidRPr="003532FE">
              <w:rPr>
                <w:sz w:val="28"/>
                <w:szCs w:val="28"/>
                <w:u w:val="single"/>
              </w:rPr>
              <w:t>1.</w:t>
            </w:r>
          </w:p>
          <w:p w:rsidR="005E3446" w:rsidRPr="003532FE" w:rsidRDefault="005E3446" w:rsidP="003532FE">
            <w:pPr>
              <w:pStyle w:val="ListParagraph"/>
              <w:spacing w:after="0" w:line="240" w:lineRule="auto"/>
              <w:rPr>
                <w:sz w:val="28"/>
                <w:szCs w:val="28"/>
              </w:rPr>
            </w:pPr>
            <w:r w:rsidRPr="003532FE">
              <w:rPr>
                <w:sz w:val="28"/>
                <w:szCs w:val="28"/>
              </w:rPr>
              <w:t xml:space="preserve">             3</w:t>
            </w:r>
          </w:p>
          <w:p w:rsidR="005E3446" w:rsidRPr="003532FE" w:rsidRDefault="005E3446" w:rsidP="003532FE">
            <w:pPr>
              <w:spacing w:after="0" w:line="240" w:lineRule="auto"/>
            </w:pPr>
          </w:p>
          <w:p w:rsidR="005E3446" w:rsidRPr="003532FE" w:rsidRDefault="005E3446" w:rsidP="003532FE">
            <w:pPr>
              <w:spacing w:after="0" w:line="240" w:lineRule="auto"/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95"/>
              <w:gridCol w:w="4377"/>
            </w:tblGrid>
            <w:tr w:rsidR="005E3446" w:rsidRPr="003532FE">
              <w:trPr>
                <w:tblCellSpacing w:w="15" w:type="dxa"/>
              </w:trPr>
              <w:tc>
                <w:tcPr>
                  <w:tcW w:w="150" w:type="pct"/>
                </w:tcPr>
                <w:p w:rsidR="005E3446" w:rsidRPr="0054202C" w:rsidRDefault="005E3446" w:rsidP="0054202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202C">
                    <w:rPr>
                      <w:rFonts w:ascii="Times New Roman" w:hAnsi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</w:tcPr>
                <w:p w:rsidR="005E3446" w:rsidRPr="0054202C" w:rsidRDefault="005E3446" w:rsidP="0054202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202C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       </w:t>
                  </w:r>
                  <w:r w:rsidRPr="003532FE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14" o:spid="_x0000_i1050" type="#_x0000_t75" alt="http://www.edhelperclipart.com/clipart/fractionsf/chicks_3.gif" style="width:90pt;height:90pt;visibility:visible">
                        <v:imagedata r:id="rId17" o:title=""/>
                      </v:shape>
                    </w:pict>
                  </w:r>
                </w:p>
              </w:tc>
            </w:tr>
          </w:tbl>
          <w:p w:rsidR="005E3446" w:rsidRPr="003532FE" w:rsidRDefault="005E3446" w:rsidP="003532FE">
            <w:pPr>
              <w:spacing w:after="0" w:line="240" w:lineRule="auto"/>
            </w:pPr>
          </w:p>
          <w:p w:rsidR="005E3446" w:rsidRPr="003532FE" w:rsidRDefault="005E3446" w:rsidP="003532FE">
            <w:pPr>
              <w:spacing w:after="0" w:line="240" w:lineRule="auto"/>
            </w:pPr>
          </w:p>
          <w:p w:rsidR="005E3446" w:rsidRPr="003532FE" w:rsidRDefault="005E3446" w:rsidP="003532FE">
            <w:pPr>
              <w:spacing w:after="0" w:line="240" w:lineRule="auto"/>
            </w:pPr>
          </w:p>
          <w:p w:rsidR="005E3446" w:rsidRPr="003532FE" w:rsidRDefault="005E3446" w:rsidP="003532FE">
            <w:pPr>
              <w:spacing w:after="0" w:line="240" w:lineRule="auto"/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95"/>
              <w:gridCol w:w="4377"/>
            </w:tblGrid>
            <w:tr w:rsidR="005E3446" w:rsidRPr="003532FE">
              <w:trPr>
                <w:tblCellSpacing w:w="15" w:type="dxa"/>
              </w:trPr>
              <w:tc>
                <w:tcPr>
                  <w:tcW w:w="150" w:type="pct"/>
                </w:tcPr>
                <w:p w:rsidR="005E3446" w:rsidRPr="000E4787" w:rsidRDefault="005E3446" w:rsidP="000E47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4787">
                    <w:rPr>
                      <w:rFonts w:ascii="Times New Roman" w:hAnsi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</w:tcPr>
                <w:p w:rsidR="005E3446" w:rsidRPr="000E4787" w:rsidRDefault="005E3446" w:rsidP="000E47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E3446" w:rsidRPr="003532FE" w:rsidRDefault="005E3446" w:rsidP="003532FE">
            <w:pPr>
              <w:spacing w:after="0" w:line="240" w:lineRule="auto"/>
            </w:pPr>
          </w:p>
        </w:tc>
      </w:tr>
      <w:tr w:rsidR="005E3446" w:rsidRPr="003532FE" w:rsidTr="003532FE">
        <w:tc>
          <w:tcPr>
            <w:tcW w:w="4788" w:type="dxa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79"/>
              <w:gridCol w:w="4393"/>
            </w:tblGrid>
            <w:tr w:rsidR="005E3446" w:rsidRPr="003532FE" w:rsidTr="0026611A">
              <w:trPr>
                <w:tblCellSpacing w:w="15" w:type="dxa"/>
              </w:trPr>
              <w:tc>
                <w:tcPr>
                  <w:tcW w:w="150" w:type="pct"/>
                </w:tcPr>
                <w:p w:rsidR="005E3446" w:rsidRPr="0026611A" w:rsidRDefault="005E3446" w:rsidP="0026611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5E3446" w:rsidRPr="0026611A" w:rsidRDefault="005E3446" w:rsidP="0026611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E3446" w:rsidRPr="003532FE" w:rsidRDefault="005E3446" w:rsidP="003532F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3532FE">
              <w:t xml:space="preserve"> Draw 2 lines of symmetry.</w:t>
            </w:r>
          </w:p>
          <w:p w:rsidR="005E3446" w:rsidRPr="003532FE" w:rsidRDefault="005E3446" w:rsidP="003532FE">
            <w:pPr>
              <w:spacing w:after="0" w:line="240" w:lineRule="auto"/>
            </w:pPr>
          </w:p>
          <w:p w:rsidR="005E3446" w:rsidRPr="003532FE" w:rsidRDefault="005E3446" w:rsidP="003532FE">
            <w:pPr>
              <w:spacing w:after="0" w:line="240" w:lineRule="auto"/>
            </w:pPr>
          </w:p>
          <w:p w:rsidR="005E3446" w:rsidRPr="003532FE" w:rsidRDefault="005E3446" w:rsidP="003532FE">
            <w:pPr>
              <w:spacing w:after="0" w:line="240" w:lineRule="auto"/>
            </w:pPr>
            <w:r w:rsidRPr="003532FE">
              <w:rPr>
                <w:rFonts w:ascii="Arial" w:hAnsi="Arial" w:cs="Arial"/>
                <w:b/>
                <w:bCs/>
                <w:color w:val="000000"/>
              </w:rPr>
              <w:t xml:space="preserve">                       </w:t>
            </w:r>
            <w:r w:rsidRPr="003532FE">
              <w:rPr>
                <w:rFonts w:ascii="Arial" w:hAnsi="Arial" w:cs="Arial"/>
                <w:b/>
                <w:noProof/>
                <w:color w:val="000000"/>
              </w:rPr>
              <w:pict>
                <v:shape id="Picture 58" o:spid="_x0000_i1051" type="#_x0000_t75" alt="http://www.homeschoolmath.net/teaching/g/symmetry/circle.gif" style="width:55.5pt;height:55.5pt;visibility:visible">
                  <v:imagedata r:id="rId18" o:title=""/>
                </v:shape>
              </w:pict>
            </w:r>
          </w:p>
        </w:tc>
        <w:tc>
          <w:tcPr>
            <w:tcW w:w="4788" w:type="dxa"/>
          </w:tcPr>
          <w:p w:rsidR="005E3446" w:rsidRPr="003532FE" w:rsidRDefault="005E3446" w:rsidP="003532FE">
            <w:pPr>
              <w:spacing w:after="0" w:line="240" w:lineRule="auto"/>
            </w:pPr>
          </w:p>
          <w:p w:rsidR="005E3446" w:rsidRPr="003532FE" w:rsidRDefault="005E3446" w:rsidP="003532F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3532FE">
              <w:t>Put these in order from lightest to heaviest. (1,2,3)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79"/>
              <w:gridCol w:w="4393"/>
            </w:tblGrid>
            <w:tr w:rsidR="005E3446" w:rsidRPr="003532FE" w:rsidTr="00BF5F31">
              <w:trPr>
                <w:tblCellSpacing w:w="15" w:type="dxa"/>
              </w:trPr>
              <w:tc>
                <w:tcPr>
                  <w:tcW w:w="150" w:type="pct"/>
                </w:tcPr>
                <w:p w:rsidR="005E3446" w:rsidRPr="008A0839" w:rsidRDefault="005E3446" w:rsidP="00BF5F31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1350"/>
                    <w:gridCol w:w="134"/>
                    <w:gridCol w:w="1350"/>
                    <w:gridCol w:w="134"/>
                    <w:gridCol w:w="1350"/>
                  </w:tblGrid>
                  <w:tr w:rsidR="005E3446" w:rsidRPr="003532FE" w:rsidTr="00BF5F31">
                    <w:trPr>
                      <w:tblCellSpacing w:w="0" w:type="dxa"/>
                    </w:trPr>
                    <w:tc>
                      <w:tcPr>
                        <w:tcW w:w="1500" w:type="pct"/>
                        <w:vAlign w:val="center"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0A0"/>
                        </w:tblPr>
                        <w:tblGrid>
                          <w:gridCol w:w="1350"/>
                        </w:tblGrid>
                        <w:tr w:rsidR="005E3446" w:rsidRPr="003532FE" w:rsidTr="00BF5F31">
                          <w:trPr>
                            <w:trHeight w:val="150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bottom"/>
                            </w:tcPr>
                            <w:p w:rsidR="005E3446" w:rsidRPr="0026611A" w:rsidRDefault="005E3446" w:rsidP="00BF5F3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46" o:spid="_x0000_i1052" type="#_x0000_t75" alt="http://www.edhelperclipart.com/clipart/estimatebw/easel.gif" style="width:67.5pt;height:67.5pt;visibility:visible">
                                    <v:imagedata r:id="rId19" o:title=""/>
                                  </v:shape>
                                </w:pict>
                              </w:r>
                            </w:p>
                          </w:tc>
                        </w:tr>
                        <w:tr w:rsidR="005E3446" w:rsidRPr="003532FE" w:rsidTr="00BF5F3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bottom"/>
                            </w:tcPr>
                            <w:p w:rsidR="005E3446" w:rsidRPr="0026611A" w:rsidRDefault="005E3446" w:rsidP="00BF5F3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6611A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br/>
                                <w:t>______</w:t>
                              </w:r>
                            </w:p>
                          </w:tc>
                        </w:tr>
                      </w:tbl>
                      <w:p w:rsidR="005E3446" w:rsidRPr="0026611A" w:rsidRDefault="005E3446" w:rsidP="00BF5F31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" w:type="pct"/>
                        <w:vAlign w:val="center"/>
                      </w:tcPr>
                      <w:p w:rsidR="005E3446" w:rsidRPr="0026611A" w:rsidRDefault="005E3446" w:rsidP="00BF5F31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0" w:type="pct"/>
                        <w:vAlign w:val="center"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0A0"/>
                        </w:tblPr>
                        <w:tblGrid>
                          <w:gridCol w:w="1350"/>
                        </w:tblGrid>
                        <w:tr w:rsidR="005E3446" w:rsidRPr="003532FE" w:rsidTr="00BF5F31">
                          <w:trPr>
                            <w:trHeight w:val="150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bottom"/>
                            </w:tcPr>
                            <w:p w:rsidR="005E3446" w:rsidRPr="0026611A" w:rsidRDefault="005E3446" w:rsidP="00BF5F3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45" o:spid="_x0000_i1053" type="#_x0000_t75" alt="http://www.edhelperclipart.com/clipart/estimatebw/ring.gif" style="width:67.5pt;height:67.5pt;visibility:visible">
                                    <v:imagedata r:id="rId20" o:title=""/>
                                  </v:shape>
                                </w:pict>
                              </w:r>
                            </w:p>
                          </w:tc>
                        </w:tr>
                        <w:tr w:rsidR="005E3446" w:rsidRPr="003532FE" w:rsidTr="00BF5F3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bottom"/>
                            </w:tcPr>
                            <w:p w:rsidR="005E3446" w:rsidRPr="0026611A" w:rsidRDefault="005E3446" w:rsidP="00BF5F3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6611A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br/>
                                <w:t>______</w:t>
                              </w:r>
                            </w:p>
                          </w:tc>
                        </w:tr>
                      </w:tbl>
                      <w:p w:rsidR="005E3446" w:rsidRPr="0026611A" w:rsidRDefault="005E3446" w:rsidP="00BF5F31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" w:type="pct"/>
                        <w:vAlign w:val="center"/>
                      </w:tcPr>
                      <w:p w:rsidR="005E3446" w:rsidRPr="0026611A" w:rsidRDefault="005E3446" w:rsidP="00BF5F31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0" w:type="pct"/>
                        <w:vAlign w:val="center"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0A0"/>
                        </w:tblPr>
                        <w:tblGrid>
                          <w:gridCol w:w="1350"/>
                        </w:tblGrid>
                        <w:tr w:rsidR="005E3446" w:rsidRPr="003532FE" w:rsidTr="00BF5F31">
                          <w:trPr>
                            <w:trHeight w:val="150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bottom"/>
                            </w:tcPr>
                            <w:p w:rsidR="005E3446" w:rsidRPr="0026611A" w:rsidRDefault="005E3446" w:rsidP="00BF5F3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532FE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47" o:spid="_x0000_i1054" type="#_x0000_t75" alt="http://www.edhelperclipart.com/clipart/estimatebw/bed.gif" style="width:67.5pt;height:67.5pt;visibility:visible">
                                    <v:imagedata r:id="rId21" o:title=""/>
                                  </v:shape>
                                </w:pict>
                              </w:r>
                            </w:p>
                          </w:tc>
                        </w:tr>
                        <w:tr w:rsidR="005E3446" w:rsidRPr="003532FE" w:rsidTr="00BF5F3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bottom"/>
                            </w:tcPr>
                            <w:p w:rsidR="005E3446" w:rsidRPr="0026611A" w:rsidRDefault="005E3446" w:rsidP="00BF5F3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6611A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br/>
                                <w:t>______</w:t>
                              </w:r>
                            </w:p>
                          </w:tc>
                        </w:tr>
                      </w:tbl>
                      <w:p w:rsidR="005E3446" w:rsidRPr="0026611A" w:rsidRDefault="005E3446" w:rsidP="00BF5F31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E3446" w:rsidRPr="0026611A" w:rsidRDefault="005E3446" w:rsidP="00BF5F3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E3446" w:rsidRPr="003532FE" w:rsidRDefault="005E3446" w:rsidP="003532FE">
            <w:pPr>
              <w:spacing w:after="0" w:line="240" w:lineRule="auto"/>
            </w:pPr>
          </w:p>
          <w:p w:rsidR="005E3446" w:rsidRPr="003532FE" w:rsidRDefault="005E3446" w:rsidP="003532FE">
            <w:pPr>
              <w:spacing w:after="0" w:line="240" w:lineRule="auto"/>
            </w:pPr>
          </w:p>
        </w:tc>
      </w:tr>
      <w:tr w:rsidR="005E3446" w:rsidRPr="003532FE" w:rsidTr="003532FE">
        <w:tc>
          <w:tcPr>
            <w:tcW w:w="4788" w:type="dxa"/>
          </w:tcPr>
          <w:p w:rsidR="005E3446" w:rsidRPr="003532FE" w:rsidRDefault="005E3446" w:rsidP="00353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3446" w:rsidRPr="003532FE" w:rsidRDefault="005E3446" w:rsidP="00353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2FE">
              <w:rPr>
                <w:rFonts w:ascii="Times New Roman" w:hAnsi="Times New Roman"/>
                <w:sz w:val="24"/>
                <w:szCs w:val="24"/>
              </w:rPr>
              <w:t>BONUS:   Draw lines and color to show</w:t>
            </w:r>
          </w:p>
          <w:p w:rsidR="005E3446" w:rsidRPr="003532FE" w:rsidRDefault="005E3446" w:rsidP="003532F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u w:val="single"/>
              </w:rPr>
            </w:pPr>
            <w:r w:rsidRPr="003532FE">
              <w:rPr>
                <w:rFonts w:ascii="Times New Roman" w:hAnsi="Times New Roman"/>
                <w:sz w:val="32"/>
                <w:szCs w:val="32"/>
                <w:u w:val="single"/>
              </w:rPr>
              <w:t xml:space="preserve"> 1.</w:t>
            </w:r>
            <w:r w:rsidRPr="003532FE">
              <w:rPr>
                <w:rFonts w:ascii="Times New Roman" w:hAnsi="Times New Roman"/>
                <w:sz w:val="32"/>
                <w:szCs w:val="32"/>
              </w:rPr>
              <w:t xml:space="preserve">                                                                4</w:t>
            </w:r>
          </w:p>
          <w:p w:rsidR="005E3446" w:rsidRPr="003532FE" w:rsidRDefault="005E3446" w:rsidP="00353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32F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E3446" w:rsidRPr="003532FE" w:rsidRDefault="005E3446" w:rsidP="00353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32FE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55" type="#_x0000_t75" alt="http://www.edhelperclipart.com/clipart/fractionsf/shape2.gif" style="width:90pt;height:90pt;flip:x;visibility:visible">
                  <v:imagedata r:id="rId22" o:title=""/>
                </v:shape>
              </w:pict>
            </w:r>
          </w:p>
        </w:tc>
        <w:tc>
          <w:tcPr>
            <w:tcW w:w="4788" w:type="dxa"/>
          </w:tcPr>
          <w:p w:rsidR="005E3446" w:rsidRPr="003532FE" w:rsidRDefault="005E3446" w:rsidP="003532FE">
            <w:pPr>
              <w:spacing w:after="0" w:line="240" w:lineRule="auto"/>
            </w:pPr>
          </w:p>
        </w:tc>
      </w:tr>
    </w:tbl>
    <w:p w:rsidR="005E3446" w:rsidRDefault="005E3446"/>
    <w:sectPr w:rsidR="005E3446" w:rsidSect="00760C65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446" w:rsidRDefault="005E3446" w:rsidP="00BF5F31">
      <w:pPr>
        <w:spacing w:after="0" w:line="240" w:lineRule="auto"/>
      </w:pPr>
      <w:r>
        <w:separator/>
      </w:r>
    </w:p>
  </w:endnote>
  <w:endnote w:type="continuationSeparator" w:id="0">
    <w:p w:rsidR="005E3446" w:rsidRDefault="005E3446" w:rsidP="00BF5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446" w:rsidRDefault="005E3446" w:rsidP="00BF5F31">
      <w:pPr>
        <w:spacing w:after="0" w:line="240" w:lineRule="auto"/>
      </w:pPr>
      <w:r>
        <w:separator/>
      </w:r>
    </w:p>
  </w:footnote>
  <w:footnote w:type="continuationSeparator" w:id="0">
    <w:p w:rsidR="005E3446" w:rsidRDefault="005E3446" w:rsidP="00BF5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446" w:rsidRDefault="005E3446">
    <w:pPr>
      <w:pStyle w:val="Header"/>
    </w:pPr>
    <w:r>
      <w:t>COS M.1.4 &amp; 1.8 Fractions</w:t>
    </w:r>
  </w:p>
  <w:p w:rsidR="005E3446" w:rsidRDefault="005E34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C7B7B"/>
    <w:multiLevelType w:val="hybridMultilevel"/>
    <w:tmpl w:val="F24CCE94"/>
    <w:lvl w:ilvl="0" w:tplc="CF709BF8">
      <w:start w:val="1"/>
      <w:numFmt w:val="upperLetter"/>
      <w:lvlText w:val="%1)"/>
      <w:lvlJc w:val="left"/>
      <w:pPr>
        <w:ind w:left="4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">
    <w:nsid w:val="33812611"/>
    <w:multiLevelType w:val="hybridMultilevel"/>
    <w:tmpl w:val="14181C7E"/>
    <w:lvl w:ilvl="0" w:tplc="3FBEBDD4">
      <w:start w:val="1"/>
      <w:numFmt w:val="upperLetter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C4C6BE1"/>
    <w:multiLevelType w:val="hybridMultilevel"/>
    <w:tmpl w:val="D0FA943E"/>
    <w:lvl w:ilvl="0" w:tplc="A484F3A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7824"/>
    <w:rsid w:val="000E4787"/>
    <w:rsid w:val="0026611A"/>
    <w:rsid w:val="0027637B"/>
    <w:rsid w:val="002D3DE1"/>
    <w:rsid w:val="003532FE"/>
    <w:rsid w:val="00404EDC"/>
    <w:rsid w:val="004A1785"/>
    <w:rsid w:val="0054202C"/>
    <w:rsid w:val="005E3446"/>
    <w:rsid w:val="007254FF"/>
    <w:rsid w:val="00760C65"/>
    <w:rsid w:val="008A0839"/>
    <w:rsid w:val="008F7824"/>
    <w:rsid w:val="00952C88"/>
    <w:rsid w:val="00A94DE5"/>
    <w:rsid w:val="00B3572B"/>
    <w:rsid w:val="00BF5F31"/>
    <w:rsid w:val="00C03887"/>
    <w:rsid w:val="00C81514"/>
    <w:rsid w:val="00CD2D63"/>
    <w:rsid w:val="00ED60E5"/>
    <w:rsid w:val="00F102BD"/>
    <w:rsid w:val="00F31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C6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F782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52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2C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038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F5F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F5F3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F5F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F5F3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9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176</Words>
  <Characters>1007</Characters>
  <Application>Microsoft Office Outlook</Application>
  <DocSecurity>0</DocSecurity>
  <Lines>0</Lines>
  <Paragraphs>0</Paragraphs>
  <ScaleCrop>false</ScaleCrop>
  <Company>Chalkville Elementary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</dc:title>
  <dc:subject/>
  <dc:creator>susan remick</dc:creator>
  <cp:keywords/>
  <dc:description/>
  <cp:lastModifiedBy> </cp:lastModifiedBy>
  <cp:revision>2</cp:revision>
  <dcterms:created xsi:type="dcterms:W3CDTF">2011-02-10T20:44:00Z</dcterms:created>
  <dcterms:modified xsi:type="dcterms:W3CDTF">2011-02-10T20:44:00Z</dcterms:modified>
</cp:coreProperties>
</file>