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193" w:rsidRDefault="00CB4193">
      <w:r>
        <w:t>Name: 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8"/>
        <w:gridCol w:w="4788"/>
      </w:tblGrid>
      <w:tr w:rsidR="00CB4193" w:rsidRPr="009B7B80" w:rsidTr="009B7B80">
        <w:tc>
          <w:tcPr>
            <w:tcW w:w="4788" w:type="dxa"/>
          </w:tcPr>
          <w:p w:rsidR="00CB4193" w:rsidRPr="009B7B80" w:rsidRDefault="00CB4193" w:rsidP="009B7B80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9B7B80">
              <w:t xml:space="preserve"> Put these items in order from lightest to heaviest.  (1, 2, 3)</w:t>
            </w:r>
          </w:p>
          <w:p w:rsidR="00CB4193" w:rsidRPr="009B7B80" w:rsidRDefault="00CB4193" w:rsidP="009B7B80">
            <w:pPr>
              <w:spacing w:after="0" w:line="240" w:lineRule="auto"/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0A0"/>
            </w:tblPr>
            <w:tblGrid>
              <w:gridCol w:w="1371"/>
              <w:gridCol w:w="228"/>
              <w:gridCol w:w="1372"/>
              <w:gridCol w:w="229"/>
              <w:gridCol w:w="1372"/>
            </w:tblGrid>
            <w:tr w:rsidR="00CB4193" w:rsidRPr="009B7B80">
              <w:trPr>
                <w:tblCellSpacing w:w="0" w:type="dxa"/>
              </w:trPr>
              <w:tc>
                <w:tcPr>
                  <w:tcW w:w="1500" w:type="pct"/>
                  <w:vAlign w:val="center"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0A0"/>
                  </w:tblPr>
                  <w:tblGrid>
                    <w:gridCol w:w="1371"/>
                  </w:tblGrid>
                  <w:tr w:rsidR="00CB4193" w:rsidRPr="009B7B80">
                    <w:trPr>
                      <w:trHeight w:val="1500"/>
                      <w:tblCellSpacing w:w="0" w:type="dxa"/>
                    </w:trPr>
                    <w:tc>
                      <w:tcPr>
                        <w:tcW w:w="0" w:type="auto"/>
                        <w:vAlign w:val="bottom"/>
                      </w:tcPr>
                      <w:p w:rsidR="00CB4193" w:rsidRPr="006E5D6A" w:rsidRDefault="00CB4193" w:rsidP="006E5D6A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9B7B80"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</w:rPr>
                          <w:pict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Picture 1" o:spid="_x0000_i1025" type="#_x0000_t75" alt="http://www.edhelperclipart.com/clipart/estimatecolor/crayon.jpg" style="width:67.5pt;height:67.5pt;visibility:visible">
                              <v:imagedata r:id="rId7" o:title=""/>
                            </v:shape>
                          </w:pict>
                        </w:r>
                      </w:p>
                    </w:tc>
                  </w:tr>
                  <w:tr w:rsidR="00CB4193" w:rsidRPr="009B7B80">
                    <w:trPr>
                      <w:tblCellSpacing w:w="0" w:type="dxa"/>
                    </w:trPr>
                    <w:tc>
                      <w:tcPr>
                        <w:tcW w:w="0" w:type="auto"/>
                        <w:vAlign w:val="bottom"/>
                      </w:tcPr>
                      <w:p w:rsidR="00CB4193" w:rsidRPr="006E5D6A" w:rsidRDefault="00CB4193" w:rsidP="006E5D6A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6E5D6A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br/>
                          <w:t>______</w:t>
                        </w:r>
                      </w:p>
                    </w:tc>
                  </w:tr>
                </w:tbl>
                <w:p w:rsidR="00CB4193" w:rsidRPr="006E5D6A" w:rsidRDefault="00CB4193" w:rsidP="006E5D6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" w:type="pct"/>
                  <w:vAlign w:val="center"/>
                </w:tcPr>
                <w:p w:rsidR="00CB4193" w:rsidRPr="006E5D6A" w:rsidRDefault="00CB4193" w:rsidP="006E5D6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00" w:type="pct"/>
                  <w:vAlign w:val="center"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0A0"/>
                  </w:tblPr>
                  <w:tblGrid>
                    <w:gridCol w:w="1372"/>
                  </w:tblGrid>
                  <w:tr w:rsidR="00CB4193" w:rsidRPr="009B7B80">
                    <w:trPr>
                      <w:trHeight w:val="1500"/>
                      <w:tblCellSpacing w:w="0" w:type="dxa"/>
                    </w:trPr>
                    <w:tc>
                      <w:tcPr>
                        <w:tcW w:w="0" w:type="auto"/>
                        <w:vAlign w:val="bottom"/>
                      </w:tcPr>
                      <w:p w:rsidR="00CB4193" w:rsidRPr="006E5D6A" w:rsidRDefault="00CB4193" w:rsidP="006E5D6A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9B7B80"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</w:rPr>
                          <w:pict>
                            <v:shape id="Picture 2" o:spid="_x0000_i1026" type="#_x0000_t75" alt="http://www.edhelperclipart.com/clipart/estimatecolor/cat.jpg" style="width:67.5pt;height:67.5pt;visibility:visible">
                              <v:imagedata r:id="rId8" o:title=""/>
                            </v:shape>
                          </w:pict>
                        </w:r>
                      </w:p>
                    </w:tc>
                  </w:tr>
                  <w:tr w:rsidR="00CB4193" w:rsidRPr="009B7B80">
                    <w:trPr>
                      <w:tblCellSpacing w:w="0" w:type="dxa"/>
                    </w:trPr>
                    <w:tc>
                      <w:tcPr>
                        <w:tcW w:w="0" w:type="auto"/>
                        <w:vAlign w:val="bottom"/>
                      </w:tcPr>
                      <w:p w:rsidR="00CB4193" w:rsidRPr="006E5D6A" w:rsidRDefault="00CB4193" w:rsidP="006E5D6A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6E5D6A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br/>
                          <w:t>______</w:t>
                        </w:r>
                      </w:p>
                    </w:tc>
                  </w:tr>
                </w:tbl>
                <w:p w:rsidR="00CB4193" w:rsidRPr="006E5D6A" w:rsidRDefault="00CB4193" w:rsidP="006E5D6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" w:type="pct"/>
                  <w:vAlign w:val="center"/>
                </w:tcPr>
                <w:p w:rsidR="00CB4193" w:rsidRPr="006E5D6A" w:rsidRDefault="00CB4193" w:rsidP="006E5D6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00" w:type="pct"/>
                  <w:vAlign w:val="center"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0A0"/>
                  </w:tblPr>
                  <w:tblGrid>
                    <w:gridCol w:w="1372"/>
                  </w:tblGrid>
                  <w:tr w:rsidR="00CB4193" w:rsidRPr="009B7B80">
                    <w:trPr>
                      <w:trHeight w:val="1500"/>
                      <w:tblCellSpacing w:w="0" w:type="dxa"/>
                    </w:trPr>
                    <w:tc>
                      <w:tcPr>
                        <w:tcW w:w="0" w:type="auto"/>
                        <w:vAlign w:val="bottom"/>
                      </w:tcPr>
                      <w:p w:rsidR="00CB4193" w:rsidRPr="006E5D6A" w:rsidRDefault="00CB4193" w:rsidP="006E5D6A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9B7B80"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</w:rPr>
                          <w:pict>
                            <v:shape id="Picture 3" o:spid="_x0000_i1027" type="#_x0000_t75" alt="http://www.edhelperclipart.com/clipart/estimatecolor/bed.jpg" style="width:67.5pt;height:67.5pt;visibility:visible">
                              <v:imagedata r:id="rId9" o:title=""/>
                            </v:shape>
                          </w:pict>
                        </w:r>
                      </w:p>
                    </w:tc>
                  </w:tr>
                  <w:tr w:rsidR="00CB4193" w:rsidRPr="009B7B80">
                    <w:trPr>
                      <w:tblCellSpacing w:w="0" w:type="dxa"/>
                    </w:trPr>
                    <w:tc>
                      <w:tcPr>
                        <w:tcW w:w="0" w:type="auto"/>
                        <w:vAlign w:val="bottom"/>
                      </w:tcPr>
                      <w:p w:rsidR="00CB4193" w:rsidRPr="006E5D6A" w:rsidRDefault="00CB4193" w:rsidP="006E5D6A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6E5D6A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br/>
                          <w:t>______</w:t>
                        </w:r>
                      </w:p>
                    </w:tc>
                  </w:tr>
                </w:tbl>
                <w:p w:rsidR="00CB4193" w:rsidRPr="006E5D6A" w:rsidRDefault="00CB4193" w:rsidP="006E5D6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CB4193" w:rsidRPr="009B7B80" w:rsidRDefault="00CB4193" w:rsidP="009B7B80">
            <w:pPr>
              <w:spacing w:after="0" w:line="240" w:lineRule="auto"/>
            </w:pPr>
          </w:p>
        </w:tc>
        <w:tc>
          <w:tcPr>
            <w:tcW w:w="4788" w:type="dxa"/>
          </w:tcPr>
          <w:p w:rsidR="00CB4193" w:rsidRPr="009B7B80" w:rsidRDefault="00CB4193" w:rsidP="009B7B80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9B7B80">
              <w:t xml:space="preserve"> Put these items in order from lightest to heaviest.  (1, 2, 3)</w:t>
            </w:r>
          </w:p>
          <w:p w:rsidR="00CB4193" w:rsidRPr="009B7B80" w:rsidRDefault="00CB4193" w:rsidP="009B7B80">
            <w:pPr>
              <w:pStyle w:val="ListParagraph"/>
              <w:spacing w:after="0" w:line="240" w:lineRule="auto"/>
            </w:pPr>
          </w:p>
          <w:p w:rsidR="00CB4193" w:rsidRPr="009B7B80" w:rsidRDefault="00CB4193" w:rsidP="009B7B80">
            <w:pPr>
              <w:spacing w:after="0" w:line="240" w:lineRule="auto"/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0A0"/>
            </w:tblPr>
            <w:tblGrid>
              <w:gridCol w:w="1371"/>
              <w:gridCol w:w="228"/>
              <w:gridCol w:w="1372"/>
              <w:gridCol w:w="229"/>
              <w:gridCol w:w="1372"/>
            </w:tblGrid>
            <w:tr w:rsidR="00CB4193" w:rsidRPr="009B7B80">
              <w:trPr>
                <w:tblCellSpacing w:w="0" w:type="dxa"/>
              </w:trPr>
              <w:tc>
                <w:tcPr>
                  <w:tcW w:w="1500" w:type="pct"/>
                  <w:vAlign w:val="center"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0A0"/>
                  </w:tblPr>
                  <w:tblGrid>
                    <w:gridCol w:w="1371"/>
                  </w:tblGrid>
                  <w:tr w:rsidR="00CB4193" w:rsidRPr="009B7B80">
                    <w:trPr>
                      <w:trHeight w:val="1500"/>
                      <w:tblCellSpacing w:w="0" w:type="dxa"/>
                    </w:trPr>
                    <w:tc>
                      <w:tcPr>
                        <w:tcW w:w="0" w:type="auto"/>
                        <w:vAlign w:val="bottom"/>
                      </w:tcPr>
                      <w:p w:rsidR="00CB4193" w:rsidRPr="006E5D6A" w:rsidRDefault="00CB4193" w:rsidP="006E5D6A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9B7B80"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</w:rPr>
                          <w:pict>
                            <v:shape id="Picture 7" o:spid="_x0000_i1028" type="#_x0000_t75" alt="http://www.edhelperclipart.com/clipart/estimatecolor/key.jpg" style="width:67.5pt;height:67.5pt;visibility:visible">
                              <v:imagedata r:id="rId10" o:title=""/>
                            </v:shape>
                          </w:pict>
                        </w:r>
                      </w:p>
                    </w:tc>
                  </w:tr>
                  <w:tr w:rsidR="00CB4193" w:rsidRPr="009B7B80">
                    <w:trPr>
                      <w:tblCellSpacing w:w="0" w:type="dxa"/>
                    </w:trPr>
                    <w:tc>
                      <w:tcPr>
                        <w:tcW w:w="0" w:type="auto"/>
                        <w:vAlign w:val="bottom"/>
                      </w:tcPr>
                      <w:p w:rsidR="00CB4193" w:rsidRPr="006E5D6A" w:rsidRDefault="00CB4193" w:rsidP="006E5D6A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6E5D6A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br/>
                          <w:t>______</w:t>
                        </w:r>
                      </w:p>
                    </w:tc>
                  </w:tr>
                </w:tbl>
                <w:p w:rsidR="00CB4193" w:rsidRDefault="00CB4193" w:rsidP="006E5D6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CB4193" w:rsidRDefault="00CB4193" w:rsidP="006E5D6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CB4193" w:rsidRPr="006E5D6A" w:rsidRDefault="00CB4193" w:rsidP="006E5D6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" w:type="pct"/>
                  <w:vAlign w:val="center"/>
                </w:tcPr>
                <w:p w:rsidR="00CB4193" w:rsidRPr="006E5D6A" w:rsidRDefault="00CB4193" w:rsidP="006E5D6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00" w:type="pct"/>
                  <w:vAlign w:val="center"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0A0"/>
                  </w:tblPr>
                  <w:tblGrid>
                    <w:gridCol w:w="1372"/>
                  </w:tblGrid>
                  <w:tr w:rsidR="00CB4193" w:rsidRPr="009B7B80">
                    <w:trPr>
                      <w:trHeight w:val="1500"/>
                      <w:tblCellSpacing w:w="0" w:type="dxa"/>
                    </w:trPr>
                    <w:tc>
                      <w:tcPr>
                        <w:tcW w:w="0" w:type="auto"/>
                        <w:vAlign w:val="bottom"/>
                      </w:tcPr>
                      <w:p w:rsidR="00CB4193" w:rsidRPr="006E5D6A" w:rsidRDefault="00CB4193" w:rsidP="006E5D6A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9B7B80"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</w:rPr>
                          <w:pict>
                            <v:shape id="Picture 8" o:spid="_x0000_i1029" type="#_x0000_t75" alt="http://www.edhelperclipart.com/clipart/estimatecolor/football.jpg" style="width:67.5pt;height:67.5pt;visibility:visible">
                              <v:imagedata r:id="rId11" o:title=""/>
                            </v:shape>
                          </w:pict>
                        </w:r>
                      </w:p>
                    </w:tc>
                  </w:tr>
                  <w:tr w:rsidR="00CB4193" w:rsidRPr="009B7B80">
                    <w:trPr>
                      <w:tblCellSpacing w:w="0" w:type="dxa"/>
                    </w:trPr>
                    <w:tc>
                      <w:tcPr>
                        <w:tcW w:w="0" w:type="auto"/>
                        <w:vAlign w:val="bottom"/>
                      </w:tcPr>
                      <w:p w:rsidR="00CB4193" w:rsidRPr="006E5D6A" w:rsidRDefault="00CB4193" w:rsidP="006E5D6A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6E5D6A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br/>
                          <w:t>______</w:t>
                        </w:r>
                      </w:p>
                    </w:tc>
                  </w:tr>
                </w:tbl>
                <w:p w:rsidR="00CB4193" w:rsidRDefault="00CB4193" w:rsidP="006E5D6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CB4193" w:rsidRDefault="00CB4193" w:rsidP="006E5D6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CB4193" w:rsidRPr="006E5D6A" w:rsidRDefault="00CB4193" w:rsidP="006E5D6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" w:type="pct"/>
                  <w:vAlign w:val="center"/>
                </w:tcPr>
                <w:p w:rsidR="00CB4193" w:rsidRPr="006E5D6A" w:rsidRDefault="00CB4193" w:rsidP="006E5D6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00" w:type="pct"/>
                  <w:vAlign w:val="center"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0A0"/>
                  </w:tblPr>
                  <w:tblGrid>
                    <w:gridCol w:w="1372"/>
                  </w:tblGrid>
                  <w:tr w:rsidR="00CB4193" w:rsidRPr="009B7B80">
                    <w:trPr>
                      <w:trHeight w:val="1500"/>
                      <w:tblCellSpacing w:w="0" w:type="dxa"/>
                    </w:trPr>
                    <w:tc>
                      <w:tcPr>
                        <w:tcW w:w="0" w:type="auto"/>
                        <w:vAlign w:val="bottom"/>
                      </w:tcPr>
                      <w:p w:rsidR="00CB4193" w:rsidRPr="006E5D6A" w:rsidRDefault="00CB4193" w:rsidP="006E5D6A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9B7B80"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</w:rPr>
                          <w:pict>
                            <v:shape id="Picture 9" o:spid="_x0000_i1030" type="#_x0000_t75" alt="http://www.edhelperclipart.com/clipart/estimatecolor/bed.jpg" style="width:67.5pt;height:67.5pt;visibility:visible">
                              <v:imagedata r:id="rId9" o:title=""/>
                            </v:shape>
                          </w:pict>
                        </w:r>
                      </w:p>
                    </w:tc>
                  </w:tr>
                  <w:tr w:rsidR="00CB4193" w:rsidRPr="009B7B80">
                    <w:trPr>
                      <w:tblCellSpacing w:w="0" w:type="dxa"/>
                    </w:trPr>
                    <w:tc>
                      <w:tcPr>
                        <w:tcW w:w="0" w:type="auto"/>
                        <w:vAlign w:val="bottom"/>
                      </w:tcPr>
                      <w:p w:rsidR="00CB4193" w:rsidRDefault="00CB4193" w:rsidP="006E5D6A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6E5D6A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br/>
                          <w:t>______</w:t>
                        </w:r>
                      </w:p>
                      <w:p w:rsidR="00CB4193" w:rsidRDefault="00CB4193" w:rsidP="006E5D6A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  <w:p w:rsidR="00CB4193" w:rsidRPr="006E5D6A" w:rsidRDefault="00CB4193" w:rsidP="006E5D6A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CB4193" w:rsidRPr="006E5D6A" w:rsidRDefault="00CB4193" w:rsidP="006E5D6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CB4193" w:rsidRPr="009B7B80" w:rsidRDefault="00CB4193" w:rsidP="009B7B80">
            <w:pPr>
              <w:spacing w:after="0" w:line="240" w:lineRule="auto"/>
            </w:pPr>
          </w:p>
        </w:tc>
      </w:tr>
      <w:tr w:rsidR="00CB4193" w:rsidRPr="009B7B80" w:rsidTr="009B7B80">
        <w:tc>
          <w:tcPr>
            <w:tcW w:w="4788" w:type="dxa"/>
          </w:tcPr>
          <w:p w:rsidR="00CB4193" w:rsidRPr="009B7B80" w:rsidRDefault="00CB4193" w:rsidP="009B7B80">
            <w:pPr>
              <w:spacing w:after="0" w:line="240" w:lineRule="auto"/>
            </w:pPr>
            <w:r w:rsidRPr="009B7B80">
              <w:t>3.) Circle the lighter picture?  Which one weighs the least?</w:t>
            </w:r>
          </w:p>
          <w:p w:rsidR="00CB4193" w:rsidRPr="009B7B80" w:rsidRDefault="00CB4193" w:rsidP="009B7B80">
            <w:pPr>
              <w:spacing w:after="0" w:line="240" w:lineRule="auto"/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/>
            </w:tblPr>
            <w:tblGrid>
              <w:gridCol w:w="179"/>
              <w:gridCol w:w="4393"/>
            </w:tblGrid>
            <w:tr w:rsidR="00CB4193" w:rsidRPr="009B7B80">
              <w:trPr>
                <w:tblCellSpacing w:w="15" w:type="dxa"/>
              </w:trPr>
              <w:tc>
                <w:tcPr>
                  <w:tcW w:w="150" w:type="pct"/>
                </w:tcPr>
                <w:p w:rsidR="00CB4193" w:rsidRPr="006E5D6A" w:rsidRDefault="00CB4193" w:rsidP="006E5D6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E5D6A">
                    <w:rPr>
                      <w:rFonts w:ascii="Times New Roman" w:hAnsi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0A0"/>
                  </w:tblPr>
                  <w:tblGrid>
                    <w:gridCol w:w="2159"/>
                    <w:gridCol w:w="2159"/>
                  </w:tblGrid>
                  <w:tr w:rsidR="00CB4193" w:rsidRPr="009B7B80">
                    <w:trPr>
                      <w:tblCellSpacing w:w="0" w:type="dxa"/>
                    </w:trPr>
                    <w:tc>
                      <w:tcPr>
                        <w:tcW w:w="2500" w:type="pct"/>
                        <w:vAlign w:val="center"/>
                      </w:tcPr>
                      <w:p w:rsidR="00CB4193" w:rsidRPr="006E5D6A" w:rsidRDefault="00CB4193" w:rsidP="006E5D6A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9B7B80"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</w:rPr>
                          <w:pict>
                            <v:shape id="Picture 13" o:spid="_x0000_i1031" type="#_x0000_t75" alt="http://www.edhelperclipart.com/clipart/estimatecolor/car.jpg" style="width:67.5pt;height:67.5pt;visibility:visible">
                              <v:imagedata r:id="rId12" o:title=""/>
                            </v:shape>
                          </w:pict>
                        </w:r>
                      </w:p>
                    </w:tc>
                    <w:tc>
                      <w:tcPr>
                        <w:tcW w:w="2500" w:type="pct"/>
                        <w:vAlign w:val="center"/>
                      </w:tcPr>
                      <w:p w:rsidR="00CB4193" w:rsidRPr="006E5D6A" w:rsidRDefault="00CB4193" w:rsidP="006E5D6A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9B7B80"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</w:rPr>
                          <w:pict>
                            <v:shape id="Picture 14" o:spid="_x0000_i1032" type="#_x0000_t75" alt="http://www.edhelperclipart.com/clipart/estimatecolor/paperclip.jpg" style="width:67.5pt;height:67.5pt;visibility:visible">
                              <v:imagedata r:id="rId13" o:title=""/>
                            </v:shape>
                          </w:pict>
                        </w:r>
                      </w:p>
                    </w:tc>
                  </w:tr>
                </w:tbl>
                <w:p w:rsidR="00CB4193" w:rsidRPr="006E5D6A" w:rsidRDefault="00CB4193" w:rsidP="006E5D6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CB4193" w:rsidRPr="009B7B80" w:rsidRDefault="00CB4193" w:rsidP="009B7B80">
            <w:pPr>
              <w:spacing w:after="0" w:line="240" w:lineRule="auto"/>
            </w:pPr>
          </w:p>
        </w:tc>
        <w:tc>
          <w:tcPr>
            <w:tcW w:w="4788" w:type="dxa"/>
          </w:tcPr>
          <w:p w:rsidR="00CB4193" w:rsidRPr="009B7B80" w:rsidRDefault="00CB4193" w:rsidP="009B7B80">
            <w:pPr>
              <w:spacing w:after="0" w:line="240" w:lineRule="auto"/>
            </w:pPr>
            <w:r w:rsidRPr="009B7B80">
              <w:t>4.)  Circle the lighter picture?  Which one weighs the least?</w:t>
            </w:r>
          </w:p>
          <w:p w:rsidR="00CB4193" w:rsidRPr="009B7B80" w:rsidRDefault="00CB4193" w:rsidP="009B7B80">
            <w:pPr>
              <w:spacing w:after="0" w:line="240" w:lineRule="auto"/>
            </w:pPr>
          </w:p>
          <w:p w:rsidR="00CB4193" w:rsidRPr="009B7B80" w:rsidRDefault="00CB4193" w:rsidP="009B7B80">
            <w:pPr>
              <w:spacing w:after="0" w:line="240" w:lineRule="auto"/>
            </w:pPr>
          </w:p>
          <w:p w:rsidR="00CB4193" w:rsidRPr="009B7B80" w:rsidRDefault="00CB4193" w:rsidP="009B7B80">
            <w:pPr>
              <w:spacing w:after="0" w:line="240" w:lineRule="auto"/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/>
            </w:tblPr>
            <w:tblGrid>
              <w:gridCol w:w="179"/>
              <w:gridCol w:w="4393"/>
            </w:tblGrid>
            <w:tr w:rsidR="00CB4193" w:rsidRPr="009B7B80">
              <w:trPr>
                <w:tblCellSpacing w:w="15" w:type="dxa"/>
              </w:trPr>
              <w:tc>
                <w:tcPr>
                  <w:tcW w:w="150" w:type="pct"/>
                </w:tcPr>
                <w:p w:rsidR="00CB4193" w:rsidRPr="006E5D6A" w:rsidRDefault="00CB4193" w:rsidP="006E5D6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CB4193" w:rsidRPr="009B7B80" w:rsidRDefault="00CB4193"/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0A0"/>
                  </w:tblPr>
                  <w:tblGrid>
                    <w:gridCol w:w="2159"/>
                    <w:gridCol w:w="2159"/>
                  </w:tblGrid>
                  <w:tr w:rsidR="00CB4193" w:rsidRPr="009B7B80">
                    <w:trPr>
                      <w:tblCellSpacing w:w="0" w:type="dxa"/>
                    </w:trPr>
                    <w:tc>
                      <w:tcPr>
                        <w:tcW w:w="2500" w:type="pct"/>
                        <w:vAlign w:val="center"/>
                      </w:tcPr>
                      <w:p w:rsidR="00CB4193" w:rsidRDefault="00CB4193" w:rsidP="006E5D6A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9B7B80"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</w:rPr>
                          <w:pict>
                            <v:shape id="Picture 17" o:spid="_x0000_i1033" type="#_x0000_t75" alt="http://www.edhelperclipart.com/clipart/estimatecolor/elephant.jpg" style="width:67.5pt;height:67.5pt;visibility:visible">
                              <v:imagedata r:id="rId14" o:title=""/>
                            </v:shape>
                          </w:pict>
                        </w:r>
                      </w:p>
                      <w:p w:rsidR="00CB4193" w:rsidRDefault="00CB4193" w:rsidP="006E5D6A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  <w:p w:rsidR="00CB4193" w:rsidRPr="006E5D6A" w:rsidRDefault="00CB4193" w:rsidP="006E5D6A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vAlign w:val="center"/>
                      </w:tcPr>
                      <w:p w:rsidR="00CB4193" w:rsidRDefault="00CB4193" w:rsidP="006E5D6A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9B7B80"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</w:rPr>
                          <w:pict>
                            <v:shape id="Picture 18" o:spid="_x0000_i1034" type="#_x0000_t75" alt="http://www.edhelperclipart.com/clipart/estimatecolor/balloon.jpg" style="width:67.5pt;height:67.5pt;visibility:visible">
                              <v:imagedata r:id="rId15" o:title=""/>
                            </v:shape>
                          </w:pict>
                        </w:r>
                      </w:p>
                      <w:p w:rsidR="00CB4193" w:rsidRDefault="00CB4193" w:rsidP="006E5D6A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  <w:p w:rsidR="00CB4193" w:rsidRPr="006E5D6A" w:rsidRDefault="00CB4193" w:rsidP="006E5D6A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CB4193" w:rsidRPr="006E5D6A" w:rsidRDefault="00CB4193" w:rsidP="006E5D6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CB4193" w:rsidRPr="009B7B80" w:rsidRDefault="00CB4193" w:rsidP="009B7B80">
            <w:pPr>
              <w:spacing w:after="0" w:line="240" w:lineRule="auto"/>
            </w:pPr>
          </w:p>
        </w:tc>
      </w:tr>
      <w:tr w:rsidR="00CB4193" w:rsidRPr="009B7B80" w:rsidTr="009B7B80">
        <w:tc>
          <w:tcPr>
            <w:tcW w:w="4788" w:type="dxa"/>
          </w:tcPr>
          <w:p w:rsidR="00CB4193" w:rsidRPr="009B7B80" w:rsidRDefault="00CB4193" w:rsidP="00887FB7">
            <w:pPr>
              <w:pStyle w:val="Default"/>
            </w:pPr>
            <w:r w:rsidRPr="009B7B80">
              <w:t xml:space="preserve">5.)  </w:t>
            </w:r>
          </w:p>
          <w:p w:rsidR="00CB4193" w:rsidRPr="009B7B80" w:rsidRDefault="00CB4193" w:rsidP="009B7B80">
            <w:p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Times New Roman" w:hAnsi="Times New Roman"/>
                <w:color w:val="000000"/>
                <w:sz w:val="36"/>
                <w:szCs w:val="36"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-148.5pt;margin-top:50.5pt;width:23.25pt;height:23.25pt;z-index:251658240">
                  <v:textbox>
                    <w:txbxContent>
                      <w:p w:rsidR="00CB4193" w:rsidRPr="005A10D2" w:rsidRDefault="00CB4193" w:rsidP="005A10D2"/>
                    </w:txbxContent>
                  </v:textbox>
                </v:shape>
              </w:pict>
            </w:r>
            <w:r w:rsidRPr="009B7B80">
              <w:rPr>
                <w:rFonts w:ascii="Times New Roman" w:hAnsi="Times New Roman"/>
                <w:color w:val="000000"/>
                <w:sz w:val="36"/>
                <w:szCs w:val="36"/>
              </w:rPr>
              <w:t>A. List 3 things that are as long as a 4 centimeter cube:</w:t>
            </w:r>
          </w:p>
          <w:tbl>
            <w:tblPr>
              <w:tblW w:w="0" w:type="auto"/>
              <w:tblInd w:w="143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630"/>
              <w:gridCol w:w="720"/>
              <w:gridCol w:w="816"/>
              <w:gridCol w:w="624"/>
            </w:tblGrid>
            <w:tr w:rsidR="00CB4193" w:rsidRPr="009B7B80" w:rsidTr="009B7B80"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4193" w:rsidRPr="009B7B80" w:rsidRDefault="00CB4193" w:rsidP="009B7B8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36"/>
                      <w:szCs w:val="36"/>
                    </w:rPr>
                  </w:pP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4193" w:rsidRPr="009B7B80" w:rsidRDefault="00CB4193" w:rsidP="009B7B8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36"/>
                      <w:szCs w:val="36"/>
                    </w:rPr>
                  </w:pPr>
                </w:p>
              </w:tc>
              <w:tc>
                <w:tcPr>
                  <w:tcW w:w="8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4193" w:rsidRPr="009B7B80" w:rsidRDefault="00CB4193" w:rsidP="009B7B8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36"/>
                      <w:szCs w:val="36"/>
                    </w:rPr>
                  </w:pPr>
                </w:p>
              </w:tc>
              <w:tc>
                <w:tcPr>
                  <w:tcW w:w="6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4193" w:rsidRPr="009B7B80" w:rsidRDefault="00CB4193" w:rsidP="009B7B8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36"/>
                      <w:szCs w:val="36"/>
                    </w:rPr>
                  </w:pPr>
                </w:p>
              </w:tc>
            </w:tr>
          </w:tbl>
          <w:p w:rsidR="00CB4193" w:rsidRPr="009B7B80" w:rsidRDefault="00CB4193" w:rsidP="009B7B80">
            <w:pPr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Times New Roman" w:hAnsi="Times New Roman"/>
                <w:color w:val="000000"/>
                <w:sz w:val="36"/>
                <w:szCs w:val="36"/>
              </w:rPr>
            </w:pPr>
          </w:p>
          <w:p w:rsidR="00CB4193" w:rsidRPr="009B7B80" w:rsidRDefault="00CB4193" w:rsidP="009B7B80">
            <w:pPr>
              <w:autoSpaceDE w:val="0"/>
              <w:autoSpaceDN w:val="0"/>
              <w:adjustRightInd w:val="0"/>
              <w:spacing w:after="0" w:line="240" w:lineRule="auto"/>
              <w:ind w:left="720" w:hanging="360"/>
              <w:jc w:val="center"/>
              <w:rPr>
                <w:rFonts w:ascii="Times New Roman" w:hAnsi="Times New Roman"/>
                <w:color w:val="000000"/>
                <w:sz w:val="36"/>
                <w:szCs w:val="36"/>
              </w:rPr>
            </w:pPr>
          </w:p>
          <w:p w:rsidR="00CB4193" w:rsidRPr="009B7B80" w:rsidRDefault="00CB4193" w:rsidP="009B7B80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/>
                <w:color w:val="000000"/>
                <w:sz w:val="36"/>
                <w:szCs w:val="36"/>
              </w:rPr>
            </w:pPr>
            <w:r w:rsidRPr="009B7B80">
              <w:rPr>
                <w:rFonts w:ascii="Times New Roman" w:hAnsi="Times New Roman"/>
                <w:color w:val="000000"/>
                <w:sz w:val="36"/>
                <w:szCs w:val="36"/>
              </w:rPr>
              <w:t xml:space="preserve">1. </w:t>
            </w:r>
          </w:p>
          <w:p w:rsidR="00CB4193" w:rsidRPr="009B7B80" w:rsidRDefault="00CB4193" w:rsidP="009B7B80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/>
                <w:color w:val="000000"/>
                <w:sz w:val="36"/>
                <w:szCs w:val="36"/>
              </w:rPr>
            </w:pPr>
            <w:r w:rsidRPr="009B7B80">
              <w:rPr>
                <w:rFonts w:ascii="Times New Roman" w:hAnsi="Times New Roman"/>
                <w:color w:val="000000"/>
                <w:sz w:val="36"/>
                <w:szCs w:val="36"/>
              </w:rPr>
              <w:t xml:space="preserve">2. </w:t>
            </w:r>
          </w:p>
          <w:p w:rsidR="00CB4193" w:rsidRPr="009B7B80" w:rsidRDefault="00CB4193" w:rsidP="009B7B80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/>
                <w:color w:val="000000"/>
                <w:sz w:val="36"/>
                <w:szCs w:val="36"/>
              </w:rPr>
            </w:pPr>
            <w:r w:rsidRPr="009B7B80">
              <w:rPr>
                <w:rFonts w:ascii="Times New Roman" w:hAnsi="Times New Roman"/>
                <w:color w:val="000000"/>
                <w:sz w:val="36"/>
                <w:szCs w:val="36"/>
              </w:rPr>
              <w:t xml:space="preserve">3. </w:t>
            </w:r>
          </w:p>
        </w:tc>
        <w:tc>
          <w:tcPr>
            <w:tcW w:w="4788" w:type="dxa"/>
          </w:tcPr>
          <w:p w:rsidR="00CB4193" w:rsidRPr="009B7B80" w:rsidRDefault="00CB4193" w:rsidP="009B7B80">
            <w:pPr>
              <w:spacing w:after="0" w:line="240" w:lineRule="auto"/>
              <w:jc w:val="center"/>
            </w:pPr>
            <w:r w:rsidRPr="009B7B80">
              <w:t>6.)   What time does the clock show?</w:t>
            </w:r>
          </w:p>
          <w:p w:rsidR="00CB4193" w:rsidRPr="009B7B80" w:rsidRDefault="00CB4193" w:rsidP="009B7B80">
            <w:pPr>
              <w:spacing w:after="0" w:line="240" w:lineRule="auto"/>
              <w:jc w:val="center"/>
            </w:pPr>
          </w:p>
          <w:p w:rsidR="00CB4193" w:rsidRPr="009B7B80" w:rsidRDefault="00CB4193" w:rsidP="009B7B80">
            <w:pPr>
              <w:spacing w:after="0" w:line="240" w:lineRule="auto"/>
              <w:jc w:val="center"/>
            </w:pPr>
          </w:p>
          <w:p w:rsidR="00CB4193" w:rsidRPr="009B7B80" w:rsidRDefault="00CB4193" w:rsidP="009B7B80">
            <w:pPr>
              <w:spacing w:after="0" w:line="240" w:lineRule="auto"/>
              <w:jc w:val="center"/>
            </w:pPr>
          </w:p>
          <w:p w:rsidR="00CB4193" w:rsidRPr="009B7B80" w:rsidRDefault="00CB4193" w:rsidP="009B7B80">
            <w:pPr>
              <w:spacing w:after="0" w:line="240" w:lineRule="auto"/>
              <w:jc w:val="center"/>
            </w:pPr>
            <w:r w:rsidRPr="009B7B80">
              <w:rPr>
                <w:noProof/>
              </w:rPr>
              <w:pict>
                <v:shape id="Picture 23" o:spid="_x0000_i1035" type="#_x0000_t75" alt="http://www.edhelperclipart.com/clipart/time/Time0500.gif" style="width:67.5pt;height:67.5pt;visibility:visible">
                  <v:imagedata r:id="rId16" o:title=""/>
                </v:shape>
              </w:pict>
            </w:r>
          </w:p>
          <w:p w:rsidR="00CB4193" w:rsidRPr="009B7B80" w:rsidRDefault="00CB4193" w:rsidP="009B7B80">
            <w:pPr>
              <w:spacing w:after="0" w:line="240" w:lineRule="auto"/>
              <w:jc w:val="center"/>
            </w:pPr>
          </w:p>
          <w:p w:rsidR="00CB4193" w:rsidRPr="009B7B80" w:rsidRDefault="00CB4193" w:rsidP="009B7B80">
            <w:pPr>
              <w:spacing w:after="0" w:line="240" w:lineRule="auto"/>
            </w:pPr>
            <w:r w:rsidRPr="009B7B80">
              <w:t>A.)    12:00</w:t>
            </w:r>
          </w:p>
          <w:p w:rsidR="00CB4193" w:rsidRPr="009B7B80" w:rsidRDefault="00CB4193" w:rsidP="009B7B80">
            <w:pPr>
              <w:spacing w:after="0" w:line="240" w:lineRule="auto"/>
            </w:pPr>
            <w:r w:rsidRPr="009B7B80">
              <w:t>B.)    2:00</w:t>
            </w:r>
          </w:p>
          <w:p w:rsidR="00CB4193" w:rsidRPr="009B7B80" w:rsidRDefault="00CB4193" w:rsidP="009B7B80">
            <w:pPr>
              <w:spacing w:after="0" w:line="240" w:lineRule="auto"/>
            </w:pPr>
            <w:r w:rsidRPr="009B7B80">
              <w:t>C.)    12:30</w:t>
            </w:r>
          </w:p>
          <w:p w:rsidR="00CB4193" w:rsidRPr="009B7B80" w:rsidRDefault="00CB4193" w:rsidP="009B7B80">
            <w:pPr>
              <w:spacing w:after="0" w:line="240" w:lineRule="auto"/>
            </w:pPr>
            <w:r w:rsidRPr="009B7B80">
              <w:t>D.)    5:00</w:t>
            </w:r>
          </w:p>
          <w:p w:rsidR="00CB4193" w:rsidRPr="009B7B80" w:rsidRDefault="00CB4193" w:rsidP="009B7B80">
            <w:pPr>
              <w:spacing w:after="0" w:line="240" w:lineRule="auto"/>
              <w:jc w:val="center"/>
            </w:pPr>
          </w:p>
          <w:p w:rsidR="00CB4193" w:rsidRPr="009B7B80" w:rsidRDefault="00CB4193" w:rsidP="009B7B80">
            <w:pPr>
              <w:spacing w:after="0" w:line="240" w:lineRule="auto"/>
              <w:jc w:val="center"/>
            </w:pPr>
          </w:p>
        </w:tc>
      </w:tr>
      <w:tr w:rsidR="00CB4193" w:rsidRPr="009B7B80" w:rsidTr="009B7B80">
        <w:tc>
          <w:tcPr>
            <w:tcW w:w="4788" w:type="dxa"/>
          </w:tcPr>
          <w:p w:rsidR="00CB4193" w:rsidRPr="009B7B80" w:rsidRDefault="00CB4193" w:rsidP="009B7B80">
            <w:pPr>
              <w:spacing w:after="0" w:line="240" w:lineRule="auto"/>
            </w:pPr>
            <w:r w:rsidRPr="009B7B80">
              <w:t>7.)  Circle the correct time.</w:t>
            </w:r>
          </w:p>
          <w:p w:rsidR="00CB4193" w:rsidRPr="009B7B80" w:rsidRDefault="00CB4193" w:rsidP="009B7B80">
            <w:pPr>
              <w:spacing w:after="0" w:line="240" w:lineRule="auto"/>
            </w:pPr>
          </w:p>
          <w:p w:rsidR="00CB4193" w:rsidRPr="009B7B80" w:rsidRDefault="00CB4193" w:rsidP="009B7B80">
            <w:pPr>
              <w:spacing w:after="0" w:line="240" w:lineRule="auto"/>
            </w:pPr>
          </w:p>
          <w:p w:rsidR="00CB4193" w:rsidRPr="009B7B80" w:rsidRDefault="00CB4193" w:rsidP="009B7B80">
            <w:pPr>
              <w:spacing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7B80">
              <w:rPr>
                <w:rFonts w:ascii="Times New Roman" w:hAnsi="Times New Roman"/>
                <w:noProof/>
                <w:sz w:val="24"/>
                <w:szCs w:val="24"/>
              </w:rPr>
              <w:pict>
                <v:shape id="Picture 21" o:spid="_x0000_i1036" type="#_x0000_t75" alt="http://www.edhelperclipart.com/clipart/time/Time0830.gif" style="width:67.5pt;height:67.5pt;visibility:visible">
                  <v:imagedata r:id="rId17" o:title=""/>
                </v:shape>
              </w:pict>
            </w:r>
          </w:p>
          <w:tbl>
            <w:tblPr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0A0"/>
            </w:tblPr>
            <w:tblGrid>
              <w:gridCol w:w="2286"/>
              <w:gridCol w:w="2286"/>
            </w:tblGrid>
            <w:tr w:rsidR="00CB4193" w:rsidRPr="009B7B80">
              <w:trPr>
                <w:tblCellSpacing w:w="0" w:type="dxa"/>
                <w:jc w:val="center"/>
              </w:trPr>
              <w:tc>
                <w:tcPr>
                  <w:tcW w:w="2250" w:type="pct"/>
                  <w:vAlign w:val="center"/>
                </w:tcPr>
                <w:p w:rsidR="00CB4193" w:rsidRPr="00A92AEE" w:rsidRDefault="00CB4193" w:rsidP="00A92AEE">
                  <w:pPr>
                    <w:pStyle w:val="ListParagraph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A92AEE">
                    <w:rPr>
                      <w:rFonts w:ascii="Times New Roman" w:hAnsi="Times New Roman"/>
                      <w:sz w:val="24"/>
                      <w:szCs w:val="24"/>
                    </w:rPr>
                    <w:t>4:00</w:t>
                  </w:r>
                </w:p>
              </w:tc>
              <w:tc>
                <w:tcPr>
                  <w:tcW w:w="2250" w:type="pct"/>
                  <w:vAlign w:val="center"/>
                </w:tcPr>
                <w:p w:rsidR="00CB4193" w:rsidRPr="00A92AEE" w:rsidRDefault="00CB4193" w:rsidP="00A92AEE">
                  <w:pPr>
                    <w:pStyle w:val="ListParagraph"/>
                    <w:numPr>
                      <w:ilvl w:val="0"/>
                      <w:numId w:val="3"/>
                    </w:num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</w:t>
                  </w:r>
                  <w:r w:rsidRPr="00A92AEE">
                    <w:rPr>
                      <w:rFonts w:ascii="Times New Roman" w:hAnsi="Times New Roman"/>
                      <w:sz w:val="24"/>
                      <w:szCs w:val="24"/>
                    </w:rPr>
                    <w:t>8:30</w:t>
                  </w:r>
                </w:p>
              </w:tc>
            </w:tr>
            <w:tr w:rsidR="00CB4193" w:rsidRPr="009B7B80">
              <w:trPr>
                <w:tblCellSpacing w:w="0" w:type="dxa"/>
                <w:jc w:val="center"/>
              </w:trPr>
              <w:tc>
                <w:tcPr>
                  <w:tcW w:w="2250" w:type="pct"/>
                  <w:vAlign w:val="center"/>
                </w:tcPr>
                <w:p w:rsidR="00CB4193" w:rsidRDefault="00CB4193" w:rsidP="00A92AEE">
                  <w:pPr>
                    <w:pStyle w:val="ListParagraph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8:00</w:t>
                  </w:r>
                </w:p>
              </w:tc>
              <w:tc>
                <w:tcPr>
                  <w:tcW w:w="2250" w:type="pct"/>
                  <w:vAlign w:val="center"/>
                </w:tcPr>
                <w:p w:rsidR="00CB4193" w:rsidRDefault="00CB4193" w:rsidP="00A92AEE">
                  <w:pPr>
                    <w:pStyle w:val="ListParagraph"/>
                    <w:numPr>
                      <w:ilvl w:val="0"/>
                      <w:numId w:val="3"/>
                    </w:num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6:00    </w:t>
                  </w:r>
                </w:p>
                <w:p w:rsidR="00CB4193" w:rsidRDefault="00CB4193" w:rsidP="00A92AEE">
                  <w:pPr>
                    <w:pStyle w:val="ListParagraph"/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CB4193" w:rsidRPr="009B7B80">
              <w:trPr>
                <w:tblCellSpacing w:w="0" w:type="dxa"/>
                <w:jc w:val="center"/>
              </w:trPr>
              <w:tc>
                <w:tcPr>
                  <w:tcW w:w="2250" w:type="pct"/>
                  <w:vAlign w:val="center"/>
                </w:tcPr>
                <w:p w:rsidR="00CB4193" w:rsidRDefault="00CB4193" w:rsidP="00A92AEE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CB4193" w:rsidRDefault="00CB4193" w:rsidP="00A92AEE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CB4193" w:rsidRPr="00A92AEE" w:rsidRDefault="00CB4193" w:rsidP="00A92AEE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50" w:type="pct"/>
                  <w:vAlign w:val="center"/>
                </w:tcPr>
                <w:p w:rsidR="00CB4193" w:rsidRPr="00A92AEE" w:rsidRDefault="00CB4193" w:rsidP="00A92AE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CB4193" w:rsidRPr="009B7B80" w:rsidRDefault="00CB4193" w:rsidP="009B7B80">
            <w:pPr>
              <w:spacing w:after="0" w:line="240" w:lineRule="auto"/>
            </w:pPr>
          </w:p>
        </w:tc>
        <w:tc>
          <w:tcPr>
            <w:tcW w:w="4788" w:type="dxa"/>
          </w:tcPr>
          <w:p w:rsidR="00CB4193" w:rsidRPr="009B7B80" w:rsidRDefault="00CB4193" w:rsidP="009B7B80">
            <w:pPr>
              <w:spacing w:after="0" w:line="240" w:lineRule="auto"/>
            </w:pPr>
            <w:r w:rsidRPr="009B7B80">
              <w:t xml:space="preserve">8.)  Which clock shows </w:t>
            </w:r>
            <w:r w:rsidRPr="009B7B80">
              <w:rPr>
                <w:sz w:val="36"/>
                <w:szCs w:val="36"/>
              </w:rPr>
              <w:t>9:00</w:t>
            </w:r>
            <w:r w:rsidRPr="009B7B80">
              <w:t>?</w:t>
            </w:r>
          </w:p>
          <w:p w:rsidR="00CB4193" w:rsidRPr="009B7B80" w:rsidRDefault="00CB4193" w:rsidP="009B7B80">
            <w:pPr>
              <w:spacing w:after="0" w:line="240" w:lineRule="auto"/>
            </w:pPr>
          </w:p>
          <w:p w:rsidR="00CB4193" w:rsidRPr="009B7B80" w:rsidRDefault="00CB4193" w:rsidP="009B7B80">
            <w:pPr>
              <w:spacing w:after="0" w:line="240" w:lineRule="auto"/>
            </w:pPr>
          </w:p>
          <w:p w:rsidR="00CB4193" w:rsidRPr="009B7B80" w:rsidRDefault="00CB4193" w:rsidP="009B7B80">
            <w:pPr>
              <w:spacing w:after="0" w:line="240" w:lineRule="auto"/>
            </w:pPr>
          </w:p>
          <w:p w:rsidR="00CB4193" w:rsidRPr="009B7B80" w:rsidRDefault="00CB4193" w:rsidP="009B7B80">
            <w:pPr>
              <w:pStyle w:val="ListParagraph"/>
              <w:numPr>
                <w:ilvl w:val="0"/>
                <w:numId w:val="5"/>
              </w:numPr>
              <w:spacing w:after="0" w:line="240" w:lineRule="auto"/>
            </w:pPr>
            <w:r w:rsidRPr="009B7B80">
              <w:rPr>
                <w:noProof/>
              </w:rPr>
              <w:pict>
                <v:shape id="Picture 26" o:spid="_x0000_i1037" type="#_x0000_t75" alt="http://www.edhelperclipart.com/clipart/time/Time0230.gif" style="width:67.5pt;height:67.5pt;visibility:visible">
                  <v:imagedata r:id="rId18" o:title=""/>
                </v:shape>
              </w:pict>
            </w:r>
          </w:p>
          <w:p w:rsidR="00CB4193" w:rsidRPr="009B7B80" w:rsidRDefault="00CB4193" w:rsidP="009B7B80">
            <w:pPr>
              <w:pStyle w:val="ListParagraph"/>
              <w:spacing w:after="0" w:line="240" w:lineRule="auto"/>
            </w:pPr>
          </w:p>
          <w:p w:rsidR="00CB4193" w:rsidRPr="009B7B80" w:rsidRDefault="00CB4193" w:rsidP="009B7B80">
            <w:pPr>
              <w:pStyle w:val="ListParagraph"/>
              <w:numPr>
                <w:ilvl w:val="0"/>
                <w:numId w:val="5"/>
              </w:numPr>
              <w:spacing w:after="0" w:line="240" w:lineRule="auto"/>
            </w:pPr>
            <w:r w:rsidRPr="009B7B80">
              <w:rPr>
                <w:noProof/>
              </w:rPr>
              <w:pict>
                <v:shape id="Picture 29" o:spid="_x0000_i1038" type="#_x0000_t75" alt="http://www.edhelperclipart.com/clipart/time/Time0900.gif" style="width:67.5pt;height:67.5pt;visibility:visible">
                  <v:imagedata r:id="rId19" o:title=""/>
                </v:shape>
              </w:pict>
            </w:r>
          </w:p>
          <w:p w:rsidR="00CB4193" w:rsidRPr="009B7B80" w:rsidRDefault="00CB4193" w:rsidP="009B7B80">
            <w:pPr>
              <w:pStyle w:val="ListParagraph"/>
              <w:spacing w:after="0" w:line="240" w:lineRule="auto"/>
            </w:pPr>
          </w:p>
          <w:p w:rsidR="00CB4193" w:rsidRPr="009B7B80" w:rsidRDefault="00CB4193" w:rsidP="009B7B80">
            <w:pPr>
              <w:pStyle w:val="ListParagraph"/>
              <w:numPr>
                <w:ilvl w:val="0"/>
                <w:numId w:val="5"/>
              </w:numPr>
              <w:spacing w:after="0" w:line="240" w:lineRule="auto"/>
            </w:pPr>
            <w:r w:rsidRPr="009B7B80">
              <w:rPr>
                <w:noProof/>
              </w:rPr>
              <w:pict>
                <v:shape id="Picture 32" o:spid="_x0000_i1039" type="#_x0000_t75" alt="http://www.edhelperclipart.com/clipart/time/Time1100.gif" style="width:67.5pt;height:67.5pt;visibility:visible">
                  <v:imagedata r:id="rId20" o:title=""/>
                </v:shape>
              </w:pict>
            </w:r>
          </w:p>
        </w:tc>
      </w:tr>
      <w:tr w:rsidR="00CB4193" w:rsidRPr="009B7B80" w:rsidTr="009B7B80">
        <w:tc>
          <w:tcPr>
            <w:tcW w:w="4788" w:type="dxa"/>
          </w:tcPr>
          <w:p w:rsidR="00CB4193" w:rsidRPr="009B7B80" w:rsidRDefault="00CB4193" w:rsidP="009B7B80">
            <w:pPr>
              <w:spacing w:after="0" w:line="240" w:lineRule="auto"/>
            </w:pPr>
            <w:r w:rsidRPr="009B7B80">
              <w:t>9.)  Measure using cubes.  How long is this book?</w:t>
            </w:r>
          </w:p>
          <w:p w:rsidR="00CB4193" w:rsidRPr="009B7B80" w:rsidRDefault="00CB4193" w:rsidP="009B7B80">
            <w:pPr>
              <w:spacing w:after="0" w:line="240" w:lineRule="auto"/>
            </w:pPr>
          </w:p>
          <w:p w:rsidR="00CB4193" w:rsidRPr="009B7B80" w:rsidRDefault="00CB4193" w:rsidP="009B7B80">
            <w:pPr>
              <w:spacing w:after="0" w:line="240" w:lineRule="auto"/>
            </w:pPr>
            <w:r w:rsidRPr="009B7B80">
              <w:rPr>
                <w:noProof/>
              </w:rPr>
              <w:pict>
                <v:shape id="Picture 35" o:spid="_x0000_i1040" type="#_x0000_t75" style="width:127.5pt;height:75.75pt;visibility:visible">
                  <v:imagedata r:id="rId21" o:title=""/>
                </v:shape>
              </w:pic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651"/>
              <w:gridCol w:w="651"/>
              <w:gridCol w:w="651"/>
              <w:gridCol w:w="651"/>
              <w:gridCol w:w="651"/>
              <w:gridCol w:w="651"/>
              <w:gridCol w:w="651"/>
            </w:tblGrid>
            <w:tr w:rsidR="00CB4193" w:rsidRPr="009B7B80" w:rsidTr="009B7B80">
              <w:tc>
                <w:tcPr>
                  <w:tcW w:w="6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4193" w:rsidRPr="009B7B80" w:rsidRDefault="00CB4193" w:rsidP="009B7B80">
                  <w:pPr>
                    <w:spacing w:after="0" w:line="240" w:lineRule="auto"/>
                  </w:pPr>
                </w:p>
                <w:p w:rsidR="00CB4193" w:rsidRPr="009B7B80" w:rsidRDefault="00CB4193" w:rsidP="009B7B80">
                  <w:pPr>
                    <w:spacing w:after="0" w:line="240" w:lineRule="auto"/>
                  </w:pPr>
                </w:p>
              </w:tc>
              <w:tc>
                <w:tcPr>
                  <w:tcW w:w="6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4193" w:rsidRPr="009B7B80" w:rsidRDefault="00CB4193" w:rsidP="009B7B80">
                  <w:pPr>
                    <w:spacing w:after="0" w:line="240" w:lineRule="auto"/>
                  </w:pPr>
                </w:p>
              </w:tc>
              <w:tc>
                <w:tcPr>
                  <w:tcW w:w="6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4193" w:rsidRPr="009B7B80" w:rsidRDefault="00CB4193" w:rsidP="009B7B80">
                  <w:pPr>
                    <w:spacing w:after="0" w:line="240" w:lineRule="auto"/>
                  </w:pPr>
                </w:p>
              </w:tc>
              <w:tc>
                <w:tcPr>
                  <w:tcW w:w="6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4193" w:rsidRPr="009B7B80" w:rsidRDefault="00CB4193" w:rsidP="009B7B80">
                  <w:pPr>
                    <w:spacing w:after="0" w:line="240" w:lineRule="auto"/>
                  </w:pPr>
                </w:p>
              </w:tc>
              <w:tc>
                <w:tcPr>
                  <w:tcW w:w="6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4193" w:rsidRPr="009B7B80" w:rsidRDefault="00CB4193" w:rsidP="009B7B80">
                  <w:pPr>
                    <w:spacing w:after="0" w:line="240" w:lineRule="auto"/>
                  </w:pPr>
                </w:p>
              </w:tc>
              <w:tc>
                <w:tcPr>
                  <w:tcW w:w="6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4193" w:rsidRPr="009B7B80" w:rsidRDefault="00CB4193" w:rsidP="009B7B80">
                  <w:pPr>
                    <w:spacing w:after="0" w:line="240" w:lineRule="auto"/>
                  </w:pPr>
                </w:p>
              </w:tc>
              <w:tc>
                <w:tcPr>
                  <w:tcW w:w="6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4193" w:rsidRPr="009B7B80" w:rsidRDefault="00CB4193" w:rsidP="009B7B80">
                  <w:pPr>
                    <w:spacing w:after="0" w:line="240" w:lineRule="auto"/>
                  </w:pPr>
                </w:p>
              </w:tc>
            </w:tr>
          </w:tbl>
          <w:p w:rsidR="00CB4193" w:rsidRPr="009B7B80" w:rsidRDefault="00CB4193" w:rsidP="009B7B80">
            <w:pPr>
              <w:spacing w:after="0" w:line="240" w:lineRule="auto"/>
            </w:pPr>
          </w:p>
          <w:p w:rsidR="00CB4193" w:rsidRPr="009B7B80" w:rsidRDefault="00CB4193" w:rsidP="009B7B80">
            <w:pPr>
              <w:pStyle w:val="ListParagraph"/>
              <w:numPr>
                <w:ilvl w:val="0"/>
                <w:numId w:val="6"/>
              </w:numPr>
              <w:spacing w:after="0" w:line="240" w:lineRule="auto"/>
            </w:pPr>
            <w:r w:rsidRPr="009B7B80">
              <w:t>1 cube</w:t>
            </w:r>
          </w:p>
          <w:p w:rsidR="00CB4193" w:rsidRPr="009B7B80" w:rsidRDefault="00CB4193" w:rsidP="009B7B80">
            <w:pPr>
              <w:pStyle w:val="ListParagraph"/>
              <w:numPr>
                <w:ilvl w:val="0"/>
                <w:numId w:val="6"/>
              </w:numPr>
              <w:spacing w:after="0" w:line="240" w:lineRule="auto"/>
            </w:pPr>
            <w:r w:rsidRPr="009B7B80">
              <w:t>7 cubes</w:t>
            </w:r>
          </w:p>
          <w:p w:rsidR="00CB4193" w:rsidRPr="009B7B80" w:rsidRDefault="00CB4193" w:rsidP="009B7B80">
            <w:pPr>
              <w:pStyle w:val="ListParagraph"/>
              <w:numPr>
                <w:ilvl w:val="0"/>
                <w:numId w:val="6"/>
              </w:numPr>
              <w:spacing w:after="0" w:line="240" w:lineRule="auto"/>
            </w:pPr>
            <w:r w:rsidRPr="009B7B80">
              <w:t>4 cubes</w:t>
            </w:r>
          </w:p>
          <w:p w:rsidR="00CB4193" w:rsidRPr="009B7B80" w:rsidRDefault="00CB4193" w:rsidP="009B7B80">
            <w:pPr>
              <w:pStyle w:val="ListParagraph"/>
              <w:numPr>
                <w:ilvl w:val="0"/>
                <w:numId w:val="6"/>
              </w:numPr>
              <w:spacing w:after="0" w:line="240" w:lineRule="auto"/>
            </w:pPr>
            <w:r w:rsidRPr="009B7B80">
              <w:t>24 cubes</w:t>
            </w:r>
          </w:p>
        </w:tc>
        <w:tc>
          <w:tcPr>
            <w:tcW w:w="4788" w:type="dxa"/>
          </w:tcPr>
          <w:p w:rsidR="00CB4193" w:rsidRPr="009B7B80" w:rsidRDefault="00CB4193" w:rsidP="009B7B80">
            <w:pPr>
              <w:spacing w:after="0" w:line="240" w:lineRule="auto"/>
            </w:pPr>
            <w:r w:rsidRPr="009B7B80">
              <w:t>10.)  Write the time.</w:t>
            </w:r>
          </w:p>
          <w:p w:rsidR="00CB4193" w:rsidRPr="009B7B80" w:rsidRDefault="00CB4193" w:rsidP="009B7B80">
            <w:pPr>
              <w:spacing w:after="0" w:line="240" w:lineRule="auto"/>
            </w:pPr>
          </w:p>
          <w:p w:rsidR="00CB4193" w:rsidRPr="009B7B80" w:rsidRDefault="00CB4193" w:rsidP="009B7B80">
            <w:pPr>
              <w:spacing w:after="0" w:line="240" w:lineRule="auto"/>
            </w:pPr>
          </w:p>
          <w:p w:rsidR="00CB4193" w:rsidRPr="009B7B80" w:rsidRDefault="00CB4193" w:rsidP="009B7B80">
            <w:pPr>
              <w:spacing w:after="0" w:line="240" w:lineRule="auto"/>
            </w:pPr>
          </w:p>
          <w:p w:rsidR="00CB4193" w:rsidRPr="009B7B80" w:rsidRDefault="00CB4193" w:rsidP="009B7B80">
            <w:pPr>
              <w:spacing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7B80">
              <w:rPr>
                <w:rFonts w:ascii="Times New Roman" w:hAnsi="Times New Roman"/>
                <w:noProof/>
                <w:sz w:val="24"/>
                <w:szCs w:val="24"/>
              </w:rPr>
              <w:pict>
                <v:shape id="Picture 36" o:spid="_x0000_i1041" type="#_x0000_t75" alt="http://www.edhelperclipart.com/clipart/time/Time0300.gif" style="width:90.75pt;height:90.75pt;visibility:visible">
                  <v:imagedata r:id="rId22" o:title=""/>
                </v:shape>
              </w:pict>
            </w:r>
          </w:p>
          <w:p w:rsidR="00CB4193" w:rsidRPr="009B7B80" w:rsidRDefault="00CB4193" w:rsidP="009B7B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7B80">
              <w:rPr>
                <w:rFonts w:ascii="Times New Roman" w:hAnsi="Times New Roman"/>
                <w:sz w:val="24"/>
                <w:szCs w:val="24"/>
              </w:rPr>
              <w:t>___ : ___</w:t>
            </w:r>
          </w:p>
          <w:p w:rsidR="00CB4193" w:rsidRPr="009B7B80" w:rsidRDefault="00CB4193" w:rsidP="009B7B80">
            <w:pPr>
              <w:spacing w:after="0" w:line="240" w:lineRule="auto"/>
            </w:pPr>
          </w:p>
          <w:p w:rsidR="00CB4193" w:rsidRPr="009B7B80" w:rsidRDefault="00CB4193" w:rsidP="009B7B80">
            <w:pPr>
              <w:spacing w:after="0" w:line="240" w:lineRule="auto"/>
            </w:pPr>
          </w:p>
        </w:tc>
      </w:tr>
    </w:tbl>
    <w:p w:rsidR="00CB4193" w:rsidRDefault="00CB4193"/>
    <w:p w:rsidR="00CB4193" w:rsidRDefault="00CB4193"/>
    <w:p w:rsidR="00CB4193" w:rsidRDefault="00CB4193">
      <w:r>
        <w:t>Good website:</w:t>
      </w:r>
    </w:p>
    <w:p w:rsidR="00CB4193" w:rsidRDefault="00CB4193">
      <w:r w:rsidRPr="006D3F48">
        <w:t>http://www.nsa.gov/academia/_files/collected_learning/elementary/geometry/measuring_up.pdf</w:t>
      </w:r>
    </w:p>
    <w:sectPr w:rsidR="00CB4193" w:rsidSect="00263CEF">
      <w:headerReference w:type="default" r:id="rId2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4193" w:rsidRDefault="00CB4193" w:rsidP="00FA0DAC">
      <w:pPr>
        <w:spacing w:after="0" w:line="240" w:lineRule="auto"/>
      </w:pPr>
      <w:r>
        <w:separator/>
      </w:r>
    </w:p>
  </w:endnote>
  <w:endnote w:type="continuationSeparator" w:id="0">
    <w:p w:rsidR="00CB4193" w:rsidRDefault="00CB4193" w:rsidP="00FA0D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4193" w:rsidRDefault="00CB4193" w:rsidP="00FA0DAC">
      <w:pPr>
        <w:spacing w:after="0" w:line="240" w:lineRule="auto"/>
      </w:pPr>
      <w:r>
        <w:separator/>
      </w:r>
    </w:p>
  </w:footnote>
  <w:footnote w:type="continuationSeparator" w:id="0">
    <w:p w:rsidR="00CB4193" w:rsidRDefault="00CB4193" w:rsidP="00FA0D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4193" w:rsidRDefault="00CB4193">
    <w:pPr>
      <w:pStyle w:val="Header"/>
    </w:pPr>
    <w:r>
      <w:t>COS M.1.10 Measurement and Ordering</w:t>
    </w:r>
  </w:p>
  <w:p w:rsidR="00CB4193" w:rsidRDefault="00CB419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546B1"/>
    <w:multiLevelType w:val="hybridMultilevel"/>
    <w:tmpl w:val="A22C161A"/>
    <w:lvl w:ilvl="0" w:tplc="8C482B0A">
      <w:start w:val="1"/>
      <w:numFmt w:val="upperLetter"/>
      <w:lvlText w:val="%1.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E8C1106"/>
    <w:multiLevelType w:val="hybridMultilevel"/>
    <w:tmpl w:val="B30437E4"/>
    <w:lvl w:ilvl="0" w:tplc="0456B07A">
      <w:start w:val="1"/>
      <w:numFmt w:val="lowerLetter"/>
      <w:lvlText w:val="%1.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0882698"/>
    <w:multiLevelType w:val="hybridMultilevel"/>
    <w:tmpl w:val="38569D9A"/>
    <w:lvl w:ilvl="0" w:tplc="4CF0E95E">
      <w:start w:val="1"/>
      <w:numFmt w:val="upperLetter"/>
      <w:lvlText w:val="%1.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8FD7D50"/>
    <w:multiLevelType w:val="hybridMultilevel"/>
    <w:tmpl w:val="69EC1B0C"/>
    <w:lvl w:ilvl="0" w:tplc="658C0454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22B3353"/>
    <w:multiLevelType w:val="hybridMultilevel"/>
    <w:tmpl w:val="69EC1B0C"/>
    <w:lvl w:ilvl="0" w:tplc="658C0454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A1719DE"/>
    <w:multiLevelType w:val="hybridMultilevel"/>
    <w:tmpl w:val="C44AE24E"/>
    <w:lvl w:ilvl="0" w:tplc="D8BE73BE">
      <w:start w:val="1"/>
      <w:numFmt w:val="upperLetter"/>
      <w:lvlText w:val="%1.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A0DAC"/>
    <w:rsid w:val="000F20F8"/>
    <w:rsid w:val="00263CEF"/>
    <w:rsid w:val="00270143"/>
    <w:rsid w:val="002D3DE1"/>
    <w:rsid w:val="005529ED"/>
    <w:rsid w:val="005747C2"/>
    <w:rsid w:val="005A10D2"/>
    <w:rsid w:val="006D3F48"/>
    <w:rsid w:val="006E5D6A"/>
    <w:rsid w:val="00887FB7"/>
    <w:rsid w:val="009B7B80"/>
    <w:rsid w:val="00A53AF1"/>
    <w:rsid w:val="00A92AEE"/>
    <w:rsid w:val="00C81514"/>
    <w:rsid w:val="00CB4193"/>
    <w:rsid w:val="00D13FA6"/>
    <w:rsid w:val="00EB74C9"/>
    <w:rsid w:val="00EE47DC"/>
    <w:rsid w:val="00FA0D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3CEF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A0D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FA0DAC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FA0D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A0DAC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A0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A0DA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6E5D6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6E5D6A"/>
    <w:pPr>
      <w:ind w:left="720"/>
      <w:contextualSpacing/>
    </w:pPr>
  </w:style>
  <w:style w:type="paragraph" w:customStyle="1" w:styleId="Default">
    <w:name w:val="Default"/>
    <w:uiPriority w:val="99"/>
    <w:rsid w:val="00887FB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3746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74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746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74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74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header" Target="header1.xml"/><Relationship Id="rId10" Type="http://schemas.openxmlformats.org/officeDocument/2006/relationships/image" Target="media/image4.jpe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141</Words>
  <Characters>807</Characters>
  <Application>Microsoft Office Outlook</Application>
  <DocSecurity>0</DocSecurity>
  <Lines>0</Lines>
  <Paragraphs>0</Paragraphs>
  <ScaleCrop>false</ScaleCrop>
  <Company>Chalkville Elementary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 _____________________________</dc:title>
  <dc:subject/>
  <dc:creator>susan remick</dc:creator>
  <cp:keywords/>
  <dc:description/>
  <cp:lastModifiedBy> </cp:lastModifiedBy>
  <cp:revision>2</cp:revision>
  <dcterms:created xsi:type="dcterms:W3CDTF">2011-02-10T20:44:00Z</dcterms:created>
  <dcterms:modified xsi:type="dcterms:W3CDTF">2011-02-10T20:44:00Z</dcterms:modified>
</cp:coreProperties>
</file>